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-207645</wp:posOffset>
                </wp:positionV>
                <wp:extent cx="2731135" cy="2644140"/>
                <wp:effectExtent l="41910" t="80010" r="65405" b="9525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1135" cy="2644140"/>
                          <a:chOff x="6067" y="1276"/>
                          <a:chExt cx="4301" cy="4164"/>
                        </a:xfrm>
                      </wpg:grpSpPr>
                      <wpg:grpSp>
                        <wpg:cNvPr id="26" name="组合 26"/>
                        <wpg:cNvGrpSpPr/>
                        <wpg:grpSpPr>
                          <a:xfrm>
                            <a:off x="6127" y="1276"/>
                            <a:ext cx="4200" cy="4165"/>
                            <a:chOff x="5084" y="2791"/>
                            <a:chExt cx="4200" cy="4165"/>
                          </a:xfrm>
                          <a:effectLst>
                            <a:outerShdw blurRad="63500" sx="102000" sy="102000" algn="ctr" rotWithShape="0">
                              <a:prstClr val="black">
                                <a:alpha val="31000"/>
                              </a:prstClr>
                            </a:outerShdw>
                          </a:effectLst>
                        </wpg:grpSpPr>
                        <wps:wsp>
                          <wps:cNvPr id="6" name="任意多边形 6"/>
                          <wps:cNvSpPr/>
                          <wps:spPr>
                            <a:xfrm>
                              <a:off x="5084" y="2791"/>
                              <a:ext cx="2016" cy="20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016" h="2016">
                                  <a:moveTo>
                                    <a:pt x="2016" y="0"/>
                                  </a:moveTo>
                                  <a:lnTo>
                                    <a:pt x="234" y="0"/>
                                  </a:lnTo>
                                  <a:lnTo>
                                    <a:pt x="160" y="12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45" y="96"/>
                                  </a:lnTo>
                                  <a:lnTo>
                                    <a:pt x="12" y="160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0" y="2016"/>
                                  </a:lnTo>
                                  <a:lnTo>
                                    <a:pt x="2016" y="2016"/>
                                  </a:lnTo>
                                  <a:lnTo>
                                    <a:pt x="20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0013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" name="任意多边形 7"/>
                          <wps:cNvSpPr/>
                          <wps:spPr>
                            <a:xfrm>
                              <a:off x="5196" y="2903"/>
                              <a:ext cx="1792" cy="179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92" h="1792">
                                  <a:moveTo>
                                    <a:pt x="208" y="0"/>
                                  </a:moveTo>
                                  <a:lnTo>
                                    <a:pt x="1792" y="0"/>
                                  </a:lnTo>
                                  <a:lnTo>
                                    <a:pt x="1792" y="1792"/>
                                  </a:lnTo>
                                  <a:lnTo>
                                    <a:pt x="0" y="1792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11" y="142"/>
                                  </a:lnTo>
                                  <a:lnTo>
                                    <a:pt x="41" y="85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143" y="11"/>
                                  </a:lnTo>
                                  <a:lnTo>
                                    <a:pt x="20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800" cap="flat" cmpd="sng">
                              <a:solidFill>
                                <a:srgbClr val="F9ECB7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任意多边形 8"/>
                          <wps:cNvSpPr/>
                          <wps:spPr>
                            <a:xfrm>
                              <a:off x="7249" y="2791"/>
                              <a:ext cx="2016" cy="20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016" h="2016">
                                  <a:moveTo>
                                    <a:pt x="17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16"/>
                                  </a:lnTo>
                                  <a:lnTo>
                                    <a:pt x="2016" y="2016"/>
                                  </a:lnTo>
                                  <a:lnTo>
                                    <a:pt x="2016" y="234"/>
                                  </a:lnTo>
                                  <a:lnTo>
                                    <a:pt x="2004" y="160"/>
                                  </a:lnTo>
                                  <a:lnTo>
                                    <a:pt x="1971" y="96"/>
                                  </a:lnTo>
                                  <a:lnTo>
                                    <a:pt x="1920" y="45"/>
                                  </a:lnTo>
                                  <a:lnTo>
                                    <a:pt x="1856" y="12"/>
                                  </a:lnTo>
                                  <a:lnTo>
                                    <a:pt x="17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ECB7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" name="任意多边形 9"/>
                          <wps:cNvSpPr/>
                          <wps:spPr>
                            <a:xfrm>
                              <a:off x="7268" y="4940"/>
                              <a:ext cx="2016" cy="20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016" h="2016">
                                  <a:moveTo>
                                    <a:pt x="20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16"/>
                                  </a:lnTo>
                                  <a:lnTo>
                                    <a:pt x="1782" y="2016"/>
                                  </a:lnTo>
                                  <a:lnTo>
                                    <a:pt x="1856" y="2004"/>
                                  </a:lnTo>
                                  <a:lnTo>
                                    <a:pt x="1920" y="1971"/>
                                  </a:lnTo>
                                  <a:lnTo>
                                    <a:pt x="1971" y="1920"/>
                                  </a:lnTo>
                                  <a:lnTo>
                                    <a:pt x="2004" y="1856"/>
                                  </a:lnTo>
                                  <a:lnTo>
                                    <a:pt x="2016" y="1782"/>
                                  </a:lnTo>
                                  <a:lnTo>
                                    <a:pt x="20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1222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0" name="任意多边形 10"/>
                          <wps:cNvSpPr/>
                          <wps:spPr>
                            <a:xfrm>
                              <a:off x="5084" y="4940"/>
                              <a:ext cx="2016" cy="20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016" h="2016">
                                  <a:moveTo>
                                    <a:pt x="20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82"/>
                                  </a:lnTo>
                                  <a:lnTo>
                                    <a:pt x="12" y="1856"/>
                                  </a:lnTo>
                                  <a:lnTo>
                                    <a:pt x="46" y="1920"/>
                                  </a:lnTo>
                                  <a:lnTo>
                                    <a:pt x="96" y="1971"/>
                                  </a:lnTo>
                                  <a:lnTo>
                                    <a:pt x="160" y="2004"/>
                                  </a:lnTo>
                                  <a:lnTo>
                                    <a:pt x="234" y="2016"/>
                                  </a:lnTo>
                                  <a:lnTo>
                                    <a:pt x="2016" y="2016"/>
                                  </a:lnTo>
                                  <a:lnTo>
                                    <a:pt x="20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ECB7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" name="任意多边形 11"/>
                          <wps:cNvSpPr/>
                          <wps:spPr>
                            <a:xfrm>
                              <a:off x="7361" y="2903"/>
                              <a:ext cx="1792" cy="179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92" h="1792">
                                  <a:moveTo>
                                    <a:pt x="158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92"/>
                                  </a:lnTo>
                                  <a:lnTo>
                                    <a:pt x="1792" y="1792"/>
                                  </a:lnTo>
                                  <a:lnTo>
                                    <a:pt x="1792" y="208"/>
                                  </a:lnTo>
                                  <a:lnTo>
                                    <a:pt x="1782" y="142"/>
                                  </a:lnTo>
                                  <a:lnTo>
                                    <a:pt x="1752" y="85"/>
                                  </a:lnTo>
                                  <a:lnTo>
                                    <a:pt x="1707" y="40"/>
                                  </a:lnTo>
                                  <a:lnTo>
                                    <a:pt x="1650" y="11"/>
                                  </a:lnTo>
                                  <a:lnTo>
                                    <a:pt x="158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800" cap="flat" cmpd="sng">
                              <a:solidFill>
                                <a:srgbClr val="D5122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任意多边形 12"/>
                          <wps:cNvSpPr/>
                          <wps:spPr>
                            <a:xfrm>
                              <a:off x="7380" y="5052"/>
                              <a:ext cx="1792" cy="179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92" h="1792">
                                  <a:moveTo>
                                    <a:pt x="1584" y="1792"/>
                                  </a:moveTo>
                                  <a:lnTo>
                                    <a:pt x="0" y="179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92" y="0"/>
                                  </a:lnTo>
                                  <a:lnTo>
                                    <a:pt x="1792" y="1584"/>
                                  </a:lnTo>
                                  <a:lnTo>
                                    <a:pt x="1782" y="1650"/>
                                  </a:lnTo>
                                  <a:lnTo>
                                    <a:pt x="1752" y="1707"/>
                                  </a:lnTo>
                                  <a:lnTo>
                                    <a:pt x="1707" y="1752"/>
                                  </a:lnTo>
                                  <a:lnTo>
                                    <a:pt x="1650" y="1781"/>
                                  </a:lnTo>
                                  <a:lnTo>
                                    <a:pt x="1584" y="17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800" cap="flat" cmpd="sng">
                              <a:solidFill>
                                <a:srgbClr val="F9ECB7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任意多边形 13"/>
                          <wps:cNvSpPr/>
                          <wps:spPr>
                            <a:xfrm>
                              <a:off x="5196" y="5052"/>
                              <a:ext cx="1792" cy="179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92" h="1792">
                                  <a:moveTo>
                                    <a:pt x="208" y="1792"/>
                                  </a:moveTo>
                                  <a:lnTo>
                                    <a:pt x="1792" y="1792"/>
                                  </a:lnTo>
                                  <a:lnTo>
                                    <a:pt x="1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84"/>
                                  </a:lnTo>
                                  <a:lnTo>
                                    <a:pt x="11" y="1650"/>
                                  </a:lnTo>
                                  <a:lnTo>
                                    <a:pt x="41" y="1707"/>
                                  </a:lnTo>
                                  <a:lnTo>
                                    <a:pt x="86" y="1752"/>
                                  </a:lnTo>
                                  <a:lnTo>
                                    <a:pt x="143" y="1781"/>
                                  </a:lnTo>
                                  <a:lnTo>
                                    <a:pt x="208" y="17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800" cap="flat" cmpd="sng">
                              <a:solidFill>
                                <a:srgbClr val="D5122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8" name="文本框 18"/>
                        <wps:cNvSpPr txBox="1"/>
                        <wps:spPr>
                          <a:xfrm>
                            <a:off x="6067" y="1338"/>
                            <a:ext cx="2136" cy="18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760" w:lineRule="exact"/>
                                <w:jc w:val="center"/>
                                <w:textAlignment w:val="auto"/>
                                <w:rPr>
                                  <w:rFonts w:hint="eastAsia" w:ascii="汉仪雅酷黑 65W" w:hAnsi="汉仪雅酷黑 65W" w:eastAsia="汉仪雅酷黑 65W" w:cs="汉仪雅酷黑 65W"/>
                                  <w:color w:val="5B9BD5" w:themeColor="accent1"/>
                                  <w:sz w:val="226"/>
                                  <w:szCs w:val="226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gradFill>
                                      <w14:gsLst>
                                        <w14:gs w14:pos="0">
                                          <w14:srgbClr w14:val="F7F2C9"/>
                                        </w14:gs>
                                        <w14:gs w14:pos="100000">
                                          <w14:srgbClr w14:val="FADC7B"/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汉仪雅酷黑 65W" w:hAnsi="汉仪雅酷黑 65W" w:eastAsia="汉仪雅酷黑 65W" w:cs="汉仪雅酷黑 65W"/>
                                  <w:b/>
                                  <w:bCs/>
                                  <w:color w:val="F9ECB7"/>
                                  <w:spacing w:val="0"/>
                                  <w:sz w:val="162"/>
                                  <w:szCs w:val="162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8232" y="1338"/>
                            <a:ext cx="2136" cy="18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760" w:lineRule="exact"/>
                                <w:jc w:val="center"/>
                                <w:textAlignment w:val="auto"/>
                                <w:rPr>
                                  <w:rFonts w:hint="eastAsia" w:ascii="汉仪雅酷黑 65W" w:hAnsi="汉仪雅酷黑 65W" w:eastAsia="汉仪雅酷黑 65W" w:cs="汉仪雅酷黑 65W"/>
                                  <w:color w:val="5B9BD5" w:themeColor="accent1"/>
                                  <w:sz w:val="226"/>
                                  <w:szCs w:val="226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gradFill>
                                      <w14:gsLst>
                                        <w14:gs w14:pos="0">
                                          <w14:srgbClr w14:val="F7F2C9"/>
                                        </w14:gs>
                                        <w14:gs w14:pos="100000">
                                          <w14:srgbClr w14:val="FADC7B"/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汉仪雅酷黑 65W" w:hAnsi="汉仪雅酷黑 65W" w:eastAsia="汉仪雅酷黑 65W" w:cs="汉仪雅酷黑 65W"/>
                                  <w:b/>
                                  <w:bCs/>
                                  <w:color w:val="D51222"/>
                                  <w:spacing w:val="0"/>
                                  <w:sz w:val="162"/>
                                  <w:szCs w:val="162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6067" y="3488"/>
                            <a:ext cx="2136" cy="18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760" w:lineRule="exact"/>
                                <w:jc w:val="center"/>
                                <w:textAlignment w:val="auto"/>
                                <w:rPr>
                                  <w:rFonts w:hint="eastAsia" w:ascii="汉仪雅酷黑 65W" w:hAnsi="汉仪雅酷黑 65W" w:eastAsia="汉仪雅酷黑 65W" w:cs="汉仪雅酷黑 65W"/>
                                  <w:color w:val="E60013"/>
                                  <w:sz w:val="226"/>
                                  <w:szCs w:val="226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hint="eastAsia" w:ascii="汉仪雅酷黑 65W" w:hAnsi="汉仪雅酷黑 65W" w:eastAsia="汉仪雅酷黑 65W" w:cs="汉仪雅酷黑 65W"/>
                                  <w:b/>
                                  <w:bCs/>
                                  <w:color w:val="E60013"/>
                                  <w:spacing w:val="0"/>
                                  <w:sz w:val="162"/>
                                  <w:szCs w:val="162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8232" y="3488"/>
                            <a:ext cx="2136" cy="18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760" w:lineRule="exact"/>
                                <w:jc w:val="center"/>
                                <w:textAlignment w:val="auto"/>
                                <w:rPr>
                                  <w:rFonts w:hint="eastAsia" w:ascii="汉仪雅酷黑 65W" w:hAnsi="汉仪雅酷黑 65W" w:eastAsia="汉仪雅酷黑 65W" w:cs="汉仪雅酷黑 65W"/>
                                  <w:color w:val="5B9BD5" w:themeColor="accent1"/>
                                  <w:sz w:val="226"/>
                                  <w:szCs w:val="226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  <w14:textFill>
                                    <w14:gradFill>
                                      <w14:gsLst>
                                        <w14:gs w14:pos="0">
                                          <w14:srgbClr w14:val="F7F2C9"/>
                                        </w14:gs>
                                        <w14:gs w14:pos="100000">
                                          <w14:srgbClr w14:val="FADC7B"/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汉仪雅酷黑 65W" w:hAnsi="汉仪雅酷黑 65W" w:eastAsia="汉仪雅酷黑 65W" w:cs="汉仪雅酷黑 65W"/>
                                  <w:b/>
                                  <w:bCs/>
                                  <w:color w:val="F9ECB7"/>
                                  <w:spacing w:val="0"/>
                                  <w:sz w:val="162"/>
                                  <w:szCs w:val="162"/>
                                  <w:lang w:eastAsia="zh-CN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65pt;margin-top:-16.35pt;height:208.2pt;width:215.05pt;z-index:251669504;mso-width-relative:page;mso-height-relative:page;" coordorigin="6067,1276" coordsize="4301,4164" o:gfxdata="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">
                <o:lock v:ext="edit" aspectratio="f"/>
                <v:group id="_x0000_s1026" o:spid="_x0000_s1026" o:spt="203" style="position:absolute;left:6127;top:1276;height:4165;width:4200;" coordorigin="5084,2791" coordsize="4200,4165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5084;top:2791;height:2016;width:2016;" fillcolor="#E60013" filled="t" stroked="f" coordsize="2016,2016" o:gfxdata="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JqLt7gAAADaAAAA&#10;DwAAAAAAAAABACAAAAAiAAAAZHJzL2Rvd25yZXYueG1sUEsBAhQAFAAAAAgAh07iQDMvBZ47AAAA&#10;OQAAABAAAAAAAAAAAQAgAAAABwEAAGRycy9zaGFwZXhtbC54bWxQSwUGAAAAAAYABgBbAQAAsQMA&#10;AAAA&#10;" path="m2016,0l234,0,160,12,96,45,45,96,12,160,0,234,0,2016,2016,2016,2016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96;top:2903;height:1792;width:1792;" filled="f" stroked="t" coordsize="1792,1792" o:gfxdata="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6JhCugAAANoA&#10;AAAPAAAAAAAAAAEAIAAAACIAAABkcnMvZG93bnJldi54bWxQSwECFAAUAAAACACHTuJAMy8FnjsA&#10;AAA5AAAAEAAAAAAAAAABACAAAAAJAQAAZHJzL3NoYXBleG1sLnhtbFBLBQYAAAAABgAGAFsBAACz&#10;AwAAAAA=&#10;" path="m208,0l1792,0,1792,1792,0,1792,0,208,11,142,41,85,86,40,143,11,208,0xe">
                    <v:fill on="f" focussize="0,0"/>
                    <v:stroke weight="2.26771653543307pt" color="#F9ECB7" joinstyle="round"/>
                    <v:imagedata o:title=""/>
                    <o:lock v:ext="edit" aspectratio="f"/>
                  </v:shape>
                  <v:shape id="_x0000_s1026" o:spid="_x0000_s1026" o:spt="100" style="position:absolute;left:7249;top:2791;height:2016;width:2016;" fillcolor="#F9ECB7" filled="t" stroked="f" coordsize="2016,2016" o:gfxdata="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McAPptwAAANoAAAAP&#10;AAAAAAAAAAEAIAAAACIAAABkcnMvZG93bnJldi54bWxQSwECFAAUAAAACACHTuJAMy8FnjsAAAA5&#10;AAAAEAAAAAAAAAABACAAAAAGAQAAZHJzL3NoYXBleG1sLnhtbFBLBQYAAAAABgAGAFsBAACwAwAA&#10;AAA=&#10;" path="m1782,0l0,0,0,2016,2016,2016,2016,234,2004,160,1971,96,1920,45,1856,12,1782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268;top:4940;height:2016;width:2016;" fillcolor="#D51222" filled="t" stroked="f" coordsize="2016,2016" o:gfxdata="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IAa1q5AAAA2gAA&#10;AA8AAAAAAAAAAQAgAAAAIgAAAGRycy9kb3ducmV2LnhtbFBLAQIUABQAAAAIAIdO4kAzLwWeOwAA&#10;ADkAAAAQAAAAAAAAAAEAIAAAAAgBAABkcnMvc2hhcGV4bWwueG1sUEsFBgAAAAAGAAYAWwEAALID&#10;AAAAAA==&#10;" path="m2016,0l0,0,0,2016,1782,2016,1856,2004,1920,1971,1971,1920,2004,1856,2016,1782,2016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084;top:4940;height:2016;width:2016;" fillcolor="#F9ECB7" filled="t" stroked="f" coordsize="2016,2016" o:gfxdata="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nC16vQAA&#10;ANsAAAAPAAAAAAAAAAEAIAAAACIAAABkcnMvZG93bnJldi54bWxQSwECFAAUAAAACACHTuJAMy8F&#10;njsAAAA5AAAAEAAAAAAAAAABACAAAAAMAQAAZHJzL3NoYXBleG1sLnhtbFBLBQYAAAAABgAGAFsB&#10;AAC2AwAAAAA=&#10;" path="m2016,0l0,0,0,1782,12,1856,46,1920,96,1971,160,2004,234,2016,2016,2016,2016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361;top:2903;height:1792;width:1792;" filled="f" stroked="t" coordsize="1792,1792" o:gfxdata="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uiN3bsAAADb&#10;AAAADwAAAAAAAAABACAAAAAiAAAAZHJzL2Rvd25yZXYueG1sUEsBAhQAFAAAAAgAh07iQDMvBZ47&#10;AAAAOQAAABAAAAAAAAAAAQAgAAAACgEAAGRycy9zaGFwZXhtbC54bWxQSwUGAAAAAAYABgBbAQAA&#10;tAMAAAAA&#10;" path="m1584,0l0,0,0,1792,1792,1792,1792,208,1782,142,1752,85,1707,40,1650,11,1584,0xe">
                    <v:fill on="f" focussize="0,0"/>
                    <v:stroke weight="2.26771653543307pt" color="#D51222" joinstyle="round"/>
                    <v:imagedata o:title=""/>
                    <o:lock v:ext="edit" aspectratio="f"/>
                  </v:shape>
                  <v:shape id="_x0000_s1026" o:spid="_x0000_s1026" o:spt="100" style="position:absolute;left:7380;top:5052;height:1792;width:1792;" filled="f" stroked="t" coordsize="1792,1792" o:gfxdata="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ckeMrgAAADbAAAA&#10;DwAAAAAAAAABACAAAAAiAAAAZHJzL2Rvd25yZXYueG1sUEsBAhQAFAAAAAgAh07iQDMvBZ47AAAA&#10;OQAAABAAAAAAAAAAAQAgAAAABwEAAGRycy9zaGFwZXhtbC54bWxQSwUGAAAAAAYABgBbAQAAsQMA&#10;AAAA&#10;" path="m1584,1792l0,1792,0,0,1792,0,1792,1584,1782,1650,1752,1707,1707,1752,1650,1781,1584,1792xe">
                    <v:fill on="f" focussize="0,0"/>
                    <v:stroke weight="2.26771653543307pt" color="#F9ECB7" joinstyle="round"/>
                    <v:imagedata o:title=""/>
                    <o:lock v:ext="edit" aspectratio="f"/>
                  </v:shape>
                  <v:shape id="_x0000_s1026" o:spid="_x0000_s1026" o:spt="100" style="position:absolute;left:5196;top:5052;height:1792;width:1792;" filled="f" stroked="t" coordsize="1792,1792" o:gfxdata="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Xa2MbsAAADb&#10;AAAADwAAAAAAAAABACAAAAAiAAAAZHJzL2Rvd25yZXYueG1sUEsBAhQAFAAAAAgAh07iQDMvBZ47&#10;AAAAOQAAABAAAAAAAAAAAQAgAAAACgEAAGRycy9zaGFwZXhtbC54bWxQSwUGAAAAAAYABgBbAQAA&#10;tAMAAAAA&#10;" path="m208,1792l1792,1792,1792,0,0,0,0,1584,11,1650,41,1707,86,1752,143,1781,208,1792xe">
                    <v:fill on="f" focussize="0,0"/>
                    <v:stroke weight="2.26771653543307pt" color="#D51222" joinstyle="round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067;top:1338;height:1882;width:2136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760" w:lineRule="exact"/>
                          <w:jc w:val="center"/>
                          <w:textAlignment w:val="auto"/>
                          <w:rPr>
                            <w:rFonts w:hint="eastAsia" w:ascii="汉仪雅酷黑 65W" w:hAnsi="汉仪雅酷黑 65W" w:eastAsia="汉仪雅酷黑 65W" w:cs="汉仪雅酷黑 65W"/>
                            <w:color w:val="5B9BD5" w:themeColor="accent1"/>
                            <w:sz w:val="226"/>
                            <w:szCs w:val="226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gradFill>
                                <w14:gsLst>
                                  <w14:gs w14:pos="0">
                                    <w14:srgbClr w14:val="F7F2C9"/>
                                  </w14:gs>
                                  <w14:gs w14:pos="100000">
                                    <w14:srgbClr w14:val="FADC7B"/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hint="eastAsia" w:ascii="汉仪雅酷黑 65W" w:hAnsi="汉仪雅酷黑 65W" w:eastAsia="汉仪雅酷黑 65W" w:cs="汉仪雅酷黑 65W"/>
                            <w:b/>
                            <w:bCs/>
                            <w:color w:val="F9ECB7"/>
                            <w:spacing w:val="0"/>
                            <w:sz w:val="162"/>
                            <w:szCs w:val="162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新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32;top:1338;height:1882;width:2136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760" w:lineRule="exact"/>
                          <w:jc w:val="center"/>
                          <w:textAlignment w:val="auto"/>
                          <w:rPr>
                            <w:rFonts w:hint="eastAsia" w:ascii="汉仪雅酷黑 65W" w:hAnsi="汉仪雅酷黑 65W" w:eastAsia="汉仪雅酷黑 65W" w:cs="汉仪雅酷黑 65W"/>
                            <w:color w:val="5B9BD5" w:themeColor="accent1"/>
                            <w:sz w:val="226"/>
                            <w:szCs w:val="226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gradFill>
                                <w14:gsLst>
                                  <w14:gs w14:pos="0">
                                    <w14:srgbClr w14:val="F7F2C9"/>
                                  </w14:gs>
                                  <w14:gs w14:pos="100000">
                                    <w14:srgbClr w14:val="FADC7B"/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hint="eastAsia" w:ascii="汉仪雅酷黑 65W" w:hAnsi="汉仪雅酷黑 65W" w:eastAsia="汉仪雅酷黑 65W" w:cs="汉仪雅酷黑 65W"/>
                            <w:b/>
                            <w:bCs/>
                            <w:color w:val="D51222"/>
                            <w:spacing w:val="0"/>
                            <w:sz w:val="162"/>
                            <w:szCs w:val="162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年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67;top:3488;height:1882;width:2136;" filled="f" stroked="f" coordsize="21600,21600" o:gfxdata="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WuN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760" w:lineRule="exact"/>
                          <w:jc w:val="center"/>
                          <w:textAlignment w:val="auto"/>
                          <w:rPr>
                            <w:rFonts w:hint="eastAsia" w:ascii="汉仪雅酷黑 65W" w:hAnsi="汉仪雅酷黑 65W" w:eastAsia="汉仪雅酷黑 65W" w:cs="汉仪雅酷黑 65W"/>
                            <w:color w:val="E60013"/>
                            <w:sz w:val="226"/>
                            <w:szCs w:val="226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rFonts w:hint="eastAsia" w:ascii="汉仪雅酷黑 65W" w:hAnsi="汉仪雅酷黑 65W" w:eastAsia="汉仪雅酷黑 65W" w:cs="汉仪雅酷黑 65W"/>
                            <w:b/>
                            <w:bCs/>
                            <w:color w:val="E60013"/>
                            <w:spacing w:val="0"/>
                            <w:sz w:val="162"/>
                            <w:szCs w:val="162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快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32;top:3488;height:1882;width:2136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760" w:lineRule="exact"/>
                          <w:jc w:val="center"/>
                          <w:textAlignment w:val="auto"/>
                          <w:rPr>
                            <w:rFonts w:hint="eastAsia" w:ascii="汉仪雅酷黑 65W" w:hAnsi="汉仪雅酷黑 65W" w:eastAsia="汉仪雅酷黑 65W" w:cs="汉仪雅酷黑 65W"/>
                            <w:color w:val="5B9BD5" w:themeColor="accent1"/>
                            <w:sz w:val="226"/>
                            <w:szCs w:val="226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  <w14:textFill>
                              <w14:gradFill>
                                <w14:gsLst>
                                  <w14:gs w14:pos="0">
                                    <w14:srgbClr w14:val="F7F2C9"/>
                                  </w14:gs>
                                  <w14:gs w14:pos="100000">
                                    <w14:srgbClr w14:val="FADC7B"/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hint="eastAsia" w:ascii="汉仪雅酷黑 65W" w:hAnsi="汉仪雅酷黑 65W" w:eastAsia="汉仪雅酷黑 65W" w:cs="汉仪雅酷黑 65W"/>
                            <w:b/>
                            <w:bCs/>
                            <w:color w:val="F9ECB7"/>
                            <w:spacing w:val="0"/>
                            <w:sz w:val="162"/>
                            <w:szCs w:val="162"/>
                            <w:lang w:eastAsia="zh-CN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2854960</wp:posOffset>
                </wp:positionV>
                <wp:extent cx="3543935" cy="55562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93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60" w:lineRule="exact"/>
                              <w:jc w:val="center"/>
                              <w:textAlignment w:val="auto"/>
                              <w:rPr>
                                <w:rFonts w:hint="eastAsia" w:ascii="汉仪大黑简" w:hAnsi="汉仪大黑简" w:eastAsia="汉仪大黑简" w:cs="汉仪大黑简"/>
                                <w:color w:val="0D0D0D" w:themeColor="text1" w:themeTint="F2"/>
                                <w:sz w:val="66"/>
                                <w:szCs w:val="66"/>
                                <w:lang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0D0D0D" w:themeColor="text1" w:themeTint="F2"/>
                                <w:spacing w:val="102"/>
                                <w:sz w:val="66"/>
                                <w:szCs w:val="66"/>
                                <w:lang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春节放假通</w:t>
                            </w: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0D0D0D" w:themeColor="text1" w:themeTint="F2"/>
                                <w:spacing w:val="0"/>
                                <w:sz w:val="66"/>
                                <w:szCs w:val="66"/>
                                <w:lang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15pt;margin-top:224.8pt;height:43.75pt;width:279.05pt;z-index:251666432;mso-width-relative:page;mso-height-relative:page;" filled="f" stroked="f" coordsize="21600,21600" o:gfxdata="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WnwIbcAAAACwEAAA8AAAAAAAAAAQAgAAAAIgAA&#10;AGRycy9kb3ducmV2LnhtbFBLAQIUABQAAAAIAIdO4kD0Ntfr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60" w:lineRule="exact"/>
                        <w:jc w:val="center"/>
                        <w:textAlignment w:val="auto"/>
                        <w:rPr>
                          <w:rFonts w:hint="eastAsia" w:ascii="汉仪大黑简" w:hAnsi="汉仪大黑简" w:eastAsia="汉仪大黑简" w:cs="汉仪大黑简"/>
                          <w:color w:val="0D0D0D" w:themeColor="text1" w:themeTint="F2"/>
                          <w:sz w:val="66"/>
                          <w:szCs w:val="66"/>
                          <w:lang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0D0D0D" w:themeColor="text1" w:themeTint="F2"/>
                          <w:spacing w:val="102"/>
                          <w:sz w:val="66"/>
                          <w:szCs w:val="66"/>
                          <w:lang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春节放假通</w:t>
                      </w: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0D0D0D" w:themeColor="text1" w:themeTint="F2"/>
                          <w:spacing w:val="0"/>
                          <w:sz w:val="66"/>
                          <w:szCs w:val="66"/>
                          <w:lang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2255520</wp:posOffset>
            </wp:positionH>
            <wp:positionV relativeFrom="paragraph">
              <wp:posOffset>-1577975</wp:posOffset>
            </wp:positionV>
            <wp:extent cx="1466215" cy="1578610"/>
            <wp:effectExtent l="0" t="0" r="0" b="0"/>
            <wp:wrapNone/>
            <wp:docPr id="17" name="图片 17" descr="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Q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1323975</wp:posOffset>
            </wp:positionV>
            <wp:extent cx="1062355" cy="1143635"/>
            <wp:effectExtent l="0" t="0" r="0" b="0"/>
            <wp:wrapNone/>
            <wp:docPr id="16" name="图片 16" descr="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1336675</wp:posOffset>
            </wp:positionV>
            <wp:extent cx="1395730" cy="1502410"/>
            <wp:effectExtent l="0" t="0" r="0" b="0"/>
            <wp:wrapNone/>
            <wp:docPr id="15" name="图片 15" descr="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2807970</wp:posOffset>
                </wp:positionV>
                <wp:extent cx="3410585" cy="649605"/>
                <wp:effectExtent l="61595" t="99695" r="71120" b="31750"/>
                <wp:wrapNone/>
                <wp:docPr id="5" name="任意多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0585" cy="64960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371" h="1023">
                              <a:moveTo>
                                <a:pt x="511" y="0"/>
                              </a:moveTo>
                              <a:lnTo>
                                <a:pt x="588" y="5"/>
                              </a:lnTo>
                              <a:lnTo>
                                <a:pt x="662" y="22"/>
                              </a:lnTo>
                              <a:lnTo>
                                <a:pt x="731" y="49"/>
                              </a:lnTo>
                              <a:lnTo>
                                <a:pt x="795" y="85"/>
                              </a:lnTo>
                              <a:lnTo>
                                <a:pt x="852" y="130"/>
                              </a:lnTo>
                              <a:lnTo>
                                <a:pt x="903" y="183"/>
                              </a:lnTo>
                              <a:lnTo>
                                <a:pt x="946" y="242"/>
                              </a:lnTo>
                              <a:lnTo>
                                <a:pt x="989" y="183"/>
                              </a:lnTo>
                              <a:lnTo>
                                <a:pt x="1039" y="130"/>
                              </a:lnTo>
                              <a:lnTo>
                                <a:pt x="1097" y="85"/>
                              </a:lnTo>
                              <a:lnTo>
                                <a:pt x="1161" y="49"/>
                              </a:lnTo>
                              <a:lnTo>
                                <a:pt x="1230" y="22"/>
                              </a:lnTo>
                              <a:lnTo>
                                <a:pt x="1303" y="5"/>
                              </a:lnTo>
                              <a:lnTo>
                                <a:pt x="1381" y="0"/>
                              </a:lnTo>
                              <a:lnTo>
                                <a:pt x="1458" y="5"/>
                              </a:lnTo>
                              <a:lnTo>
                                <a:pt x="1531" y="22"/>
                              </a:lnTo>
                              <a:lnTo>
                                <a:pt x="1600" y="49"/>
                              </a:lnTo>
                              <a:lnTo>
                                <a:pt x="1664" y="85"/>
                              </a:lnTo>
                              <a:lnTo>
                                <a:pt x="1722" y="130"/>
                              </a:lnTo>
                              <a:lnTo>
                                <a:pt x="1773" y="183"/>
                              </a:lnTo>
                              <a:lnTo>
                                <a:pt x="1815" y="242"/>
                              </a:lnTo>
                              <a:lnTo>
                                <a:pt x="1858" y="183"/>
                              </a:lnTo>
                              <a:lnTo>
                                <a:pt x="1909" y="130"/>
                              </a:lnTo>
                              <a:lnTo>
                                <a:pt x="1967" y="85"/>
                              </a:lnTo>
                              <a:lnTo>
                                <a:pt x="2030" y="49"/>
                              </a:lnTo>
                              <a:lnTo>
                                <a:pt x="2099" y="22"/>
                              </a:lnTo>
                              <a:lnTo>
                                <a:pt x="2173" y="5"/>
                              </a:lnTo>
                              <a:lnTo>
                                <a:pt x="2250" y="0"/>
                              </a:lnTo>
                              <a:lnTo>
                                <a:pt x="2327" y="5"/>
                              </a:lnTo>
                              <a:lnTo>
                                <a:pt x="2401" y="22"/>
                              </a:lnTo>
                              <a:lnTo>
                                <a:pt x="2470" y="49"/>
                              </a:lnTo>
                              <a:lnTo>
                                <a:pt x="2534" y="85"/>
                              </a:lnTo>
                              <a:lnTo>
                                <a:pt x="2591" y="130"/>
                              </a:lnTo>
                              <a:lnTo>
                                <a:pt x="2642" y="183"/>
                              </a:lnTo>
                              <a:lnTo>
                                <a:pt x="2685" y="242"/>
                              </a:lnTo>
                              <a:lnTo>
                                <a:pt x="2728" y="183"/>
                              </a:lnTo>
                              <a:lnTo>
                                <a:pt x="2778" y="130"/>
                              </a:lnTo>
                              <a:lnTo>
                                <a:pt x="2836" y="85"/>
                              </a:lnTo>
                              <a:lnTo>
                                <a:pt x="2900" y="49"/>
                              </a:lnTo>
                              <a:lnTo>
                                <a:pt x="2969" y="22"/>
                              </a:lnTo>
                              <a:lnTo>
                                <a:pt x="3043" y="5"/>
                              </a:lnTo>
                              <a:lnTo>
                                <a:pt x="3120" y="0"/>
                              </a:lnTo>
                              <a:lnTo>
                                <a:pt x="3197" y="5"/>
                              </a:lnTo>
                              <a:lnTo>
                                <a:pt x="3270" y="22"/>
                              </a:lnTo>
                              <a:lnTo>
                                <a:pt x="3340" y="49"/>
                              </a:lnTo>
                              <a:lnTo>
                                <a:pt x="3403" y="85"/>
                              </a:lnTo>
                              <a:lnTo>
                                <a:pt x="3461" y="130"/>
                              </a:lnTo>
                              <a:lnTo>
                                <a:pt x="3512" y="183"/>
                              </a:lnTo>
                              <a:lnTo>
                                <a:pt x="3554" y="242"/>
                              </a:lnTo>
                              <a:lnTo>
                                <a:pt x="3597" y="183"/>
                              </a:lnTo>
                              <a:lnTo>
                                <a:pt x="3648" y="130"/>
                              </a:lnTo>
                              <a:lnTo>
                                <a:pt x="3706" y="85"/>
                              </a:lnTo>
                              <a:lnTo>
                                <a:pt x="3769" y="49"/>
                              </a:lnTo>
                              <a:lnTo>
                                <a:pt x="3839" y="22"/>
                              </a:lnTo>
                              <a:lnTo>
                                <a:pt x="3912" y="5"/>
                              </a:lnTo>
                              <a:lnTo>
                                <a:pt x="3989" y="0"/>
                              </a:lnTo>
                              <a:lnTo>
                                <a:pt x="4066" y="5"/>
                              </a:lnTo>
                              <a:lnTo>
                                <a:pt x="4140" y="22"/>
                              </a:lnTo>
                              <a:lnTo>
                                <a:pt x="4209" y="49"/>
                              </a:lnTo>
                              <a:lnTo>
                                <a:pt x="4273" y="85"/>
                              </a:lnTo>
                              <a:lnTo>
                                <a:pt x="4331" y="130"/>
                              </a:lnTo>
                              <a:lnTo>
                                <a:pt x="4381" y="183"/>
                              </a:lnTo>
                              <a:lnTo>
                                <a:pt x="4424" y="242"/>
                              </a:lnTo>
                              <a:lnTo>
                                <a:pt x="4467" y="183"/>
                              </a:lnTo>
                              <a:lnTo>
                                <a:pt x="4518" y="130"/>
                              </a:lnTo>
                              <a:lnTo>
                                <a:pt x="4575" y="85"/>
                              </a:lnTo>
                              <a:lnTo>
                                <a:pt x="4639" y="49"/>
                              </a:lnTo>
                              <a:lnTo>
                                <a:pt x="4708" y="22"/>
                              </a:lnTo>
                              <a:lnTo>
                                <a:pt x="4782" y="5"/>
                              </a:lnTo>
                              <a:lnTo>
                                <a:pt x="4859" y="0"/>
                              </a:lnTo>
                              <a:lnTo>
                                <a:pt x="4934" y="5"/>
                              </a:lnTo>
                              <a:lnTo>
                                <a:pt x="5006" y="21"/>
                              </a:lnTo>
                              <a:lnTo>
                                <a:pt x="5074" y="47"/>
                              </a:lnTo>
                              <a:lnTo>
                                <a:pt x="5137" y="82"/>
                              </a:lnTo>
                              <a:lnTo>
                                <a:pt x="5194" y="125"/>
                              </a:lnTo>
                              <a:lnTo>
                                <a:pt x="5245" y="176"/>
                              </a:lnTo>
                              <a:lnTo>
                                <a:pt x="5288" y="233"/>
                              </a:lnTo>
                              <a:lnTo>
                                <a:pt x="5323" y="296"/>
                              </a:lnTo>
                              <a:lnTo>
                                <a:pt x="5349" y="363"/>
                              </a:lnTo>
                              <a:lnTo>
                                <a:pt x="5365" y="436"/>
                              </a:lnTo>
                              <a:lnTo>
                                <a:pt x="5370" y="511"/>
                              </a:lnTo>
                              <a:lnTo>
                                <a:pt x="5365" y="587"/>
                              </a:lnTo>
                              <a:lnTo>
                                <a:pt x="5349" y="659"/>
                              </a:lnTo>
                              <a:lnTo>
                                <a:pt x="5323" y="727"/>
                              </a:lnTo>
                              <a:lnTo>
                                <a:pt x="5288" y="790"/>
                              </a:lnTo>
                              <a:lnTo>
                                <a:pt x="5245" y="847"/>
                              </a:lnTo>
                              <a:lnTo>
                                <a:pt x="5194" y="897"/>
                              </a:lnTo>
                              <a:lnTo>
                                <a:pt x="5137" y="940"/>
                              </a:lnTo>
                              <a:lnTo>
                                <a:pt x="5074" y="975"/>
                              </a:lnTo>
                              <a:lnTo>
                                <a:pt x="5006" y="1001"/>
                              </a:lnTo>
                              <a:lnTo>
                                <a:pt x="4934" y="1017"/>
                              </a:lnTo>
                              <a:lnTo>
                                <a:pt x="4859" y="1023"/>
                              </a:lnTo>
                              <a:lnTo>
                                <a:pt x="4782" y="1017"/>
                              </a:lnTo>
                              <a:lnTo>
                                <a:pt x="4708" y="1000"/>
                              </a:lnTo>
                              <a:lnTo>
                                <a:pt x="4639" y="973"/>
                              </a:lnTo>
                              <a:lnTo>
                                <a:pt x="4575" y="937"/>
                              </a:lnTo>
                              <a:lnTo>
                                <a:pt x="4518" y="892"/>
                              </a:lnTo>
                              <a:lnTo>
                                <a:pt x="4467" y="840"/>
                              </a:lnTo>
                              <a:lnTo>
                                <a:pt x="4424" y="780"/>
                              </a:lnTo>
                              <a:lnTo>
                                <a:pt x="4381" y="840"/>
                              </a:lnTo>
                              <a:lnTo>
                                <a:pt x="4331" y="892"/>
                              </a:lnTo>
                              <a:lnTo>
                                <a:pt x="4273" y="937"/>
                              </a:lnTo>
                              <a:lnTo>
                                <a:pt x="4209" y="973"/>
                              </a:lnTo>
                              <a:lnTo>
                                <a:pt x="4140" y="1000"/>
                              </a:lnTo>
                              <a:lnTo>
                                <a:pt x="4066" y="1017"/>
                              </a:lnTo>
                              <a:lnTo>
                                <a:pt x="3989" y="1023"/>
                              </a:lnTo>
                              <a:lnTo>
                                <a:pt x="3912" y="1017"/>
                              </a:lnTo>
                              <a:lnTo>
                                <a:pt x="3839" y="1000"/>
                              </a:lnTo>
                              <a:lnTo>
                                <a:pt x="3769" y="973"/>
                              </a:lnTo>
                              <a:lnTo>
                                <a:pt x="3706" y="937"/>
                              </a:lnTo>
                              <a:lnTo>
                                <a:pt x="3648" y="892"/>
                              </a:lnTo>
                              <a:lnTo>
                                <a:pt x="3597" y="840"/>
                              </a:lnTo>
                              <a:lnTo>
                                <a:pt x="3554" y="780"/>
                              </a:lnTo>
                              <a:lnTo>
                                <a:pt x="3512" y="840"/>
                              </a:lnTo>
                              <a:lnTo>
                                <a:pt x="3461" y="892"/>
                              </a:lnTo>
                              <a:lnTo>
                                <a:pt x="3403" y="937"/>
                              </a:lnTo>
                              <a:lnTo>
                                <a:pt x="3340" y="973"/>
                              </a:lnTo>
                              <a:lnTo>
                                <a:pt x="3270" y="1000"/>
                              </a:lnTo>
                              <a:lnTo>
                                <a:pt x="3197" y="1017"/>
                              </a:lnTo>
                              <a:lnTo>
                                <a:pt x="3120" y="1023"/>
                              </a:lnTo>
                              <a:lnTo>
                                <a:pt x="3043" y="1017"/>
                              </a:lnTo>
                              <a:lnTo>
                                <a:pt x="2969" y="1000"/>
                              </a:lnTo>
                              <a:lnTo>
                                <a:pt x="2900" y="973"/>
                              </a:lnTo>
                              <a:lnTo>
                                <a:pt x="2836" y="937"/>
                              </a:lnTo>
                              <a:lnTo>
                                <a:pt x="2778" y="892"/>
                              </a:lnTo>
                              <a:lnTo>
                                <a:pt x="2728" y="840"/>
                              </a:lnTo>
                              <a:lnTo>
                                <a:pt x="2685" y="780"/>
                              </a:lnTo>
                              <a:lnTo>
                                <a:pt x="2642" y="840"/>
                              </a:lnTo>
                              <a:lnTo>
                                <a:pt x="2591" y="892"/>
                              </a:lnTo>
                              <a:lnTo>
                                <a:pt x="2534" y="937"/>
                              </a:lnTo>
                              <a:lnTo>
                                <a:pt x="2470" y="973"/>
                              </a:lnTo>
                              <a:lnTo>
                                <a:pt x="2401" y="1000"/>
                              </a:lnTo>
                              <a:lnTo>
                                <a:pt x="2327" y="1017"/>
                              </a:lnTo>
                              <a:lnTo>
                                <a:pt x="2250" y="1023"/>
                              </a:lnTo>
                              <a:lnTo>
                                <a:pt x="2173" y="1017"/>
                              </a:lnTo>
                              <a:lnTo>
                                <a:pt x="2099" y="1000"/>
                              </a:lnTo>
                              <a:lnTo>
                                <a:pt x="2030" y="973"/>
                              </a:lnTo>
                              <a:lnTo>
                                <a:pt x="1967" y="937"/>
                              </a:lnTo>
                              <a:lnTo>
                                <a:pt x="1909" y="892"/>
                              </a:lnTo>
                              <a:lnTo>
                                <a:pt x="1858" y="840"/>
                              </a:lnTo>
                              <a:lnTo>
                                <a:pt x="1815" y="780"/>
                              </a:lnTo>
                              <a:lnTo>
                                <a:pt x="1773" y="840"/>
                              </a:lnTo>
                              <a:lnTo>
                                <a:pt x="1722" y="892"/>
                              </a:lnTo>
                              <a:lnTo>
                                <a:pt x="1664" y="937"/>
                              </a:lnTo>
                              <a:lnTo>
                                <a:pt x="1600" y="973"/>
                              </a:lnTo>
                              <a:lnTo>
                                <a:pt x="1531" y="1000"/>
                              </a:lnTo>
                              <a:lnTo>
                                <a:pt x="1458" y="1017"/>
                              </a:lnTo>
                              <a:lnTo>
                                <a:pt x="1381" y="1023"/>
                              </a:lnTo>
                              <a:lnTo>
                                <a:pt x="1303" y="1017"/>
                              </a:lnTo>
                              <a:lnTo>
                                <a:pt x="1230" y="1000"/>
                              </a:lnTo>
                              <a:lnTo>
                                <a:pt x="1161" y="973"/>
                              </a:lnTo>
                              <a:lnTo>
                                <a:pt x="1097" y="937"/>
                              </a:lnTo>
                              <a:lnTo>
                                <a:pt x="1039" y="892"/>
                              </a:lnTo>
                              <a:lnTo>
                                <a:pt x="989" y="840"/>
                              </a:lnTo>
                              <a:lnTo>
                                <a:pt x="946" y="780"/>
                              </a:lnTo>
                              <a:lnTo>
                                <a:pt x="903" y="840"/>
                              </a:lnTo>
                              <a:lnTo>
                                <a:pt x="852" y="892"/>
                              </a:lnTo>
                              <a:lnTo>
                                <a:pt x="795" y="937"/>
                              </a:lnTo>
                              <a:lnTo>
                                <a:pt x="731" y="973"/>
                              </a:lnTo>
                              <a:lnTo>
                                <a:pt x="662" y="1000"/>
                              </a:lnTo>
                              <a:lnTo>
                                <a:pt x="588" y="1017"/>
                              </a:lnTo>
                              <a:lnTo>
                                <a:pt x="511" y="1023"/>
                              </a:lnTo>
                              <a:lnTo>
                                <a:pt x="436" y="1017"/>
                              </a:lnTo>
                              <a:lnTo>
                                <a:pt x="363" y="1001"/>
                              </a:lnTo>
                              <a:lnTo>
                                <a:pt x="296" y="975"/>
                              </a:lnTo>
                              <a:lnTo>
                                <a:pt x="233" y="940"/>
                              </a:lnTo>
                              <a:lnTo>
                                <a:pt x="176" y="897"/>
                              </a:lnTo>
                              <a:lnTo>
                                <a:pt x="125" y="847"/>
                              </a:lnTo>
                              <a:lnTo>
                                <a:pt x="82" y="790"/>
                              </a:lnTo>
                              <a:lnTo>
                                <a:pt x="47" y="727"/>
                              </a:lnTo>
                              <a:lnTo>
                                <a:pt x="21" y="659"/>
                              </a:lnTo>
                              <a:lnTo>
                                <a:pt x="5" y="587"/>
                              </a:lnTo>
                              <a:lnTo>
                                <a:pt x="0" y="511"/>
                              </a:lnTo>
                              <a:lnTo>
                                <a:pt x="5" y="436"/>
                              </a:lnTo>
                              <a:lnTo>
                                <a:pt x="21" y="363"/>
                              </a:lnTo>
                              <a:lnTo>
                                <a:pt x="47" y="296"/>
                              </a:lnTo>
                              <a:lnTo>
                                <a:pt x="82" y="233"/>
                              </a:lnTo>
                              <a:lnTo>
                                <a:pt x="125" y="176"/>
                              </a:lnTo>
                              <a:lnTo>
                                <a:pt x="176" y="125"/>
                              </a:lnTo>
                              <a:lnTo>
                                <a:pt x="233" y="82"/>
                              </a:lnTo>
                              <a:lnTo>
                                <a:pt x="296" y="47"/>
                              </a:lnTo>
                              <a:lnTo>
                                <a:pt x="363" y="21"/>
                              </a:lnTo>
                              <a:lnTo>
                                <a:pt x="436" y="5"/>
                              </a:lnTo>
                              <a:lnTo>
                                <a:pt x="5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2129"/>
                        </a:solidFill>
                        <a:ln w="38100" cap="flat" cmpd="sng">
                          <a:solidFill>
                            <a:srgbClr val="F9ECB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50800" dist="38100" dir="16200000" rotWithShape="0">
                            <a:prstClr val="black">
                              <a:alpha val="31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73.4pt;margin-top:221.1pt;height:51.15pt;width:268.55pt;z-index:251663360;mso-width-relative:page;mso-height-relative:page;" fillcolor="#E62129" filled="t" stroked="t" coordsize="5371,1023" o:gfxdata="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" path="m511,0l588,5,662,22,731,49,795,85,852,130,903,183,946,242,989,183,1039,130,1097,85,1161,49,1230,22,1303,5,1381,0,1458,5,1531,22,1600,49,1664,85,1722,130,1773,183,1815,242,1858,183,1909,130,1967,85,2030,49,2099,22,2173,5,2250,0,2327,5,2401,22,2470,49,2534,85,2591,130,2642,183,2685,242,2728,183,2778,130,2836,85,2900,49,2969,22,3043,5,3120,0,3197,5,3270,22,3340,49,3403,85,3461,130,3512,183,3554,242,3597,183,3648,130,3706,85,3769,49,3839,22,3912,5,3989,0,4066,5,4140,22,4209,49,4273,85,4331,130,4381,183,4424,242,4467,183,4518,130,4575,85,4639,49,4708,22,4782,5,4859,0,4934,5,5006,21,5074,47,5137,82,5194,125,5245,176,5288,233,5323,296,5349,363,5365,436,5370,511,5365,587,5349,659,5323,727,5288,790,5245,847,5194,897,5137,940,5074,975,5006,1001,4934,1017,4859,1023,4782,1017,4708,1000,4639,973,4575,937,4518,892,4467,840,4424,780,4381,840,4331,892,4273,937,4209,973,4140,1000,4066,1017,3989,1023,3912,1017,3839,1000,3769,973,3706,937,3648,892,3597,840,3554,780,3512,840,3461,892,3403,937,3340,973,3270,1000,3197,1017,3120,1023,3043,1017,2969,1000,2900,973,2836,937,2778,892,2728,840,2685,780,2642,840,2591,892,2534,937,2470,973,2401,1000,2327,1017,2250,1023,2173,1017,2099,1000,2030,973,1967,937,1909,892,1858,840,1815,780,1773,840,1722,892,1664,937,1600,973,1531,1000,1458,1017,1381,1023,1303,1017,1230,1000,1161,973,1097,937,1039,892,989,840,946,780,903,840,852,892,795,937,731,973,662,1000,588,1017,511,1023,436,1017,363,1001,296,975,233,940,176,897,125,847,82,790,47,727,21,659,5,587,0,511,5,436,21,363,47,296,82,233,125,176,176,125,233,82,296,47,363,21,436,5,511,0xe">
                <v:path textboxrect="0,0,5371,1023"/>
                <v:fill on="t" focussize="0,0"/>
                <v:stroke weight="3pt" color="#F9ECB7" joinstyle="round"/>
                <v:imagedata o:title=""/>
                <o:lock v:ext="edit" aspectratio="f"/>
                <v:shadow on="t" color="#000000" opacity="20316f" offset="0pt,-3pt" origin="0f,32768f" matrix="65536f,0f,0f,65536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485775</wp:posOffset>
                </wp:positionH>
                <wp:positionV relativeFrom="page">
                  <wp:posOffset>4051935</wp:posOffset>
                </wp:positionV>
                <wp:extent cx="6588125" cy="6228080"/>
                <wp:effectExtent l="139065" t="135255" r="149860" b="151765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125" cy="622808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375" h="9808">
                              <a:moveTo>
                                <a:pt x="433" y="0"/>
                              </a:moveTo>
                              <a:lnTo>
                                <a:pt x="9943" y="0"/>
                              </a:lnTo>
                              <a:lnTo>
                                <a:pt x="10020" y="7"/>
                              </a:lnTo>
                              <a:lnTo>
                                <a:pt x="10093" y="27"/>
                              </a:lnTo>
                              <a:lnTo>
                                <a:pt x="10161" y="59"/>
                              </a:lnTo>
                              <a:lnTo>
                                <a:pt x="10221" y="102"/>
                              </a:lnTo>
                              <a:lnTo>
                                <a:pt x="10273" y="154"/>
                              </a:lnTo>
                              <a:lnTo>
                                <a:pt x="10316" y="215"/>
                              </a:lnTo>
                              <a:lnTo>
                                <a:pt x="10348" y="282"/>
                              </a:lnTo>
                              <a:lnTo>
                                <a:pt x="10368" y="355"/>
                              </a:lnTo>
                              <a:lnTo>
                                <a:pt x="10375" y="432"/>
                              </a:lnTo>
                              <a:lnTo>
                                <a:pt x="10375" y="9376"/>
                              </a:lnTo>
                              <a:lnTo>
                                <a:pt x="10368" y="9453"/>
                              </a:lnTo>
                              <a:lnTo>
                                <a:pt x="10348" y="9526"/>
                              </a:lnTo>
                              <a:lnTo>
                                <a:pt x="10316" y="9594"/>
                              </a:lnTo>
                              <a:lnTo>
                                <a:pt x="10273" y="9654"/>
                              </a:lnTo>
                              <a:lnTo>
                                <a:pt x="10221" y="9706"/>
                              </a:lnTo>
                              <a:lnTo>
                                <a:pt x="10161" y="9749"/>
                              </a:lnTo>
                              <a:lnTo>
                                <a:pt x="10093" y="9781"/>
                              </a:lnTo>
                              <a:lnTo>
                                <a:pt x="10020" y="9801"/>
                              </a:lnTo>
                              <a:lnTo>
                                <a:pt x="9943" y="9808"/>
                              </a:lnTo>
                              <a:lnTo>
                                <a:pt x="433" y="9808"/>
                              </a:lnTo>
                              <a:lnTo>
                                <a:pt x="355" y="9801"/>
                              </a:lnTo>
                              <a:lnTo>
                                <a:pt x="282" y="9781"/>
                              </a:lnTo>
                              <a:lnTo>
                                <a:pt x="215" y="9749"/>
                              </a:lnTo>
                              <a:lnTo>
                                <a:pt x="154" y="9706"/>
                              </a:lnTo>
                              <a:lnTo>
                                <a:pt x="102" y="9654"/>
                              </a:lnTo>
                              <a:lnTo>
                                <a:pt x="60" y="9594"/>
                              </a:lnTo>
                              <a:lnTo>
                                <a:pt x="28" y="9526"/>
                              </a:lnTo>
                              <a:lnTo>
                                <a:pt x="7" y="9453"/>
                              </a:lnTo>
                              <a:lnTo>
                                <a:pt x="0" y="9376"/>
                              </a:lnTo>
                              <a:lnTo>
                                <a:pt x="0" y="432"/>
                              </a:lnTo>
                              <a:lnTo>
                                <a:pt x="7" y="355"/>
                              </a:lnTo>
                              <a:lnTo>
                                <a:pt x="28" y="282"/>
                              </a:lnTo>
                              <a:lnTo>
                                <a:pt x="60" y="215"/>
                              </a:lnTo>
                              <a:lnTo>
                                <a:pt x="102" y="154"/>
                              </a:lnTo>
                              <a:lnTo>
                                <a:pt x="154" y="102"/>
                              </a:lnTo>
                              <a:lnTo>
                                <a:pt x="215" y="59"/>
                              </a:lnTo>
                              <a:lnTo>
                                <a:pt x="282" y="27"/>
                              </a:lnTo>
                              <a:lnTo>
                                <a:pt x="355" y="7"/>
                              </a:lnTo>
                              <a:lnTo>
                                <a:pt x="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2129"/>
                        </a:solidFill>
                        <a:ln w="38100" cap="flat" cmpd="sng">
                          <a:solidFill>
                            <a:srgbClr val="F9ECB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31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8.25pt;margin-top:319.05pt;height:490.4pt;width:518.75pt;mso-position-horizontal-relative:page;mso-position-vertical-relative:page;z-index:251662336;mso-width-relative:page;mso-height-relative:page;" fillcolor="#E62129" filled="t" stroked="t" coordsize="10375,9808" o:gfxdata="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BkVKrPaAAAADAEAAA8AAAAAAAAAAQAgAAAAIgAAAGRycy9kb3ducmV2LnhtbFBLAQIUABQA&#10;AAAIAIdO4kCROKG1tgMAAMELAAAOAAAAAAAAAAEAIAAAACkBAABkcnMvZTJvRG9jLnhtbFBLBQYA&#10;AAAABgAGAFkBAABRBwAAAAA=&#10;" path="m433,0l9943,0,10020,7,10093,27,10161,59,10221,102,10273,154,10316,215,10348,282,10368,355,10375,432,10375,9376,10368,9453,10348,9526,10316,9594,10273,9654,10221,9706,10161,9749,10093,9781,10020,9801,9943,9808,433,9808,355,9801,282,9781,215,9749,154,9706,102,9654,60,9594,28,9526,7,9453,0,9376,0,432,7,355,28,282,60,215,102,154,154,102,215,59,282,27,355,7,433,0xe">
                <v:path textboxrect="0,0,10375,9808"/>
                <v:fill on="t" focussize="0,0"/>
                <v:stroke weight="3pt" color="#F9ECB7" joinstyle="round"/>
                <v:imagedata o:title=""/>
                <o:lock v:ext="edit" aspectratio="f"/>
                <v:shadow on="t" type="perspective" color="#000000" opacity="20316f" offset="0pt,0pt" origin="0f,0f" matrix="66847f,0f,0f,66847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-981075</wp:posOffset>
            </wp:positionH>
            <wp:positionV relativeFrom="paragraph">
              <wp:posOffset>-993140</wp:posOffset>
            </wp:positionV>
            <wp:extent cx="7236460" cy="2236470"/>
            <wp:effectExtent l="0" t="0" r="2540" b="11430"/>
            <wp:wrapNone/>
            <wp:docPr id="3" name="图片 3" descr="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36460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-49568100</wp:posOffset>
                </wp:positionV>
                <wp:extent cx="7560310" cy="108000165"/>
                <wp:effectExtent l="0" t="0" r="2540" b="1333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7135" y="1410970"/>
                          <a:ext cx="7560310" cy="108000165"/>
                        </a:xfrm>
                        <a:prstGeom prst="rect">
                          <a:avLst/>
                        </a:prstGeom>
                        <a:solidFill>
                          <a:srgbClr val="AA0C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3903pt;height:8503.95pt;width:595.3pt;z-index:251659264;v-text-anchor:middle;mso-width-relative:page;mso-height-relative:page;" fillcolor="#AA0C01" filled="t" stroked="f" coordsize="21600,21600" o:gfxdata="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FK9pM7aAAAAEAEAAA8AAAAAAAAAAQAgAAAA&#10;IgAAAGRycy9kb3ducmV2LnhtbFBLAQIUABQAAAAIAIdO4kAgeIEgewIAANoEAAAOAAAAAAAAAAEA&#10;IAAAACkBAABkcnMvZTJvRG9jLnhtbFBLBQYAAAAABgAGAFkBAAAW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269240</wp:posOffset>
                </wp:positionH>
                <wp:positionV relativeFrom="paragraph">
                  <wp:posOffset>8138795</wp:posOffset>
                </wp:positionV>
                <wp:extent cx="4735830" cy="92202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83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00" w:lineRule="exact"/>
                              <w:jc w:val="center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36"/>
                                <w:szCs w:val="36"/>
                                <w:lang w:val="en-US"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36"/>
                                <w:szCs w:val="36"/>
                                <w:lang w:val="en-US"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某某某公司恭祝大家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00" w:lineRule="exact"/>
                              <w:jc w:val="both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36"/>
                                <w:szCs w:val="36"/>
                                <w:lang w:val="en-US"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36"/>
                                <w:szCs w:val="36"/>
                                <w:lang w:val="en-US" w:eastAsia="zh-CN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新年快乐、阖家欢乐、幸福安康、万事如意。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2pt;margin-top:640.85pt;height:72.6pt;width:372.9pt;z-index:251668480;mso-width-relative:page;mso-height-relative:page;" filled="f" stroked="f" coordsize="21600,21600" o:gfxdata="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5plHAdwAAAAMAQAADwAAAAAAAAABACAAAAAi&#10;AAAAZHJzL2Rvd25yZXYueG1sUEsBAhQAFAAAAAgAh07iQD0Abyo/AgAAaA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00" w:lineRule="exact"/>
                        <w:jc w:val="center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36"/>
                          <w:szCs w:val="36"/>
                          <w:lang w:val="en-US"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36"/>
                          <w:szCs w:val="36"/>
                          <w:lang w:val="en-US"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某某某公司恭祝大家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00" w:lineRule="exact"/>
                        <w:jc w:val="both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36"/>
                          <w:szCs w:val="36"/>
                          <w:lang w:val="en-US"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36"/>
                          <w:szCs w:val="36"/>
                          <w:lang w:val="en-US" w:eastAsia="zh-CN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新年快乐、阖家欢乐、幸福安康、万事如意。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汉仪中黑简" w:hAnsi="汉仪中黑简" w:eastAsia="汉仪中黑简" w:cs="汉仪中黑简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3353435</wp:posOffset>
                </wp:positionV>
                <wp:extent cx="6066790" cy="473265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6790" cy="4732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both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公司全体员工：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firstLine="640" w:firstLineChars="200"/>
                              <w:jc w:val="both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 w:val="0"/>
                                <w:bCs w:val="0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2022年春节即将到来，根据国家节假日放假有关规定，结合公司实际情况，现将2022年春节放假通知事项安排如下：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60" w:lineRule="exact"/>
                              <w:jc w:val="center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  <w:t>——放假时间——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60" w:lineRule="exact"/>
                              <w:jc w:val="center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  <w:t>1月31日(周三)至2月6日(周日)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860" w:lineRule="exact"/>
                              <w:jc w:val="center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  <w:t>共放假7天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860" w:lineRule="exact"/>
                              <w:jc w:val="center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b/>
                                <w:bCs/>
                                <w:color w:val="F9ECB7"/>
                                <w:sz w:val="56"/>
                                <w:szCs w:val="56"/>
                                <w:lang w:val="en-US" w:eastAsia="zh-CN"/>
                              </w:rPr>
                              <w:t>2月7日(周一)正式上班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汉仪宋韵朗黑W" w:hAnsi="汉仪宋韵朗黑W" w:eastAsia="汉仪宋韵朗黑W" w:cs="汉仪宋韵朗黑W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宋韵朗黑W" w:hAnsi="汉仪宋韵朗黑W" w:eastAsia="汉仪宋韵朗黑W" w:cs="汉仪宋韵朗黑W"/>
                                <w:color w:val="0D0D0D" w:themeColor="text1" w:themeTint="F2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请全体员工提前做好工作生活，妥善安排好值班工作，要确保门窗和落锁关闭电源及水龙头等，做好防火防盗的预防措施，节日期间注意自安全，减少聚集，加强个人防护，度过一个欢乐、祥和健康的节日假期。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2pt;margin-top:264.05pt;height:372.65pt;width:477.7pt;z-index:251667456;mso-width-relative:page;mso-height-relative:page;" filled="f" stroked="f" coordsize="21600,21600" o:gfxdata="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779z53QAAAAwBAAAPAAAAAAAAAAEAIAAAACIA&#10;AABkcnMvZG93bnJldi54bWxQSwECFAAUAAAACACHTuJA6kknpD0CAABp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both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公司全体员工：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firstLine="640" w:firstLineChars="200"/>
                        <w:jc w:val="both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 w:val="0"/>
                          <w:bCs w:val="0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2022年春节即将到来，根据国家节假日放假有关规定，结合公司实际情况，现将2022年春节放假通知事项安排如下：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60" w:lineRule="exact"/>
                        <w:jc w:val="center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  <w:t>——放假时间——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60" w:lineRule="exact"/>
                        <w:jc w:val="center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  <w:t>1月31日(周三)至2月6日(周日)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860" w:lineRule="exact"/>
                        <w:jc w:val="center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  <w:t>共放假7天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860" w:lineRule="exact"/>
                        <w:jc w:val="center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b/>
                          <w:bCs/>
                          <w:color w:val="F9ECB7"/>
                          <w:sz w:val="56"/>
                          <w:szCs w:val="56"/>
                          <w:lang w:val="en-US" w:eastAsia="zh-CN"/>
                        </w:rPr>
                        <w:t>2月7日(周一)正式上班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汉仪宋韵朗黑W" w:hAnsi="汉仪宋韵朗黑W" w:eastAsia="汉仪宋韵朗黑W" w:cs="汉仪宋韵朗黑W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宋韵朗黑W" w:hAnsi="汉仪宋韵朗黑W" w:eastAsia="汉仪宋韵朗黑W" w:cs="汉仪宋韵朗黑W"/>
                          <w:color w:val="0D0D0D" w:themeColor="text1" w:themeTint="F2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请全体员工提前做好工作生活，妥善安排好值班工作，要确保门窗和落锁关闭电源及水龙头等，做好防火防盗的预防措施，节日期间注意自安全，减少聚集，加强个人防护，度过一个欢乐、祥和健康的节日假期。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7F1E8B43-08FA-4CC1-9C11-FFCBD1104D5D}"/>
  </w:font>
  <w:font w:name="汉仪雅酷黑 65W">
    <w:panose1 w:val="020B0604020202020204"/>
    <w:charset w:val="86"/>
    <w:family w:val="auto"/>
    <w:pitch w:val="default"/>
    <w:sig w:usb0="A00002FF" w:usb1="28C17CFA" w:usb2="00000016" w:usb3="00000000" w:csb0="2004000F" w:csb1="00000000"/>
    <w:embedRegular r:id="rId2" w:fontKey="{6C09E05C-859B-4A2F-8906-9C7F85BC5DC6}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  <w:embedRegular r:id="rId3" w:fontKey="{BAA9F185-445B-4B49-84CF-10F06857CE26}"/>
  </w:font>
  <w:font w:name="汉仪宋韵朗黑W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4" w:fontKey="{D3A0A98C-873E-4E75-B7C1-71459F30E352}"/>
  </w:font>
  <w:font w:name="汉仪中黑简">
    <w:panose1 w:val="02010609000101010101"/>
    <w:charset w:val="86"/>
    <w:family w:val="auto"/>
    <w:pitch w:val="default"/>
    <w:sig w:usb0="00000001" w:usb1="080E0800" w:usb2="00000002" w:usb3="00000000" w:csb0="00040000" w:csb1="00000000"/>
    <w:embedRegular r:id="rId5" w:fontKey="{B9A01757-8420-465D-B1DE-3D86DC85574D}"/>
  </w:font>
  <w:font w:name="汉仪中黑S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12DDB"/>
    <w:rsid w:val="095603CD"/>
    <w:rsid w:val="107E4957"/>
    <w:rsid w:val="18B8127A"/>
    <w:rsid w:val="1A612CA1"/>
    <w:rsid w:val="20722AD9"/>
    <w:rsid w:val="21FD21CE"/>
    <w:rsid w:val="223D670F"/>
    <w:rsid w:val="250E35B1"/>
    <w:rsid w:val="3D3975BA"/>
    <w:rsid w:val="40162DDB"/>
    <w:rsid w:val="41393E2E"/>
    <w:rsid w:val="41774B95"/>
    <w:rsid w:val="4B1623A0"/>
    <w:rsid w:val="57F43A5E"/>
    <w:rsid w:val="628E5DB0"/>
    <w:rsid w:val="633540CC"/>
    <w:rsid w:val="6EC3051F"/>
    <w:rsid w:val="75BB6901"/>
    <w:rsid w:val="7D91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332a61d5-633b-4c9f-b3fc-283c6cd047ba\2022&#26149;&#33410;&#25918;&#20551;&#36890;&#3069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2022春节放假通知.docx</Template>
  <Company>巴南区委办</Company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2022-01-11T03:16:00Z</dcterms:created>
  <dc:creator>铭</dc:creator>
  <cp:lastModifiedBy>铭</cp:lastModifiedBy>
  <dcterms:modified xsi:type="dcterms:W3CDTF">2022-01-11T03:20:26Z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61A4DB51C1704EBDA61817CCC6AB5CF4</vt:lpwstr>
  </property>
  <property fmtid="{D5CDD505-2E9C-101B-9397-08002B2CF9AE}" pid="4" name="KSOTemplateUUID">
    <vt:lpwstr>v1.0_mb_xuQ8c4sTl5RcL0IKHYotsw==</vt:lpwstr>
  </property>
</Properties>
</file>