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44"/>
          <w:szCs w:val="4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44"/>
          <w:szCs w:val="44"/>
        </w:rPr>
        <w:t>顶岗实习证明</w:t>
      </w:r>
    </w:p>
    <w:bookmarkEnd w:id="0"/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  <w:t>兹有_______________学校_________学院__________专业________同学于______年____月____日至______年____月____日在__________________顶岗实习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  <w:t>该生在实习期间严格遵守本公司的各项规章管理办法，在工作期间认真负责，积极服从公司安排，在自己的实习岗位中能充分发挥自己的特长，展现出较强的工作能力和沟通协调能力。与公司同事和睦相处、关系融洽，乐于帮助他们，主动分担工作，得到了公司领导和同事的一致认可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  <w:t>特此证明！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  <w:t xml:space="preserve">                              实习单位（盖章）：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</w:rPr>
        <w:t xml:space="preserve">                              年    月    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仓耳缥缈体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华康雅宋体W9(P)">
    <w:panose1 w:val="02020900000000000000"/>
    <w:charset w:val="86"/>
    <w:family w:val="auto"/>
    <w:pitch w:val="default"/>
    <w:sig w:usb0="00000001" w:usb1="08010000" w:usb2="00000012" w:usb3="00000000" w:csb0="00040000" w:csb1="00000000"/>
  </w:font>
  <w:font w:name="胡晓波美心常规体  QQ:371136753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段宁毛笔行书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百度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sterbro Light">
    <w:panose1 w:val="02000300060000020004"/>
    <w:charset w:val="00"/>
    <w:family w:val="auto"/>
    <w:pitch w:val="default"/>
    <w:sig w:usb0="800002A7" w:usb1="5000006B" w:usb2="00000000" w:usb3="00000000" w:csb0="2000019F" w:csb1="00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bordersDoNotSurroundHeader w:val="1"/>
  <w:bordersDoNotSurroundFooter w:val="1"/>
  <w:attachedTemplate r:id="rId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53729"/>
    <w:rsid w:val="00323B43"/>
    <w:rsid w:val="003D37D8"/>
    <w:rsid w:val="00426133"/>
    <w:rsid w:val="004358AB"/>
    <w:rsid w:val="004407CD"/>
    <w:rsid w:val="00465CEF"/>
    <w:rsid w:val="005433F9"/>
    <w:rsid w:val="006479B1"/>
    <w:rsid w:val="00745F51"/>
    <w:rsid w:val="007E01F3"/>
    <w:rsid w:val="008B7726"/>
    <w:rsid w:val="00991BEC"/>
    <w:rsid w:val="00AD0C07"/>
    <w:rsid w:val="00C45208"/>
    <w:rsid w:val="00CE053B"/>
    <w:rsid w:val="00D31D50"/>
    <w:rsid w:val="36953729"/>
    <w:rsid w:val="59D7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9225ed6d-d264-4357-97ca-b266d993b482\&#39030;&#23703;&#23454;&#20064;&#35777;&#2612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顶岗实习证明.docx</Template>
  <Company>巴南区委办</Company>
  <Pages>1</Pages>
  <Words>183</Words>
  <Characters>260</Characters>
  <Lines>16</Lines>
  <Paragraphs>6</Paragraphs>
  <TotalTime>2</TotalTime>
  <ScaleCrop>false</ScaleCrop>
  <LinksUpToDate>false</LinksUpToDate>
  <CharactersWithSpaces>328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2022-01-14T09:07:00Z</dcterms:created>
  <dc:creator>铭</dc:creator>
  <cp:lastModifiedBy>铭</cp:lastModifiedBy>
  <dcterms:modified xsi:type="dcterms:W3CDTF">2022-01-14T09:09:38Z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v1.0_mb_70O/KPyVeOWhtg7dobUbYA==</vt:lpwstr>
  </property>
  <property fmtid="{D5CDD505-2E9C-101B-9397-08002B2CF9AE}" pid="4" name="ICV">
    <vt:lpwstr>0A487B48E52D44268448321F7FC7117D</vt:lpwstr>
  </property>
</Properties>
</file>