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textAlignment w:val="auto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default"/>
          <w:color w:val="FFFFFF" w:themeColor="background1"/>
          <w:sz w:val="52"/>
          <w:szCs w:val="52"/>
          <w:lang w:val="en-US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-560705</wp:posOffset>
                </wp:positionH>
                <wp:positionV relativeFrom="paragraph">
                  <wp:posOffset>-562610</wp:posOffset>
                </wp:positionV>
                <wp:extent cx="7576820" cy="1291590"/>
                <wp:effectExtent l="0" t="0" r="5080" b="381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52195" y="690880"/>
                          <a:ext cx="7576820" cy="129159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4.15pt;margin-top:-44.3pt;height:101.7pt;width:596.6pt;z-index:-251657216;v-text-anchor:middle;mso-width-relative:page;mso-height-relative:page;" fillcolor="#2E75B6 [2404]" filled="t" stroked="f" coordsize="21600,21600" o:gfxdata="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XyTX22QAAAAwBAAAP&#10;AAAAAAAAAAEAIAAAACIAAABkcnMvZG93bnJldi54bWxQSwECFAAUAAAACACHTuJA2cBwFokCAAD7&#10;BAAADgAAAAAAAAABACAAAAAoAQAAZHJzL2Uyb0RvYy54bWxQSwUGAAAAAAYABgBZAQAAIwY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/>
          <w:b/>
          <w:bCs/>
          <w:color w:val="FFFFFF" w:themeColor="background1"/>
          <w:sz w:val="30"/>
          <w:szCs w:val="30"/>
          <w:lang w:val="en-US" w:eastAsia="zh-CN"/>
          <w14:textFill>
            <w14:solidFill>
              <w14:schemeClr w14:val="bg1"/>
            </w14:solidFill>
          </w14:textFill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5069840</wp:posOffset>
            </wp:positionH>
            <wp:positionV relativeFrom="paragraph">
              <wp:posOffset>-190500</wp:posOffset>
            </wp:positionV>
            <wp:extent cx="1441450" cy="1631950"/>
            <wp:effectExtent l="0" t="0" r="6350" b="6350"/>
            <wp:wrapNone/>
            <wp:docPr id="24" name="图片 24" descr="04-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04-灰"/>
                    <pic:cNvPicPr>
                      <a:picLocks noChangeAspect="1"/>
                    </pic:cNvPicPr>
                  </pic:nvPicPr>
                  <pic:blipFill>
                    <a:blip r:embed="rId4"/>
                    <a:srcRect l="5837" r="5837"/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163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color w:val="FFFFFF" w:themeColor="background1"/>
          <w:sz w:val="52"/>
          <w:lang w:val="en-US"/>
          <w14:textFill>
            <w14:solidFill>
              <w14:schemeClr w14:val="bg1"/>
            </w14:solidFill>
          </w14:textFill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1280795</wp:posOffset>
                </wp:positionH>
                <wp:positionV relativeFrom="paragraph">
                  <wp:posOffset>198120</wp:posOffset>
                </wp:positionV>
                <wp:extent cx="1428750" cy="304800"/>
                <wp:effectExtent l="6350" t="6350" r="12700" b="12700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0370" y="572770"/>
                          <a:ext cx="1428750" cy="304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00.85pt;margin-top:15.6pt;height:24pt;width:112.5pt;z-index:-251639808;v-text-anchor:middle;mso-width-relative:page;mso-height-relative:page;" fillcolor="#FFFFFF [3212]" filled="t" stroked="t" coordsize="21600,21600" arcsize="0.5" o:gfxdata="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GhgEA7aAAAACQEAAA8AAAAAAAAAAQAgAAAAIgAAAGRycy9kb3ducmV2LnhtbFBLAQIUABQA&#10;AAAIAIdO4kDw+mXymQIAADYFAAAOAAAAAAAAAAEAIAAAACkBAABkcnMvZTJvRG9jLnhtbFBLBQYA&#10;AAAABgAGAFkBAAA0BgAAAAA=&#10;">
                <v:fill on="t" focussize="0,0"/>
                <v:stroke weight="1pt" color="#FFFFFF [3212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  <w:color w:val="FFFFFF" w:themeColor="background1"/>
          <w:sz w:val="52"/>
          <w:szCs w:val="52"/>
          <w:lang w:val="en-US" w:eastAsia="zh-CN"/>
          <w14:textFill>
            <w14:solidFill>
              <w14:schemeClr w14:val="bg1"/>
            </w14:solidFill>
          </w14:textFill>
        </w:rPr>
        <w:t>小  向</w:t>
      </w:r>
      <w:r>
        <w:rPr>
          <w:rFonts w:hint="eastAsia"/>
          <w:b/>
          <w:bCs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8"/>
          <w:szCs w:val="28"/>
          <w:lang w:val="en-US" w:eastAsia="zh-CN"/>
        </w:rPr>
        <w:t>求职意向：运营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textAlignment w:val="auto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-175895</wp:posOffset>
                </wp:positionH>
                <wp:positionV relativeFrom="paragraph">
                  <wp:posOffset>130175</wp:posOffset>
                </wp:positionV>
                <wp:extent cx="0" cy="8982075"/>
                <wp:effectExtent l="5080" t="0" r="13970" b="9525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8950" y="1094105"/>
                          <a:ext cx="0" cy="89820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3.85pt;margin-top:10.25pt;height:707.25pt;width:0pt;z-index:251660288;mso-width-relative:page;mso-height-relative:page;" filled="f" stroked="t" coordsize="21600,21600" o:gfxdata="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Nm5PObXAAAACwEAAA8AAAAAAAAAAQAgAAAAIgAAAGRy&#10;cy9kb3ducmV2LnhtbFBLAQIUABQAAAAIAIdO4kAn6DmzBgIAAOADAAAOAAAAAAAAAAEAIAAAACYB&#10;AABkcnMvZTJvRG9jLnhtbFBLBQYAAAAABgAGAFkBAACeBQAAAAA=&#10;">
                <v:fill on="f" focussize="0,0"/>
                <v:stroke weight="0.5pt" color="#2E75B6 [24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textAlignment w:val="auto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姓名：向开阳     出生年月：1992.8      电话：15918356421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textAlignment w:val="auto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学历：本科       意向城市：广州        邮箱：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fldChar w:fldCharType="begin"/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instrText xml:space="preserve"> HYPERLINK "mailto:348846352@qq.com" </w:instrTex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fldChar w:fldCharType="separate"/>
      </w:r>
      <w:r>
        <w:rPr>
          <w:rStyle w:val="7"/>
          <w:rFonts w:hint="eastAsia"/>
          <w:color w:val="auto"/>
          <w:sz w:val="24"/>
          <w:szCs w:val="24"/>
          <w:u w:val="none"/>
          <w:lang w:val="en-US" w:eastAsia="zh-CN"/>
        </w:rPr>
        <w:t>348846352@qq.com</w:t>
      </w:r>
      <w:r>
        <w:rPr>
          <w:rFonts w:hint="eastAsia"/>
          <w:color w:val="auto"/>
          <w:sz w:val="24"/>
          <w:szCs w:val="24"/>
          <w:u w:val="none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firstLine="320" w:firstLineChars="100"/>
        <w:jc w:val="both"/>
        <w:textAlignment w:val="auto"/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1083310</wp:posOffset>
                </wp:positionH>
                <wp:positionV relativeFrom="paragraph">
                  <wp:posOffset>212090</wp:posOffset>
                </wp:positionV>
                <wp:extent cx="5455920" cy="0"/>
                <wp:effectExtent l="0" t="12700" r="11430" b="1587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193165" y="2486660"/>
                          <a:ext cx="545592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>
                              <a:lumMod val="75000"/>
                            </a:schemeClr>
                          </a:solidFill>
                          <a:headEnd type="non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5.3pt;margin-top:16.7pt;height:0pt;width:429.6pt;z-index:251671552;mso-width-relative:page;mso-height-relative:page;" filled="f" stroked="t" coordsize="21600,21600" o:gfxdata="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AWzpAfVAAAACgEA&#10;AA8AAAAAAAAAAQAgAAAAIgAAAGRycy9kb3ducmV2LnhtbFBLAQIUABQAAAAIAIdO4kD+tknMHQIA&#10;ABIEAAAOAAAAAAAAAAEAIAAAACQBAABkcnMvZTJvRG9jLnhtbFBLBQYAAAAABgAGAFkBAACzBQAA&#10;AAA=&#10;">
                <v:fill on="f" focussize="0,0"/>
                <v:stroke weight="2pt" color="#2E75B6 [24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-289560</wp:posOffset>
                </wp:positionH>
                <wp:positionV relativeFrom="paragraph">
                  <wp:posOffset>146685</wp:posOffset>
                </wp:positionV>
                <wp:extent cx="241935" cy="140970"/>
                <wp:effectExtent l="0" t="0" r="5715" b="12065"/>
                <wp:wrapNone/>
                <wp:docPr id="48" name="Freeform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41935" cy="140970"/>
                        </a:xfrm>
                        <a:custGeom>
                          <a:avLst/>
                          <a:gdLst>
                            <a:gd name="T0" fmla="*/ 712 w 739"/>
                            <a:gd name="T1" fmla="*/ 36 h 492"/>
                            <a:gd name="T2" fmla="*/ 712 w 739"/>
                            <a:gd name="T3" fmla="*/ 404 h 492"/>
                            <a:gd name="T4" fmla="*/ 702 w 739"/>
                            <a:gd name="T5" fmla="*/ 404 h 492"/>
                            <a:gd name="T6" fmla="*/ 678 w 739"/>
                            <a:gd name="T7" fmla="*/ 403 h 492"/>
                            <a:gd name="T8" fmla="*/ 373 w 739"/>
                            <a:gd name="T9" fmla="*/ 480 h 492"/>
                            <a:gd name="T10" fmla="*/ 369 w 739"/>
                            <a:gd name="T11" fmla="*/ 482 h 492"/>
                            <a:gd name="T12" fmla="*/ 365 w 739"/>
                            <a:gd name="T13" fmla="*/ 480 h 492"/>
                            <a:gd name="T14" fmla="*/ 60 w 739"/>
                            <a:gd name="T15" fmla="*/ 403 h 492"/>
                            <a:gd name="T16" fmla="*/ 37 w 739"/>
                            <a:gd name="T17" fmla="*/ 404 h 492"/>
                            <a:gd name="T18" fmla="*/ 26 w 739"/>
                            <a:gd name="T19" fmla="*/ 404 h 492"/>
                            <a:gd name="T20" fmla="*/ 26 w 739"/>
                            <a:gd name="T21" fmla="*/ 36 h 492"/>
                            <a:gd name="T22" fmla="*/ 0 w 739"/>
                            <a:gd name="T23" fmla="*/ 36 h 492"/>
                            <a:gd name="T24" fmla="*/ 0 w 739"/>
                            <a:gd name="T25" fmla="*/ 418 h 492"/>
                            <a:gd name="T26" fmla="*/ 369 w 739"/>
                            <a:gd name="T27" fmla="*/ 492 h 492"/>
                            <a:gd name="T28" fmla="*/ 739 w 739"/>
                            <a:gd name="T29" fmla="*/ 418 h 492"/>
                            <a:gd name="T30" fmla="*/ 739 w 739"/>
                            <a:gd name="T31" fmla="*/ 36 h 492"/>
                            <a:gd name="T32" fmla="*/ 712 w 739"/>
                            <a:gd name="T33" fmla="*/ 36 h 492"/>
                            <a:gd name="T34" fmla="*/ 357 w 739"/>
                            <a:gd name="T35" fmla="*/ 418 h 492"/>
                            <a:gd name="T36" fmla="*/ 357 w 739"/>
                            <a:gd name="T37" fmla="*/ 82 h 492"/>
                            <a:gd name="T38" fmla="*/ 101 w 739"/>
                            <a:gd name="T39" fmla="*/ 2 h 492"/>
                            <a:gd name="T40" fmla="*/ 101 w 739"/>
                            <a:gd name="T41" fmla="*/ 352 h 492"/>
                            <a:gd name="T42" fmla="*/ 111 w 739"/>
                            <a:gd name="T43" fmla="*/ 352 h 492"/>
                            <a:gd name="T44" fmla="*/ 357 w 739"/>
                            <a:gd name="T45" fmla="*/ 418 h 492"/>
                            <a:gd name="T46" fmla="*/ 638 w 739"/>
                            <a:gd name="T47" fmla="*/ 352 h 492"/>
                            <a:gd name="T48" fmla="*/ 638 w 739"/>
                            <a:gd name="T49" fmla="*/ 2 h 492"/>
                            <a:gd name="T50" fmla="*/ 382 w 739"/>
                            <a:gd name="T51" fmla="*/ 82 h 492"/>
                            <a:gd name="T52" fmla="*/ 382 w 739"/>
                            <a:gd name="T53" fmla="*/ 418 h 492"/>
                            <a:gd name="T54" fmla="*/ 628 w 739"/>
                            <a:gd name="T55" fmla="*/ 352 h 492"/>
                            <a:gd name="T56" fmla="*/ 638 w 739"/>
                            <a:gd name="T57" fmla="*/ 352 h 492"/>
                            <a:gd name="T58" fmla="*/ 369 w 739"/>
                            <a:gd name="T59" fmla="*/ 473 h 492"/>
                            <a:gd name="T60" fmla="*/ 695 w 739"/>
                            <a:gd name="T61" fmla="*/ 395 h 492"/>
                            <a:gd name="T62" fmla="*/ 695 w 739"/>
                            <a:gd name="T63" fmla="*/ 7 h 492"/>
                            <a:gd name="T64" fmla="*/ 655 w 739"/>
                            <a:gd name="T65" fmla="*/ 7 h 492"/>
                            <a:gd name="T66" fmla="*/ 655 w 739"/>
                            <a:gd name="T67" fmla="*/ 370 h 492"/>
                            <a:gd name="T68" fmla="*/ 645 w 739"/>
                            <a:gd name="T69" fmla="*/ 370 h 492"/>
                            <a:gd name="T70" fmla="*/ 626 w 739"/>
                            <a:gd name="T71" fmla="*/ 369 h 492"/>
                            <a:gd name="T72" fmla="*/ 376 w 739"/>
                            <a:gd name="T73" fmla="*/ 441 h 492"/>
                            <a:gd name="T74" fmla="*/ 369 w 739"/>
                            <a:gd name="T75" fmla="*/ 445 h 492"/>
                            <a:gd name="T76" fmla="*/ 363 w 739"/>
                            <a:gd name="T77" fmla="*/ 441 h 492"/>
                            <a:gd name="T78" fmla="*/ 113 w 739"/>
                            <a:gd name="T79" fmla="*/ 369 h 492"/>
                            <a:gd name="T80" fmla="*/ 93 w 739"/>
                            <a:gd name="T81" fmla="*/ 370 h 492"/>
                            <a:gd name="T82" fmla="*/ 83 w 739"/>
                            <a:gd name="T83" fmla="*/ 370 h 492"/>
                            <a:gd name="T84" fmla="*/ 83 w 739"/>
                            <a:gd name="T85" fmla="*/ 7 h 492"/>
                            <a:gd name="T86" fmla="*/ 44 w 739"/>
                            <a:gd name="T87" fmla="*/ 7 h 492"/>
                            <a:gd name="T88" fmla="*/ 44 w 739"/>
                            <a:gd name="T89" fmla="*/ 395 h 492"/>
                            <a:gd name="T90" fmla="*/ 369 w 739"/>
                            <a:gd name="T91" fmla="*/ 473 h 4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739" h="492">
                              <a:moveTo>
                                <a:pt x="712" y="36"/>
                              </a:moveTo>
                              <a:lnTo>
                                <a:pt x="712" y="404"/>
                              </a:lnTo>
                              <a:lnTo>
                                <a:pt x="702" y="404"/>
                              </a:lnTo>
                              <a:cubicBezTo>
                                <a:pt x="694" y="404"/>
                                <a:pt x="686" y="403"/>
                                <a:pt x="678" y="403"/>
                              </a:cubicBezTo>
                              <a:cubicBezTo>
                                <a:pt x="576" y="403"/>
                                <a:pt x="467" y="430"/>
                                <a:pt x="373" y="480"/>
                              </a:cubicBezTo>
                              <a:lnTo>
                                <a:pt x="369" y="482"/>
                              </a:lnTo>
                              <a:lnTo>
                                <a:pt x="365" y="480"/>
                              </a:lnTo>
                              <a:cubicBezTo>
                                <a:pt x="271" y="430"/>
                                <a:pt x="163" y="403"/>
                                <a:pt x="60" y="403"/>
                              </a:cubicBezTo>
                              <a:cubicBezTo>
                                <a:pt x="52" y="403"/>
                                <a:pt x="45" y="404"/>
                                <a:pt x="37" y="404"/>
                              </a:cubicBezTo>
                              <a:lnTo>
                                <a:pt x="26" y="404"/>
                              </a:lnTo>
                              <a:lnTo>
                                <a:pt x="26" y="36"/>
                              </a:lnTo>
                              <a:cubicBezTo>
                                <a:pt x="17" y="36"/>
                                <a:pt x="9" y="36"/>
                                <a:pt x="0" y="36"/>
                              </a:cubicBezTo>
                              <a:lnTo>
                                <a:pt x="0" y="418"/>
                              </a:lnTo>
                              <a:cubicBezTo>
                                <a:pt x="123" y="415"/>
                                <a:pt x="254" y="442"/>
                                <a:pt x="369" y="492"/>
                              </a:cubicBezTo>
                              <a:cubicBezTo>
                                <a:pt x="484" y="442"/>
                                <a:pt x="616" y="415"/>
                                <a:pt x="739" y="418"/>
                              </a:cubicBezTo>
                              <a:lnTo>
                                <a:pt x="739" y="36"/>
                              </a:lnTo>
                              <a:cubicBezTo>
                                <a:pt x="730" y="36"/>
                                <a:pt x="721" y="36"/>
                                <a:pt x="712" y="36"/>
                              </a:cubicBezTo>
                              <a:close/>
                              <a:moveTo>
                                <a:pt x="357" y="418"/>
                              </a:moveTo>
                              <a:lnTo>
                                <a:pt x="357" y="82"/>
                              </a:lnTo>
                              <a:cubicBezTo>
                                <a:pt x="277" y="28"/>
                                <a:pt x="186" y="0"/>
                                <a:pt x="101" y="2"/>
                              </a:cubicBezTo>
                              <a:lnTo>
                                <a:pt x="101" y="352"/>
                              </a:lnTo>
                              <a:cubicBezTo>
                                <a:pt x="104" y="352"/>
                                <a:pt x="107" y="352"/>
                                <a:pt x="111" y="352"/>
                              </a:cubicBezTo>
                              <a:cubicBezTo>
                                <a:pt x="193" y="352"/>
                                <a:pt x="280" y="375"/>
                                <a:pt x="357" y="418"/>
                              </a:cubicBezTo>
                              <a:close/>
                              <a:moveTo>
                                <a:pt x="638" y="352"/>
                              </a:moveTo>
                              <a:lnTo>
                                <a:pt x="638" y="2"/>
                              </a:lnTo>
                              <a:cubicBezTo>
                                <a:pt x="552" y="0"/>
                                <a:pt x="461" y="28"/>
                                <a:pt x="382" y="82"/>
                              </a:cubicBezTo>
                              <a:lnTo>
                                <a:pt x="382" y="418"/>
                              </a:lnTo>
                              <a:cubicBezTo>
                                <a:pt x="459" y="375"/>
                                <a:pt x="545" y="352"/>
                                <a:pt x="628" y="352"/>
                              </a:cubicBezTo>
                              <a:cubicBezTo>
                                <a:pt x="631" y="352"/>
                                <a:pt x="635" y="352"/>
                                <a:pt x="638" y="352"/>
                              </a:cubicBezTo>
                              <a:close/>
                              <a:moveTo>
                                <a:pt x="369" y="473"/>
                              </a:moveTo>
                              <a:cubicBezTo>
                                <a:pt x="473" y="417"/>
                                <a:pt x="590" y="391"/>
                                <a:pt x="695" y="395"/>
                              </a:cubicBezTo>
                              <a:lnTo>
                                <a:pt x="695" y="7"/>
                              </a:lnTo>
                              <a:cubicBezTo>
                                <a:pt x="682" y="6"/>
                                <a:pt x="669" y="6"/>
                                <a:pt x="655" y="7"/>
                              </a:cubicBezTo>
                              <a:lnTo>
                                <a:pt x="655" y="370"/>
                              </a:lnTo>
                              <a:lnTo>
                                <a:pt x="645" y="370"/>
                              </a:lnTo>
                              <a:cubicBezTo>
                                <a:pt x="639" y="369"/>
                                <a:pt x="632" y="369"/>
                                <a:pt x="626" y="369"/>
                              </a:cubicBezTo>
                              <a:cubicBezTo>
                                <a:pt x="542" y="369"/>
                                <a:pt x="453" y="395"/>
                                <a:pt x="376" y="441"/>
                              </a:cubicBezTo>
                              <a:lnTo>
                                <a:pt x="369" y="445"/>
                              </a:lnTo>
                              <a:lnTo>
                                <a:pt x="363" y="441"/>
                              </a:lnTo>
                              <a:cubicBezTo>
                                <a:pt x="286" y="395"/>
                                <a:pt x="197" y="369"/>
                                <a:pt x="113" y="369"/>
                              </a:cubicBezTo>
                              <a:cubicBezTo>
                                <a:pt x="106" y="369"/>
                                <a:pt x="100" y="369"/>
                                <a:pt x="93" y="370"/>
                              </a:cubicBezTo>
                              <a:lnTo>
                                <a:pt x="83" y="370"/>
                              </a:lnTo>
                              <a:lnTo>
                                <a:pt x="83" y="7"/>
                              </a:lnTo>
                              <a:cubicBezTo>
                                <a:pt x="70" y="6"/>
                                <a:pt x="57" y="6"/>
                                <a:pt x="44" y="7"/>
                              </a:cubicBezTo>
                              <a:lnTo>
                                <a:pt x="44" y="395"/>
                              </a:lnTo>
                              <a:cubicBezTo>
                                <a:pt x="148" y="391"/>
                                <a:pt x="265" y="417"/>
                                <a:pt x="369" y="47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vert="horz" wrap="square" lIns="68553" tIns="34277" rIns="68553" bIns="34277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6" o:spid="_x0000_s1026" o:spt="100" style="position:absolute;left:0pt;margin-left:-22.8pt;margin-top:11.55pt;height:11.1pt;width:19.05pt;z-index:251668480;mso-width-relative:page;mso-height-relative:page;" fillcolor="#FFFFFF" filled="t" stroked="f" coordsize="739,492" o:gfxdata="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" path="m712,36l712,404,702,404c694,404,686,403,678,403c576,403,467,430,373,480l369,482,365,480c271,430,163,403,60,403c52,403,45,404,37,404l26,404,26,36c17,36,9,36,0,36l0,418c123,415,254,442,369,492c484,442,616,415,739,418l739,36c730,36,721,36,712,36xm357,418l357,82c277,28,186,0,101,2l101,352c104,352,107,352,111,352c193,352,280,375,357,418xm638,352l638,2c552,0,461,28,382,82l382,418c459,375,545,352,628,352c631,352,635,352,638,352xm369,473c473,417,590,391,695,395l695,7c682,6,669,6,655,7l655,370,645,370c639,369,632,369,626,369c542,369,453,395,376,441l369,445,363,441c286,395,197,369,113,369c106,369,100,369,93,370l83,370,83,7c70,6,57,6,44,7l44,395c148,391,265,417,369,473xe">
                <v:path o:connectlocs="233095,10314;233095,115755;229821,115755;221964,115469;122113,137531;120803,138104;119494,137531;19642,115469;12113,115755;8511,115755;8511,10314;0,10314;0,119767;120803,140970;241935,119767;241935,10314;233095,10314;116875,119767;116875,23495;33065,573;33065,100856;36339,100856;116875,119767;208869,100856;208869,573;125059,23495;125059,119767;205595,100856;208869,100856;120803,135526;227530,113177;227530,2005;214434,2005;214434,106014;211161,106014;204940,105727;123095,126357;120803,127503;118839,126357;36994,105727;30446,106014;27172,106014;27172,2005;14404,2005;14404,113177;120803,135526" o:connectangles="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  <v:textbox inset="1.90425mm,0.952138888888889mm,1.90425mm,0.952138888888889mm"/>
              </v:shape>
            </w:pict>
          </mc:Fallback>
        </mc:AlternateContent>
      </w: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68580</wp:posOffset>
                </wp:positionV>
                <wp:extent cx="275590" cy="275590"/>
                <wp:effectExtent l="0" t="0" r="10160" b="10160"/>
                <wp:wrapNone/>
                <wp:docPr id="12" name="椭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60780" y="2232660"/>
                          <a:ext cx="275590" cy="27559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24.6pt;margin-top:5.4pt;height:21.7pt;width:21.7pt;z-index:251662336;v-text-anchor:middle;mso-width-relative:page;mso-height-relative:page;" fillcolor="#2E75B6 [2404]" filled="t" stroked="f" coordsize="21600,21600" o:gfxdata="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Bf+5rjWAAAACAEAAA8AAAAA&#10;AAAAAQAgAAAAIgAAAGRycy9kb3ducmV2LnhtbFBLAQIUABQAAAAIAIdO4kCulQKRiAIAAP0EAAAO&#10;AAAAAAAAAAEAIAAAACUBAABkcnMvZTJvRG9jLnhtbFBLBQYAAAAABgAGAFkBAAAfBg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教育背景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2010.9-2014.7       华南理工大学         本科         电子商务专业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主修课程：电子商务概论、网络营销实务、网站推广、电子商务客户服务、国际贸易概论、电商实务、消费心理学等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firstLine="320" w:firstLineChars="100"/>
        <w:jc w:val="both"/>
        <w:textAlignment w:val="auto"/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1073785</wp:posOffset>
                </wp:positionH>
                <wp:positionV relativeFrom="paragraph">
                  <wp:posOffset>205105</wp:posOffset>
                </wp:positionV>
                <wp:extent cx="5465445" cy="0"/>
                <wp:effectExtent l="0" t="12700" r="1905" b="15875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544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>
                              <a:lumMod val="75000"/>
                            </a:schemeClr>
                          </a:solidFill>
                          <a:headEnd type="non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4.55pt;margin-top:16.15pt;height:0pt;width:430.35pt;z-index:251672576;mso-width-relative:page;mso-height-relative:page;" filled="f" stroked="t" coordsize="21600,21600" o:gfxdata="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8CWRPUAAAACgEAAA8AAAAAAAAAAQAgAAAA&#10;IgAAAGRycy9kb3ducmV2LnhtbFBLAQIUABQAAAAIAIdO4kB2BjW1DwIAAAYEAAAOAAAAAAAAAAEA&#10;IAAAACMBAABkcnMvZTJvRG9jLnhtbFBLBQYAAAAABgAGAFkBAACkBQAAAAA=&#10;">
                <v:fill on="f" focussize="0,0"/>
                <v:stroke weight="2pt" color="#2E75B6 [24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-260350</wp:posOffset>
                </wp:positionH>
                <wp:positionV relativeFrom="paragraph">
                  <wp:posOffset>81915</wp:posOffset>
                </wp:positionV>
                <wp:extent cx="200660" cy="218440"/>
                <wp:effectExtent l="0" t="0" r="8890" b="10160"/>
                <wp:wrapNone/>
                <wp:docPr id="8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660" cy="218440"/>
                          <a:chOff x="5342" y="4030"/>
                          <a:chExt cx="592" cy="644"/>
                        </a:xfrm>
                      </wpg:grpSpPr>
                      <wps:wsp>
                        <wps:cNvPr id="121" name="Freeform 502"/>
                        <wps:cNvSpPr/>
                        <wps:spPr bwMode="auto">
                          <a:xfrm>
                            <a:off x="5342" y="4386"/>
                            <a:ext cx="247" cy="289"/>
                          </a:xfrm>
                          <a:custGeom>
                            <a:avLst/>
                            <a:gdLst>
                              <a:gd name="T0" fmla="*/ 2 w 30"/>
                              <a:gd name="T1" fmla="*/ 0 h 35"/>
                              <a:gd name="T2" fmla="*/ 28 w 30"/>
                              <a:gd name="T3" fmla="*/ 0 h 35"/>
                              <a:gd name="T4" fmla="*/ 30 w 30"/>
                              <a:gd name="T5" fmla="*/ 1 h 35"/>
                              <a:gd name="T6" fmla="*/ 28 w 30"/>
                              <a:gd name="T7" fmla="*/ 3 h 35"/>
                              <a:gd name="T8" fmla="*/ 3 w 30"/>
                              <a:gd name="T9" fmla="*/ 3 h 35"/>
                              <a:gd name="T10" fmla="*/ 3 w 30"/>
                              <a:gd name="T11" fmla="*/ 33 h 35"/>
                              <a:gd name="T12" fmla="*/ 2 w 30"/>
                              <a:gd name="T13" fmla="*/ 35 h 35"/>
                              <a:gd name="T14" fmla="*/ 0 w 30"/>
                              <a:gd name="T15" fmla="*/ 33 h 35"/>
                              <a:gd name="T16" fmla="*/ 0 w 30"/>
                              <a:gd name="T17" fmla="*/ 1 h 35"/>
                              <a:gd name="T18" fmla="*/ 2 w 30"/>
                              <a:gd name="T19" fmla="*/ 0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0" h="35">
                                <a:moveTo>
                                  <a:pt x="2" y="0"/>
                                </a:moveTo>
                                <a:cubicBezTo>
                                  <a:pt x="28" y="0"/>
                                  <a:pt x="28" y="0"/>
                                  <a:pt x="28" y="0"/>
                                </a:cubicBezTo>
                                <a:cubicBezTo>
                                  <a:pt x="29" y="0"/>
                                  <a:pt x="30" y="1"/>
                                  <a:pt x="30" y="1"/>
                                </a:cubicBezTo>
                                <a:cubicBezTo>
                                  <a:pt x="30" y="2"/>
                                  <a:pt x="29" y="3"/>
                                  <a:pt x="28" y="3"/>
                                </a:cubicBezTo>
                                <a:cubicBezTo>
                                  <a:pt x="3" y="3"/>
                                  <a:pt x="3" y="3"/>
                                  <a:pt x="3" y="3"/>
                                </a:cubicBezTo>
                                <a:cubicBezTo>
                                  <a:pt x="3" y="33"/>
                                  <a:pt x="3" y="33"/>
                                  <a:pt x="3" y="33"/>
                                </a:cubicBezTo>
                                <a:cubicBezTo>
                                  <a:pt x="3" y="34"/>
                                  <a:pt x="3" y="35"/>
                                  <a:pt x="2" y="35"/>
                                </a:cubicBezTo>
                                <a:cubicBezTo>
                                  <a:pt x="1" y="35"/>
                                  <a:pt x="0" y="34"/>
                                  <a:pt x="0" y="33"/>
                                </a:cubicBezTo>
                                <a:cubicBezTo>
                                  <a:pt x="0" y="1"/>
                                  <a:pt x="0" y="1"/>
                                  <a:pt x="0" y="1"/>
                                </a:cubicBezTo>
                                <a:cubicBezTo>
                                  <a:pt x="0" y="1"/>
                                  <a:pt x="1" y="0"/>
                                  <a:pt x="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22" name="Freeform 503"/>
                        <wps:cNvSpPr/>
                        <wps:spPr bwMode="auto">
                          <a:xfrm>
                            <a:off x="5366" y="4048"/>
                            <a:ext cx="91" cy="320"/>
                          </a:xfrm>
                          <a:custGeom>
                            <a:avLst/>
                            <a:gdLst>
                              <a:gd name="T0" fmla="*/ 11 w 11"/>
                              <a:gd name="T1" fmla="*/ 34 h 39"/>
                              <a:gd name="T2" fmla="*/ 11 w 11"/>
                              <a:gd name="T3" fmla="*/ 6 h 39"/>
                              <a:gd name="T4" fmla="*/ 5 w 11"/>
                              <a:gd name="T5" fmla="*/ 0 h 39"/>
                              <a:gd name="T6" fmla="*/ 0 w 11"/>
                              <a:gd name="T7" fmla="*/ 6 h 39"/>
                              <a:gd name="T8" fmla="*/ 0 w 11"/>
                              <a:gd name="T9" fmla="*/ 34 h 39"/>
                              <a:gd name="T10" fmla="*/ 5 w 11"/>
                              <a:gd name="T11" fmla="*/ 39 h 39"/>
                              <a:gd name="T12" fmla="*/ 11 w 11"/>
                              <a:gd name="T13" fmla="*/ 34 h 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1" h="39">
                                <a:moveTo>
                                  <a:pt x="11" y="34"/>
                                </a:moveTo>
                                <a:cubicBezTo>
                                  <a:pt x="11" y="6"/>
                                  <a:pt x="11" y="6"/>
                                  <a:pt x="11" y="6"/>
                                </a:cubicBezTo>
                                <a:cubicBezTo>
                                  <a:pt x="11" y="3"/>
                                  <a:pt x="9" y="0"/>
                                  <a:pt x="5" y="0"/>
                                </a:cubicBezTo>
                                <a:cubicBezTo>
                                  <a:pt x="2" y="0"/>
                                  <a:pt x="0" y="3"/>
                                  <a:pt x="0" y="6"/>
                                </a:cubicBezTo>
                                <a:cubicBezTo>
                                  <a:pt x="0" y="34"/>
                                  <a:pt x="0" y="34"/>
                                  <a:pt x="0" y="34"/>
                                </a:cubicBezTo>
                                <a:cubicBezTo>
                                  <a:pt x="0" y="37"/>
                                  <a:pt x="2" y="39"/>
                                  <a:pt x="5" y="39"/>
                                </a:cubicBezTo>
                                <a:cubicBezTo>
                                  <a:pt x="9" y="39"/>
                                  <a:pt x="11" y="37"/>
                                  <a:pt x="11" y="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23" name="Freeform 504"/>
                        <wps:cNvSpPr/>
                        <wps:spPr bwMode="auto">
                          <a:xfrm>
                            <a:off x="5488" y="4030"/>
                            <a:ext cx="390" cy="644"/>
                          </a:xfrm>
                          <a:custGeom>
                            <a:avLst/>
                            <a:gdLst>
                              <a:gd name="T0" fmla="*/ 5 w 47"/>
                              <a:gd name="T1" fmla="*/ 69 h 78"/>
                              <a:gd name="T2" fmla="*/ 6 w 47"/>
                              <a:gd name="T3" fmla="*/ 77 h 78"/>
                              <a:gd name="T4" fmla="*/ 9 w 47"/>
                              <a:gd name="T5" fmla="*/ 78 h 78"/>
                              <a:gd name="T6" fmla="*/ 14 w 47"/>
                              <a:gd name="T7" fmla="*/ 76 h 78"/>
                              <a:gd name="T8" fmla="*/ 26 w 47"/>
                              <a:gd name="T9" fmla="*/ 57 h 78"/>
                              <a:gd name="T10" fmla="*/ 46 w 47"/>
                              <a:gd name="T11" fmla="*/ 57 h 78"/>
                              <a:gd name="T12" fmla="*/ 47 w 47"/>
                              <a:gd name="T13" fmla="*/ 56 h 78"/>
                              <a:gd name="T14" fmla="*/ 47 w 47"/>
                              <a:gd name="T15" fmla="*/ 42 h 78"/>
                              <a:gd name="T16" fmla="*/ 32 w 47"/>
                              <a:gd name="T17" fmla="*/ 19 h 78"/>
                              <a:gd name="T18" fmla="*/ 30 w 47"/>
                              <a:gd name="T19" fmla="*/ 20 h 78"/>
                              <a:gd name="T20" fmla="*/ 35 w 47"/>
                              <a:gd name="T21" fmla="*/ 10 h 78"/>
                              <a:gd name="T22" fmla="*/ 24 w 47"/>
                              <a:gd name="T23" fmla="*/ 0 h 78"/>
                              <a:gd name="T24" fmla="*/ 14 w 47"/>
                              <a:gd name="T25" fmla="*/ 10 h 78"/>
                              <a:gd name="T26" fmla="*/ 24 w 47"/>
                              <a:gd name="T27" fmla="*/ 21 h 78"/>
                              <a:gd name="T28" fmla="*/ 27 w 47"/>
                              <a:gd name="T29" fmla="*/ 20 h 78"/>
                              <a:gd name="T30" fmla="*/ 21 w 47"/>
                              <a:gd name="T31" fmla="*/ 27 h 78"/>
                              <a:gd name="T32" fmla="*/ 5 w 47"/>
                              <a:gd name="T33" fmla="*/ 31 h 78"/>
                              <a:gd name="T34" fmla="*/ 1 w 47"/>
                              <a:gd name="T35" fmla="*/ 34 h 78"/>
                              <a:gd name="T36" fmla="*/ 1 w 47"/>
                              <a:gd name="T37" fmla="*/ 38 h 78"/>
                              <a:gd name="T38" fmla="*/ 6 w 47"/>
                              <a:gd name="T39" fmla="*/ 42 h 78"/>
                              <a:gd name="T40" fmla="*/ 8 w 47"/>
                              <a:gd name="T41" fmla="*/ 42 h 78"/>
                              <a:gd name="T42" fmla="*/ 17 w 47"/>
                              <a:gd name="T43" fmla="*/ 40 h 78"/>
                              <a:gd name="T44" fmla="*/ 17 w 47"/>
                              <a:gd name="T45" fmla="*/ 43 h 78"/>
                              <a:gd name="T46" fmla="*/ 17 w 47"/>
                              <a:gd name="T47" fmla="*/ 47 h 78"/>
                              <a:gd name="T48" fmla="*/ 5 w 47"/>
                              <a:gd name="T49" fmla="*/ 69 h 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47" h="78">
                                <a:moveTo>
                                  <a:pt x="5" y="69"/>
                                </a:moveTo>
                                <a:cubicBezTo>
                                  <a:pt x="3" y="72"/>
                                  <a:pt x="3" y="76"/>
                                  <a:pt x="6" y="77"/>
                                </a:cubicBezTo>
                                <a:cubicBezTo>
                                  <a:pt x="7" y="78"/>
                                  <a:pt x="8" y="78"/>
                                  <a:pt x="9" y="78"/>
                                </a:cubicBezTo>
                                <a:cubicBezTo>
                                  <a:pt x="11" y="78"/>
                                  <a:pt x="13" y="77"/>
                                  <a:pt x="14" y="76"/>
                                </a:cubicBezTo>
                                <a:cubicBezTo>
                                  <a:pt x="26" y="57"/>
                                  <a:pt x="26" y="57"/>
                                  <a:pt x="26" y="57"/>
                                </a:cubicBezTo>
                                <a:cubicBezTo>
                                  <a:pt x="46" y="57"/>
                                  <a:pt x="46" y="57"/>
                                  <a:pt x="46" y="57"/>
                                </a:cubicBezTo>
                                <a:cubicBezTo>
                                  <a:pt x="47" y="57"/>
                                  <a:pt x="47" y="57"/>
                                  <a:pt x="47" y="56"/>
                                </a:cubicBezTo>
                                <a:cubicBezTo>
                                  <a:pt x="47" y="42"/>
                                  <a:pt x="47" y="42"/>
                                  <a:pt x="47" y="42"/>
                                </a:cubicBezTo>
                                <a:cubicBezTo>
                                  <a:pt x="47" y="29"/>
                                  <a:pt x="41" y="19"/>
                                  <a:pt x="32" y="19"/>
                                </a:cubicBezTo>
                                <a:cubicBezTo>
                                  <a:pt x="31" y="19"/>
                                  <a:pt x="30" y="19"/>
                                  <a:pt x="30" y="20"/>
                                </a:cubicBezTo>
                                <a:cubicBezTo>
                                  <a:pt x="33" y="18"/>
                                  <a:pt x="35" y="14"/>
                                  <a:pt x="35" y="10"/>
                                </a:cubicBezTo>
                                <a:cubicBezTo>
                                  <a:pt x="35" y="5"/>
                                  <a:pt x="30" y="0"/>
                                  <a:pt x="24" y="0"/>
                                </a:cubicBezTo>
                                <a:cubicBezTo>
                                  <a:pt x="19" y="0"/>
                                  <a:pt x="14" y="5"/>
                                  <a:pt x="14" y="10"/>
                                </a:cubicBezTo>
                                <a:cubicBezTo>
                                  <a:pt x="14" y="16"/>
                                  <a:pt x="19" y="21"/>
                                  <a:pt x="24" y="21"/>
                                </a:cubicBezTo>
                                <a:cubicBezTo>
                                  <a:pt x="25" y="21"/>
                                  <a:pt x="26" y="21"/>
                                  <a:pt x="27" y="20"/>
                                </a:cubicBezTo>
                                <a:cubicBezTo>
                                  <a:pt x="25" y="22"/>
                                  <a:pt x="23" y="24"/>
                                  <a:pt x="21" y="27"/>
                                </a:cubicBezTo>
                                <a:cubicBezTo>
                                  <a:pt x="5" y="31"/>
                                  <a:pt x="5" y="31"/>
                                  <a:pt x="5" y="31"/>
                                </a:cubicBezTo>
                                <a:cubicBezTo>
                                  <a:pt x="3" y="32"/>
                                  <a:pt x="2" y="32"/>
                                  <a:pt x="1" y="34"/>
                                </a:cubicBezTo>
                                <a:cubicBezTo>
                                  <a:pt x="1" y="35"/>
                                  <a:pt x="0" y="37"/>
                                  <a:pt x="1" y="38"/>
                                </a:cubicBezTo>
                                <a:cubicBezTo>
                                  <a:pt x="1" y="41"/>
                                  <a:pt x="4" y="42"/>
                                  <a:pt x="6" y="42"/>
                                </a:cubicBezTo>
                                <a:cubicBezTo>
                                  <a:pt x="7" y="42"/>
                                  <a:pt x="7" y="42"/>
                                  <a:pt x="8" y="42"/>
                                </a:cubicBezTo>
                                <a:cubicBezTo>
                                  <a:pt x="17" y="40"/>
                                  <a:pt x="17" y="40"/>
                                  <a:pt x="17" y="40"/>
                                </a:cubicBezTo>
                                <a:cubicBezTo>
                                  <a:pt x="17" y="41"/>
                                  <a:pt x="17" y="42"/>
                                  <a:pt x="17" y="43"/>
                                </a:cubicBezTo>
                                <a:cubicBezTo>
                                  <a:pt x="17" y="47"/>
                                  <a:pt x="17" y="47"/>
                                  <a:pt x="17" y="47"/>
                                </a:cubicBezTo>
                                <a:lnTo>
                                  <a:pt x="5" y="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24" name="Freeform 505"/>
                        <wps:cNvSpPr/>
                        <wps:spPr bwMode="auto">
                          <a:xfrm>
                            <a:off x="5722" y="4312"/>
                            <a:ext cx="212" cy="247"/>
                          </a:xfrm>
                          <a:custGeom>
                            <a:avLst/>
                            <a:gdLst>
                              <a:gd name="T0" fmla="*/ 1 w 26"/>
                              <a:gd name="T1" fmla="*/ 27 h 30"/>
                              <a:gd name="T2" fmla="*/ 23 w 26"/>
                              <a:gd name="T3" fmla="*/ 27 h 30"/>
                              <a:gd name="T4" fmla="*/ 23 w 26"/>
                              <a:gd name="T5" fmla="*/ 2 h 30"/>
                              <a:gd name="T6" fmla="*/ 24 w 26"/>
                              <a:gd name="T7" fmla="*/ 0 h 30"/>
                              <a:gd name="T8" fmla="*/ 26 w 26"/>
                              <a:gd name="T9" fmla="*/ 2 h 30"/>
                              <a:gd name="T10" fmla="*/ 26 w 26"/>
                              <a:gd name="T11" fmla="*/ 28 h 30"/>
                              <a:gd name="T12" fmla="*/ 24 w 26"/>
                              <a:gd name="T13" fmla="*/ 30 h 30"/>
                              <a:gd name="T14" fmla="*/ 1 w 26"/>
                              <a:gd name="T15" fmla="*/ 30 h 30"/>
                              <a:gd name="T16" fmla="*/ 0 w 26"/>
                              <a:gd name="T17" fmla="*/ 28 h 30"/>
                              <a:gd name="T18" fmla="*/ 1 w 26"/>
                              <a:gd name="T19" fmla="*/ 27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6" h="30">
                                <a:moveTo>
                                  <a:pt x="1" y="27"/>
                                </a:moveTo>
                                <a:cubicBezTo>
                                  <a:pt x="23" y="27"/>
                                  <a:pt x="23" y="27"/>
                                  <a:pt x="23" y="27"/>
                                </a:cubicBezTo>
                                <a:cubicBezTo>
                                  <a:pt x="23" y="2"/>
                                  <a:pt x="23" y="2"/>
                                  <a:pt x="23" y="2"/>
                                </a:cubicBezTo>
                                <a:cubicBezTo>
                                  <a:pt x="23" y="1"/>
                                  <a:pt x="23" y="0"/>
                                  <a:pt x="24" y="0"/>
                                </a:cubicBezTo>
                                <a:cubicBezTo>
                                  <a:pt x="25" y="0"/>
                                  <a:pt x="26" y="1"/>
                                  <a:pt x="26" y="2"/>
                                </a:cubicBezTo>
                                <a:cubicBezTo>
                                  <a:pt x="26" y="28"/>
                                  <a:pt x="26" y="28"/>
                                  <a:pt x="26" y="28"/>
                                </a:cubicBezTo>
                                <a:cubicBezTo>
                                  <a:pt x="26" y="29"/>
                                  <a:pt x="25" y="30"/>
                                  <a:pt x="24" y="30"/>
                                </a:cubicBezTo>
                                <a:cubicBezTo>
                                  <a:pt x="1" y="30"/>
                                  <a:pt x="1" y="30"/>
                                  <a:pt x="1" y="30"/>
                                </a:cubicBezTo>
                                <a:cubicBezTo>
                                  <a:pt x="0" y="30"/>
                                  <a:pt x="0" y="29"/>
                                  <a:pt x="0" y="28"/>
                                </a:cubicBezTo>
                                <a:cubicBezTo>
                                  <a:pt x="0" y="27"/>
                                  <a:pt x="0" y="27"/>
                                  <a:pt x="1" y="2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" o:spid="_x0000_s1026" o:spt="203" style="position:absolute;left:0pt;margin-left:-20.5pt;margin-top:6.45pt;height:17.2pt;width:15.8pt;z-index:251664384;mso-width-relative:page;mso-height-relative:page;" coordorigin="5342,4030" coordsize="592,644" o:gfxdata="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">
                <o:lock v:ext="edit" aspectratio="f"/>
                <v:shape id="Freeform 502" o:spid="_x0000_s1026" o:spt="100" style="position:absolute;left:5342;top:4386;height:289;width:247;" fillcolor="#FFFFFF [3212]" filled="t" stroked="f" coordsize="30,35" o:gfxdata="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ywJ6G8AAAA&#10;3AAAAA8AAAAAAAAAAQAgAAAAIgAAAGRycy9kb3ducmV2LnhtbFBLAQIUABQAAAAIAIdO4kAzLwWe&#10;OwAAADkAAAAQAAAAAAAAAAEAIAAAAAsBAABkcnMvc2hhcGV4bWwueG1sUEsFBgAAAAAGAAYAWwEA&#10;ALUDAAAAAA==&#10;" path="m2,0c28,0,28,0,28,0c29,0,30,1,30,1c30,2,29,3,28,3c3,3,3,3,3,3c3,33,3,33,3,33c3,34,3,35,2,35c1,35,0,34,0,33c0,1,0,1,0,1c0,1,1,0,2,0xe">
                  <v:path o:connectlocs="16,0;230,0;247,8;230,24;24,24;24,272;16,289;0,272;0,8;16,0" o:connectangles="0,0,0,0,0,0,0,0,0,0"/>
                  <v:fill on="t" focussize="0,0"/>
                  <v:stroke on="f"/>
                  <v:imagedata o:title=""/>
                  <o:lock v:ext="edit" aspectratio="f"/>
                </v:shape>
                <v:shape id="Freeform 503" o:spid="_x0000_s1026" o:spt="100" style="position:absolute;left:5366;top:4048;height:320;width:91;" fillcolor="#FFFFFF [3212]" filled="t" stroked="f" coordsize="11,39" o:gfxdata="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JgiCS8AAAA&#10;3AAAAA8AAAAAAAAAAQAgAAAAIgAAAGRycy9kb3ducmV2LnhtbFBLAQIUABQAAAAIAIdO4kAzLwWe&#10;OwAAADkAAAAQAAAAAAAAAAEAIAAAAAsBAABkcnMvc2hhcGV4bWwueG1sUEsFBgAAAAAGAAYAWwEA&#10;ALUDAAAAAA==&#10;" path="m11,34c11,6,11,6,11,6c11,3,9,0,5,0c2,0,0,3,0,6c0,34,0,34,0,34c0,37,2,39,5,39c9,39,11,37,11,34xe">
                  <v:path o:connectlocs="91,278;91,49;41,0;0,49;0,278;41,320;91,278" o:connectangles="0,0,0,0,0,0,0"/>
                  <v:fill on="t" focussize="0,0"/>
                  <v:stroke on="f"/>
                  <v:imagedata o:title=""/>
                  <o:lock v:ext="edit" aspectratio="f"/>
                </v:shape>
                <v:shape id="Freeform 504" o:spid="_x0000_s1026" o:spt="100" style="position:absolute;left:5488;top:4030;height:644;width:390;" fillcolor="#FFFFFF [3212]" filled="t" stroked="f" coordsize="47,78" o:gfxdata="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UbLKrsAAADc&#10;AAAADwAAAAAAAAABACAAAAAiAAAAZHJzL2Rvd25yZXYueG1sUEsBAhQAFAAAAAgAh07iQDMvBZ47&#10;AAAAOQAAABAAAAAAAAAAAQAgAAAACgEAAGRycy9zaGFwZXhtbC54bWxQSwUGAAAAAAYABgBbAQAA&#10;tAMAAAAA&#10;" path="m5,69c3,72,3,76,6,77c7,78,8,78,9,78c11,78,13,77,14,76c26,57,26,57,26,57c46,57,46,57,46,57c47,57,47,57,47,56c47,42,47,42,47,42c47,29,41,19,32,19c31,19,30,19,30,20c33,18,35,14,35,10c35,5,30,0,24,0c19,0,14,5,14,10c14,16,19,21,24,21c25,21,26,21,27,20c25,22,23,24,21,27c5,31,5,31,5,31c3,32,2,32,1,34c1,35,0,37,1,38c1,41,4,42,6,42c7,42,7,42,8,42c17,40,17,40,17,40c17,41,17,42,17,43c17,47,17,47,17,47l5,69xe">
                  <v:path o:connectlocs="41,569;49,635;74,644;116,627;215,470;381,470;390,462;390,346;265,156;248,165;290,82;199,0;116,82;199,173;224,165;174,222;41,255;8,280;8,313;49,346;66,346;141,330;141,355;141,388;41,569" o:connectangles="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505" o:spid="_x0000_s1026" o:spt="100" style="position:absolute;left:5722;top:4312;height:247;width:212;" fillcolor="#FFFFFF [3212]" filled="t" stroked="f" coordsize="26,30" o:gfxdata="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R31Cq8AAAA&#10;3AAAAA8AAAAAAAAAAQAgAAAAIgAAAGRycy9kb3ducmV2LnhtbFBLAQIUABQAAAAIAIdO4kAzLwWe&#10;OwAAADkAAAAQAAAAAAAAAAEAIAAAAAsBAABkcnMvc2hhcGV4bWwueG1sUEsFBgAAAAAGAAYAWwEA&#10;ALUDAAAAAA==&#10;" path="m1,27c23,27,23,27,23,27c23,2,23,2,23,2c23,1,23,0,24,0c25,0,26,1,26,2c26,28,26,28,26,28c26,29,25,30,24,30c1,30,1,30,1,30c0,30,0,29,0,28c0,27,0,27,1,27xe">
                  <v:path o:connectlocs="8,222;187,222;187,16;195,0;212,16;212,230;195,247;8,247;0,230;8,222" o:connectangles="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52705</wp:posOffset>
                </wp:positionV>
                <wp:extent cx="275590" cy="275590"/>
                <wp:effectExtent l="0" t="0" r="10160" b="10160"/>
                <wp:wrapNone/>
                <wp:docPr id="14" name="椭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590" cy="27559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24.6pt;margin-top:4.15pt;height:21.7pt;width:21.7pt;z-index:251661312;v-text-anchor:middle;mso-width-relative:page;mso-height-relative:page;" fillcolor="#2E75B6 [2404]" filled="t" stroked="f" coordsize="21600,21600" o:gfxdata="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BT7gQR1gAAAAcBAAAPAAAAAAAAAAEAIAAAACIA&#10;AABkcnMvZG93bnJldi54bWxQSwECFAAUAAAACACHTuJAklZPun0CAADxBAAADgAAAAAAAAABACAA&#10;AAAlAQAAZHJzL2Uyb0RvYy54bWxQSwUGAAAAAAYABgBZAQAAFAY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工作经历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2014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8-2015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广州青菜篮农业有限公司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电商助理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负责自建网站商城的内容优化以及微信运营，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锻炼</w:t>
      </w:r>
      <w:r>
        <w:rPr>
          <w:rFonts w:hint="eastAsia" w:ascii="宋体" w:hAnsi="宋体" w:eastAsia="宋体" w:cs="宋体"/>
          <w:sz w:val="24"/>
          <w:szCs w:val="24"/>
        </w:rPr>
        <w:t>了沟通以及团队协作的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能力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2015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3-2016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12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经斗云网络科技有限公司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店长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担任阿里平台店铺运营店长，负责商家店铺整体运营操作。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left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2016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12-20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20.12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广州纯颜化妆品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有限公司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      运营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负责电商产品运营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新产品网上推广，产品详情页文案策划，营销活动策划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firstLine="320" w:firstLineChars="100"/>
        <w:jc w:val="left"/>
        <w:textAlignment w:val="auto"/>
        <w:rPr>
          <w:rFonts w:hint="eastAsia"/>
          <w:b/>
          <w:bCs/>
          <w:color w:val="FFFFFF" w:themeColor="background1"/>
          <w:sz w:val="32"/>
          <w:szCs w:val="32"/>
          <w:lang w:val="en-US" w:eastAsia="zh-CN"/>
          <w14:textFill>
            <w14:solidFill>
              <w14:schemeClr w14:val="bg1"/>
            </w14:solidFill>
          </w14:textFill>
        </w:rPr>
      </w:pP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1075690</wp:posOffset>
                </wp:positionH>
                <wp:positionV relativeFrom="paragraph">
                  <wp:posOffset>197485</wp:posOffset>
                </wp:positionV>
                <wp:extent cx="5463540" cy="0"/>
                <wp:effectExtent l="0" t="12700" r="3810" b="15875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354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>
                              <a:lumMod val="75000"/>
                            </a:schemeClr>
                          </a:solidFill>
                          <a:headEnd type="non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4.7pt;margin-top:15.55pt;height:0pt;width:430.2pt;z-index:251673600;mso-width-relative:page;mso-height-relative:page;" filled="f" stroked="t" coordsize="21600,21600" o:gfxdata="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I+JgH9UAAAAKAQAADwAAAAAAAAABACAAAAAi&#10;AAAAZHJzL2Rvd25yZXYueG1sUEsBAhQAFAAAAAgAh07iQCXXLPoNAgAABgQAAA4AAAAAAAAAAQAg&#10;AAAAJAEAAGRycy9lMm9Eb2MueG1sUEsFBgAAAAAGAAYAWQEAAKMFAAAAAA==&#10;">
                <v:fill on="f" focussize="0,0"/>
                <v:stroke weight="2pt" color="#2E75B6 [24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-290830</wp:posOffset>
                </wp:positionH>
                <wp:positionV relativeFrom="paragraph">
                  <wp:posOffset>90170</wp:posOffset>
                </wp:positionV>
                <wp:extent cx="240030" cy="201295"/>
                <wp:effectExtent l="0" t="0" r="7620" b="8255"/>
                <wp:wrapNone/>
                <wp:docPr id="55" name="Freeform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40030" cy="201295"/>
                        </a:xfrm>
                        <a:custGeom>
                          <a:avLst/>
                          <a:gdLst>
                            <a:gd name="T0" fmla="*/ 328 w 328"/>
                            <a:gd name="T1" fmla="*/ 42 h 274"/>
                            <a:gd name="T2" fmla="*/ 163 w 328"/>
                            <a:gd name="T3" fmla="*/ 0 h 274"/>
                            <a:gd name="T4" fmla="*/ 0 w 328"/>
                            <a:gd name="T5" fmla="*/ 42 h 274"/>
                            <a:gd name="T6" fmla="*/ 1 w 328"/>
                            <a:gd name="T7" fmla="*/ 53 h 274"/>
                            <a:gd name="T8" fmla="*/ 66 w 328"/>
                            <a:gd name="T9" fmla="*/ 70 h 274"/>
                            <a:gd name="T10" fmla="*/ 66 w 328"/>
                            <a:gd name="T11" fmla="*/ 150 h 274"/>
                            <a:gd name="T12" fmla="*/ 160 w 328"/>
                            <a:gd name="T13" fmla="*/ 197 h 274"/>
                            <a:gd name="T14" fmla="*/ 261 w 328"/>
                            <a:gd name="T15" fmla="*/ 150 h 274"/>
                            <a:gd name="T16" fmla="*/ 262 w 328"/>
                            <a:gd name="T17" fmla="*/ 71 h 274"/>
                            <a:gd name="T18" fmla="*/ 266 w 328"/>
                            <a:gd name="T19" fmla="*/ 70 h 274"/>
                            <a:gd name="T20" fmla="*/ 272 w 328"/>
                            <a:gd name="T21" fmla="*/ 134 h 274"/>
                            <a:gd name="T22" fmla="*/ 269 w 328"/>
                            <a:gd name="T23" fmla="*/ 204 h 274"/>
                            <a:gd name="T24" fmla="*/ 258 w 328"/>
                            <a:gd name="T25" fmla="*/ 216 h 274"/>
                            <a:gd name="T26" fmla="*/ 267 w 328"/>
                            <a:gd name="T27" fmla="*/ 228 h 274"/>
                            <a:gd name="T28" fmla="*/ 252 w 328"/>
                            <a:gd name="T29" fmla="*/ 272 h 274"/>
                            <a:gd name="T30" fmla="*/ 256 w 328"/>
                            <a:gd name="T31" fmla="*/ 273 h 274"/>
                            <a:gd name="T32" fmla="*/ 263 w 328"/>
                            <a:gd name="T33" fmla="*/ 256 h 274"/>
                            <a:gd name="T34" fmla="*/ 259 w 328"/>
                            <a:gd name="T35" fmla="*/ 273 h 274"/>
                            <a:gd name="T36" fmla="*/ 264 w 328"/>
                            <a:gd name="T37" fmla="*/ 274 h 274"/>
                            <a:gd name="T38" fmla="*/ 266 w 328"/>
                            <a:gd name="T39" fmla="*/ 261 h 274"/>
                            <a:gd name="T40" fmla="*/ 267 w 328"/>
                            <a:gd name="T41" fmla="*/ 274 h 274"/>
                            <a:gd name="T42" fmla="*/ 272 w 328"/>
                            <a:gd name="T43" fmla="*/ 274 h 274"/>
                            <a:gd name="T44" fmla="*/ 272 w 328"/>
                            <a:gd name="T45" fmla="*/ 261 h 274"/>
                            <a:gd name="T46" fmla="*/ 274 w 328"/>
                            <a:gd name="T47" fmla="*/ 274 h 274"/>
                            <a:gd name="T48" fmla="*/ 278 w 328"/>
                            <a:gd name="T49" fmla="*/ 274 h 274"/>
                            <a:gd name="T50" fmla="*/ 276 w 328"/>
                            <a:gd name="T51" fmla="*/ 259 h 274"/>
                            <a:gd name="T52" fmla="*/ 281 w 328"/>
                            <a:gd name="T53" fmla="*/ 273 h 274"/>
                            <a:gd name="T54" fmla="*/ 284 w 328"/>
                            <a:gd name="T55" fmla="*/ 272 h 274"/>
                            <a:gd name="T56" fmla="*/ 274 w 328"/>
                            <a:gd name="T57" fmla="*/ 228 h 274"/>
                            <a:gd name="T58" fmla="*/ 283 w 328"/>
                            <a:gd name="T59" fmla="*/ 216 h 274"/>
                            <a:gd name="T60" fmla="*/ 274 w 328"/>
                            <a:gd name="T61" fmla="*/ 204 h 274"/>
                            <a:gd name="T62" fmla="*/ 277 w 328"/>
                            <a:gd name="T63" fmla="*/ 134 h 274"/>
                            <a:gd name="T64" fmla="*/ 271 w 328"/>
                            <a:gd name="T65" fmla="*/ 68 h 274"/>
                            <a:gd name="T66" fmla="*/ 327 w 328"/>
                            <a:gd name="T67" fmla="*/ 54 h 274"/>
                            <a:gd name="T68" fmla="*/ 328 w 328"/>
                            <a:gd name="T69" fmla="*/ 42 h 274"/>
                            <a:gd name="T70" fmla="*/ 162 w 328"/>
                            <a:gd name="T71" fmla="*/ 57 h 274"/>
                            <a:gd name="T72" fmla="*/ 66 w 328"/>
                            <a:gd name="T73" fmla="*/ 40 h 274"/>
                            <a:gd name="T74" fmla="*/ 162 w 328"/>
                            <a:gd name="T75" fmla="*/ 23 h 274"/>
                            <a:gd name="T76" fmla="*/ 258 w 328"/>
                            <a:gd name="T77" fmla="*/ 40 h 274"/>
                            <a:gd name="T78" fmla="*/ 162 w 328"/>
                            <a:gd name="T79" fmla="*/ 57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28" h="274">
                              <a:moveTo>
                                <a:pt x="328" y="42"/>
                              </a:moveTo>
                              <a:cubicBezTo>
                                <a:pt x="163" y="0"/>
                                <a:pt x="163" y="0"/>
                                <a:pt x="163" y="0"/>
                              </a:cubicBezTo>
                              <a:cubicBezTo>
                                <a:pt x="0" y="42"/>
                                <a:pt x="0" y="42"/>
                                <a:pt x="0" y="42"/>
                              </a:cubicBezTo>
                              <a:cubicBezTo>
                                <a:pt x="1" y="53"/>
                                <a:pt x="1" y="53"/>
                                <a:pt x="1" y="53"/>
                              </a:cubicBezTo>
                              <a:cubicBezTo>
                                <a:pt x="66" y="70"/>
                                <a:pt x="66" y="70"/>
                                <a:pt x="66" y="70"/>
                              </a:cubicBezTo>
                              <a:cubicBezTo>
                                <a:pt x="66" y="150"/>
                                <a:pt x="66" y="150"/>
                                <a:pt x="66" y="150"/>
                              </a:cubicBezTo>
                              <a:cubicBezTo>
                                <a:pt x="80" y="195"/>
                                <a:pt x="160" y="197"/>
                                <a:pt x="160" y="197"/>
                              </a:cubicBezTo>
                              <a:cubicBezTo>
                                <a:pt x="253" y="196"/>
                                <a:pt x="261" y="150"/>
                                <a:pt x="261" y="150"/>
                              </a:cubicBezTo>
                              <a:cubicBezTo>
                                <a:pt x="262" y="71"/>
                                <a:pt x="262" y="71"/>
                                <a:pt x="262" y="71"/>
                              </a:cubicBezTo>
                              <a:cubicBezTo>
                                <a:pt x="266" y="70"/>
                                <a:pt x="266" y="70"/>
                                <a:pt x="266" y="70"/>
                              </a:cubicBezTo>
                              <a:cubicBezTo>
                                <a:pt x="270" y="80"/>
                                <a:pt x="274" y="99"/>
                                <a:pt x="272" y="134"/>
                              </a:cubicBezTo>
                              <a:cubicBezTo>
                                <a:pt x="269" y="182"/>
                                <a:pt x="268" y="196"/>
                                <a:pt x="269" y="204"/>
                              </a:cubicBezTo>
                              <a:cubicBezTo>
                                <a:pt x="263" y="204"/>
                                <a:pt x="258" y="210"/>
                                <a:pt x="258" y="216"/>
                              </a:cubicBezTo>
                              <a:cubicBezTo>
                                <a:pt x="258" y="222"/>
                                <a:pt x="262" y="226"/>
                                <a:pt x="267" y="228"/>
                              </a:cubicBezTo>
                              <a:cubicBezTo>
                                <a:pt x="266" y="234"/>
                                <a:pt x="261" y="251"/>
                                <a:pt x="252" y="272"/>
                              </a:cubicBezTo>
                              <a:cubicBezTo>
                                <a:pt x="256" y="273"/>
                                <a:pt x="256" y="273"/>
                                <a:pt x="256" y="273"/>
                              </a:cubicBezTo>
                              <a:cubicBezTo>
                                <a:pt x="256" y="273"/>
                                <a:pt x="262" y="260"/>
                                <a:pt x="263" y="256"/>
                              </a:cubicBezTo>
                              <a:cubicBezTo>
                                <a:pt x="262" y="259"/>
                                <a:pt x="260" y="272"/>
                                <a:pt x="259" y="273"/>
                              </a:cubicBezTo>
                              <a:cubicBezTo>
                                <a:pt x="264" y="274"/>
                                <a:pt x="264" y="274"/>
                                <a:pt x="264" y="274"/>
                              </a:cubicBezTo>
                              <a:cubicBezTo>
                                <a:pt x="264" y="274"/>
                                <a:pt x="267" y="263"/>
                                <a:pt x="266" y="261"/>
                              </a:cubicBezTo>
                              <a:cubicBezTo>
                                <a:pt x="266" y="261"/>
                                <a:pt x="267" y="273"/>
                                <a:pt x="267" y="274"/>
                              </a:cubicBezTo>
                              <a:cubicBezTo>
                                <a:pt x="272" y="274"/>
                                <a:pt x="272" y="274"/>
                                <a:pt x="272" y="274"/>
                              </a:cubicBezTo>
                              <a:cubicBezTo>
                                <a:pt x="272" y="274"/>
                                <a:pt x="271" y="263"/>
                                <a:pt x="272" y="261"/>
                              </a:cubicBezTo>
                              <a:cubicBezTo>
                                <a:pt x="272" y="261"/>
                                <a:pt x="274" y="268"/>
                                <a:pt x="274" y="274"/>
                              </a:cubicBezTo>
                              <a:cubicBezTo>
                                <a:pt x="278" y="274"/>
                                <a:pt x="278" y="274"/>
                                <a:pt x="278" y="274"/>
                              </a:cubicBezTo>
                              <a:cubicBezTo>
                                <a:pt x="278" y="274"/>
                                <a:pt x="277" y="261"/>
                                <a:pt x="276" y="259"/>
                              </a:cubicBezTo>
                              <a:cubicBezTo>
                                <a:pt x="276" y="259"/>
                                <a:pt x="280" y="266"/>
                                <a:pt x="281" y="273"/>
                              </a:cubicBezTo>
                              <a:cubicBezTo>
                                <a:pt x="284" y="272"/>
                                <a:pt x="284" y="272"/>
                                <a:pt x="284" y="272"/>
                              </a:cubicBezTo>
                              <a:cubicBezTo>
                                <a:pt x="284" y="272"/>
                                <a:pt x="277" y="237"/>
                                <a:pt x="274" y="228"/>
                              </a:cubicBezTo>
                              <a:cubicBezTo>
                                <a:pt x="279" y="226"/>
                                <a:pt x="283" y="221"/>
                                <a:pt x="283" y="216"/>
                              </a:cubicBezTo>
                              <a:cubicBezTo>
                                <a:pt x="283" y="210"/>
                                <a:pt x="279" y="205"/>
                                <a:pt x="274" y="204"/>
                              </a:cubicBezTo>
                              <a:cubicBezTo>
                                <a:pt x="274" y="196"/>
                                <a:pt x="274" y="183"/>
                                <a:pt x="277" y="134"/>
                              </a:cubicBezTo>
                              <a:cubicBezTo>
                                <a:pt x="279" y="105"/>
                                <a:pt x="277" y="83"/>
                                <a:pt x="271" y="68"/>
                              </a:cubicBezTo>
                              <a:cubicBezTo>
                                <a:pt x="327" y="54"/>
                                <a:pt x="327" y="54"/>
                                <a:pt x="327" y="54"/>
                              </a:cubicBezTo>
                              <a:lnTo>
                                <a:pt x="328" y="42"/>
                              </a:lnTo>
                              <a:close/>
                              <a:moveTo>
                                <a:pt x="162" y="57"/>
                              </a:moveTo>
                              <a:cubicBezTo>
                                <a:pt x="109" y="57"/>
                                <a:pt x="66" y="50"/>
                                <a:pt x="66" y="40"/>
                              </a:cubicBezTo>
                              <a:cubicBezTo>
                                <a:pt x="66" y="30"/>
                                <a:pt x="109" y="23"/>
                                <a:pt x="162" y="23"/>
                              </a:cubicBezTo>
                              <a:cubicBezTo>
                                <a:pt x="215" y="23"/>
                                <a:pt x="258" y="30"/>
                                <a:pt x="258" y="40"/>
                              </a:cubicBezTo>
                              <a:cubicBezTo>
                                <a:pt x="258" y="50"/>
                                <a:pt x="215" y="57"/>
                                <a:pt x="162" y="5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vert="horz" wrap="square" lIns="96430" tIns="48216" rIns="96430" bIns="48216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47" o:spid="_x0000_s1026" o:spt="100" style="position:absolute;left:0pt;margin-left:-22.9pt;margin-top:7.1pt;height:15.85pt;width:18.9pt;z-index:251669504;mso-width-relative:page;mso-height-relative:page;" fillcolor="#FFFFFF" filled="t" stroked="f" coordsize="328,274" o:gfxdata="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" path="m328,42c163,0,163,0,163,0c0,42,0,42,0,42c1,53,1,53,1,53c66,70,66,70,66,70c66,150,66,150,66,150c80,195,160,197,160,197c253,196,261,150,261,150c262,71,262,71,262,71c266,70,266,70,266,70c270,80,274,99,272,134c269,182,268,196,269,204c263,204,258,210,258,216c258,222,262,226,267,228c266,234,261,251,252,272c256,273,256,273,256,273c256,273,262,260,263,256c262,259,260,272,259,273c264,274,264,274,264,274c264,274,267,263,266,261c266,261,267,273,267,274c272,274,272,274,272,274c272,274,271,263,272,261c272,261,274,268,274,274c278,274,278,274,278,274c278,274,277,261,276,259c276,259,280,266,281,273c284,272,284,272,284,272c284,272,277,237,274,228c279,226,283,221,283,216c283,210,279,205,274,204c274,196,274,183,277,134c279,105,277,83,271,68c327,54,327,54,327,54l328,42xm162,57c109,57,66,50,66,40c66,30,109,23,162,23c215,23,258,30,258,40c258,50,215,57,162,57xe">
                <v:path o:connectlocs="240030,30855;119283,0;0,30855;731,38936;48298,51425;48298,110197;117087,144726;190999,110197;191731,52160;194658,51425;199049,98443;196853,149869;188804,158685;195390,167500;184413,199825;187340,200560;192463,188071;189535,200560;193194,201295;194658,191744;195390,201295;199049,201295;199049,191744;200512,201295;203440,201295;201976,190275;205635,200560;207830,199825;200512,167500;207099,158685;200512,149869;202708,98443;198317,49956;239298,39671;240030,30855;118551,41875;48298,29386;118551,16897;188804,29386;118551,41875" o:connectangles="0,0,0,0,0,0,0,0,0,0,0,0,0,0,0,0,0,0,0,0,0,0,0,0,0,0,0,0,0,0,0,0,0,0,0,0,0,0,0,0"/>
                <v:fill on="t" focussize="0,0"/>
                <v:stroke on="f"/>
                <v:imagedata o:title=""/>
                <o:lock v:ext="edit" aspectratio="f"/>
                <v:textbox inset="7.59291338582677pt,3.79653543307087pt,7.59291338582677pt,3.79653543307087pt"/>
              </v:shape>
            </w:pict>
          </mc:Fallback>
        </mc:AlternateContent>
      </w: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40005</wp:posOffset>
                </wp:positionV>
                <wp:extent cx="275590" cy="275590"/>
                <wp:effectExtent l="0" t="0" r="10160" b="10160"/>
                <wp:wrapNone/>
                <wp:docPr id="15" name="椭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590" cy="27559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24.6pt;margin-top:3.15pt;height:21.7pt;width:21.7pt;z-index:251666432;v-text-anchor:middle;mso-width-relative:page;mso-height-relative:page;" fillcolor="#2E75B6 [2404]" filled="t" stroked="f" coordsize="21600,21600" o:gfxdata="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Ct/WWq1gAAAAcBAAAPAAAAAAAAAAEAIAAAACIA&#10;AABkcnMvZG93bnJldi54bWxQSwECFAAUAAAACACHTuJAtYJrJn0CAADxBAAADgAAAAAAAAABACAA&#10;AAAlAQAAZHJzL2Uyb0RvYy54bWxQSwUGAAAAAAYABgBZAQAAFAY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个人荣誉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56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left="420" w:leftChars="0" w:hanging="420" w:firstLine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2018年获年度优秀员工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left="420" w:leftChars="0" w:hanging="420" w:firstLine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2019年所带团队年销售额超2000万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left="420" w:leftChars="0" w:hanging="420" w:firstLineChars="0"/>
        <w:textAlignment w:val="auto"/>
        <w:rPr>
          <w:rFonts w:hint="default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2020年所带团队年销额3000万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firstLine="320" w:firstLineChars="100"/>
        <w:jc w:val="both"/>
        <w:textAlignment w:val="auto"/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1083310</wp:posOffset>
                </wp:positionH>
                <wp:positionV relativeFrom="paragraph">
                  <wp:posOffset>201295</wp:posOffset>
                </wp:positionV>
                <wp:extent cx="5455920" cy="0"/>
                <wp:effectExtent l="0" t="12700" r="11430" b="1587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5592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>
                              <a:lumMod val="75000"/>
                            </a:schemeClr>
                          </a:solidFill>
                          <a:headEnd type="non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5.3pt;margin-top:15.85pt;height:0pt;width:429.6pt;z-index:251674624;mso-width-relative:page;mso-height-relative:page;" filled="f" stroked="t" coordsize="21600,21600" o:gfxdata="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FgT301QAAAAoBAAAPAAAAAAAAAAEAIAAAACIA&#10;AABkcnMvZG93bnJldi54bWxQSwECFAAUAAAACACHTuJAwpXTyQwCAAAGBAAADgAAAAAAAAABACAA&#10;AAAkAQAAZHJzL2Uyb0RvYy54bWxQSwUGAAAAAAYABgBZAQAAogUAAAAA&#10;">
                <v:fill on="f" focussize="0,0"/>
                <v:stroke weight="2pt" color="#2E75B6 [24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-249555</wp:posOffset>
                </wp:positionH>
                <wp:positionV relativeFrom="paragraph">
                  <wp:posOffset>101600</wp:posOffset>
                </wp:positionV>
                <wp:extent cx="146050" cy="178435"/>
                <wp:effectExtent l="4445" t="4445" r="20955" b="7620"/>
                <wp:wrapNone/>
                <wp:docPr id="70" name="Freeform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46050" cy="178435"/>
                        </a:xfrm>
                        <a:custGeom>
                          <a:avLst/>
                          <a:gdLst>
                            <a:gd name="T0" fmla="*/ 0 w 77"/>
                            <a:gd name="T1" fmla="*/ 85 h 93"/>
                            <a:gd name="T2" fmla="*/ 30 w 77"/>
                            <a:gd name="T3" fmla="*/ 20 h 93"/>
                            <a:gd name="T4" fmla="*/ 38 w 77"/>
                            <a:gd name="T5" fmla="*/ 26 h 93"/>
                            <a:gd name="T6" fmla="*/ 39 w 77"/>
                            <a:gd name="T7" fmla="*/ 27 h 93"/>
                            <a:gd name="T8" fmla="*/ 39 w 77"/>
                            <a:gd name="T9" fmla="*/ 27 h 93"/>
                            <a:gd name="T10" fmla="*/ 40 w 77"/>
                            <a:gd name="T11" fmla="*/ 27 h 93"/>
                            <a:gd name="T12" fmla="*/ 40 w 77"/>
                            <a:gd name="T13" fmla="*/ 28 h 93"/>
                            <a:gd name="T14" fmla="*/ 40 w 77"/>
                            <a:gd name="T15" fmla="*/ 28 h 93"/>
                            <a:gd name="T16" fmla="*/ 41 w 77"/>
                            <a:gd name="T17" fmla="*/ 28 h 93"/>
                            <a:gd name="T18" fmla="*/ 41 w 77"/>
                            <a:gd name="T19" fmla="*/ 29 h 93"/>
                            <a:gd name="T20" fmla="*/ 42 w 77"/>
                            <a:gd name="T21" fmla="*/ 29 h 93"/>
                            <a:gd name="T22" fmla="*/ 42 w 77"/>
                            <a:gd name="T23" fmla="*/ 29 h 93"/>
                            <a:gd name="T24" fmla="*/ 43 w 77"/>
                            <a:gd name="T25" fmla="*/ 29 h 93"/>
                            <a:gd name="T26" fmla="*/ 43 w 77"/>
                            <a:gd name="T27" fmla="*/ 30 h 93"/>
                            <a:gd name="T28" fmla="*/ 43 w 77"/>
                            <a:gd name="T29" fmla="*/ 30 h 93"/>
                            <a:gd name="T30" fmla="*/ 48 w 77"/>
                            <a:gd name="T31" fmla="*/ 33 h 93"/>
                            <a:gd name="T32" fmla="*/ 48 w 77"/>
                            <a:gd name="T33" fmla="*/ 33 h 93"/>
                            <a:gd name="T34" fmla="*/ 49 w 77"/>
                            <a:gd name="T35" fmla="*/ 34 h 93"/>
                            <a:gd name="T36" fmla="*/ 49 w 77"/>
                            <a:gd name="T37" fmla="*/ 34 h 93"/>
                            <a:gd name="T38" fmla="*/ 50 w 77"/>
                            <a:gd name="T39" fmla="*/ 34 h 93"/>
                            <a:gd name="T40" fmla="*/ 50 w 77"/>
                            <a:gd name="T41" fmla="*/ 35 h 93"/>
                            <a:gd name="T42" fmla="*/ 50 w 77"/>
                            <a:gd name="T43" fmla="*/ 35 h 93"/>
                            <a:gd name="T44" fmla="*/ 51 w 77"/>
                            <a:gd name="T45" fmla="*/ 35 h 93"/>
                            <a:gd name="T46" fmla="*/ 51 w 77"/>
                            <a:gd name="T47" fmla="*/ 36 h 93"/>
                            <a:gd name="T48" fmla="*/ 52 w 77"/>
                            <a:gd name="T49" fmla="*/ 36 h 93"/>
                            <a:gd name="T50" fmla="*/ 52 w 77"/>
                            <a:gd name="T51" fmla="*/ 36 h 93"/>
                            <a:gd name="T52" fmla="*/ 53 w 77"/>
                            <a:gd name="T53" fmla="*/ 37 h 93"/>
                            <a:gd name="T54" fmla="*/ 53 w 77"/>
                            <a:gd name="T55" fmla="*/ 37 h 93"/>
                            <a:gd name="T56" fmla="*/ 48 w 77"/>
                            <a:gd name="T57" fmla="*/ 79 h 93"/>
                            <a:gd name="T58" fmla="*/ 7 w 77"/>
                            <a:gd name="T59" fmla="*/ 91 h 93"/>
                            <a:gd name="T60" fmla="*/ 35 w 77"/>
                            <a:gd name="T61" fmla="*/ 64 h 93"/>
                            <a:gd name="T62" fmla="*/ 19 w 77"/>
                            <a:gd name="T63" fmla="*/ 53 h 93"/>
                            <a:gd name="T64" fmla="*/ 3 w 77"/>
                            <a:gd name="T65" fmla="*/ 88 h 93"/>
                            <a:gd name="T66" fmla="*/ 73 w 77"/>
                            <a:gd name="T67" fmla="*/ 93 h 93"/>
                            <a:gd name="T68" fmla="*/ 54 w 77"/>
                            <a:gd name="T69" fmla="*/ 83 h 93"/>
                            <a:gd name="T70" fmla="*/ 69 w 77"/>
                            <a:gd name="T71" fmla="*/ 42 h 93"/>
                            <a:gd name="T72" fmla="*/ 34 w 77"/>
                            <a:gd name="T73" fmla="*/ 0 h 93"/>
                            <a:gd name="T74" fmla="*/ 69 w 77"/>
                            <a:gd name="T75" fmla="*/ 42 h 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77" h="93">
                              <a:moveTo>
                                <a:pt x="3" y="88"/>
                              </a:moveTo>
                              <a:cubicBezTo>
                                <a:pt x="2" y="87"/>
                                <a:pt x="1" y="86"/>
                                <a:pt x="0" y="85"/>
                              </a:cubicBezTo>
                              <a:cubicBezTo>
                                <a:pt x="0" y="72"/>
                                <a:pt x="0" y="58"/>
                                <a:pt x="0" y="45"/>
                              </a:cubicBezTo>
                              <a:cubicBezTo>
                                <a:pt x="12" y="40"/>
                                <a:pt x="21" y="32"/>
                                <a:pt x="30" y="20"/>
                              </a:cubicBezTo>
                              <a:cubicBezTo>
                                <a:pt x="38" y="26"/>
                                <a:pt x="38" y="26"/>
                                <a:pt x="38" y="26"/>
                              </a:cubicBezTo>
                              <a:cubicBezTo>
                                <a:pt x="38" y="26"/>
                                <a:pt x="38" y="26"/>
                                <a:pt x="38" y="26"/>
                              </a:cubicBezTo>
                              <a:cubicBezTo>
                                <a:pt x="38" y="27"/>
                                <a:pt x="38" y="27"/>
                                <a:pt x="38" y="27"/>
                              </a:cubicBezTo>
                              <a:cubicBezTo>
                                <a:pt x="39" y="27"/>
                                <a:pt x="39" y="27"/>
                                <a:pt x="39" y="27"/>
                              </a:cubicBezTo>
                              <a:cubicBezTo>
                                <a:pt x="39" y="27"/>
                                <a:pt x="39" y="27"/>
                                <a:pt x="39" y="27"/>
                              </a:cubicBezTo>
                              <a:cubicBezTo>
                                <a:pt x="39" y="27"/>
                                <a:pt x="39" y="27"/>
                                <a:pt x="39" y="27"/>
                              </a:cubicBezTo>
                              <a:cubicBezTo>
                                <a:pt x="39" y="27"/>
                                <a:pt x="39" y="27"/>
                                <a:pt x="39" y="27"/>
                              </a:cubicBezTo>
                              <a:cubicBezTo>
                                <a:pt x="40" y="27"/>
                                <a:pt x="40" y="27"/>
                                <a:pt x="40" y="27"/>
                              </a:cubicBezTo>
                              <a:cubicBezTo>
                                <a:pt x="40" y="27"/>
                                <a:pt x="40" y="27"/>
                                <a:pt x="40" y="27"/>
                              </a:cubicBezTo>
                              <a:cubicBezTo>
                                <a:pt x="40" y="28"/>
                                <a:pt x="40" y="28"/>
                                <a:pt x="40" y="28"/>
                              </a:cubicBezTo>
                              <a:cubicBezTo>
                                <a:pt x="40" y="28"/>
                                <a:pt x="40" y="28"/>
                                <a:pt x="40" y="28"/>
                              </a:cubicBezTo>
                              <a:cubicBezTo>
                                <a:pt x="40" y="28"/>
                                <a:pt x="40" y="28"/>
                                <a:pt x="40" y="28"/>
                              </a:cubicBezTo>
                              <a:cubicBezTo>
                                <a:pt x="41" y="28"/>
                                <a:pt x="41" y="28"/>
                                <a:pt x="41" y="28"/>
                              </a:cubicBezTo>
                              <a:cubicBezTo>
                                <a:pt x="41" y="28"/>
                                <a:pt x="41" y="28"/>
                                <a:pt x="41" y="28"/>
                              </a:cubicBezTo>
                              <a:cubicBezTo>
                                <a:pt x="41" y="28"/>
                                <a:pt x="41" y="28"/>
                                <a:pt x="41" y="28"/>
                              </a:cubicBezTo>
                              <a:cubicBezTo>
                                <a:pt x="41" y="29"/>
                                <a:pt x="41" y="29"/>
                                <a:pt x="41" y="29"/>
                              </a:cubicBezTo>
                              <a:cubicBezTo>
                                <a:pt x="42" y="29"/>
                                <a:pt x="42" y="29"/>
                                <a:pt x="42" y="29"/>
                              </a:cubicBezTo>
                              <a:cubicBezTo>
                                <a:pt x="42" y="29"/>
                                <a:pt x="42" y="29"/>
                                <a:pt x="42" y="29"/>
                              </a:cubicBezTo>
                              <a:cubicBezTo>
                                <a:pt x="42" y="29"/>
                                <a:pt x="42" y="29"/>
                                <a:pt x="42" y="29"/>
                              </a:cubicBezTo>
                              <a:cubicBezTo>
                                <a:pt x="42" y="29"/>
                                <a:pt x="42" y="29"/>
                                <a:pt x="42" y="29"/>
                              </a:cubicBezTo>
                              <a:cubicBezTo>
                                <a:pt x="42" y="29"/>
                                <a:pt x="42" y="29"/>
                                <a:pt x="42" y="29"/>
                              </a:cubicBezTo>
                              <a:cubicBezTo>
                                <a:pt x="43" y="29"/>
                                <a:pt x="43" y="29"/>
                                <a:pt x="43" y="29"/>
                              </a:cubicBezTo>
                              <a:cubicBezTo>
                                <a:pt x="43" y="30"/>
                                <a:pt x="43" y="30"/>
                                <a:pt x="43" y="30"/>
                              </a:cubicBezTo>
                              <a:cubicBezTo>
                                <a:pt x="43" y="30"/>
                                <a:pt x="43" y="30"/>
                                <a:pt x="43" y="30"/>
                              </a:cubicBezTo>
                              <a:cubicBezTo>
                                <a:pt x="43" y="30"/>
                                <a:pt x="43" y="30"/>
                                <a:pt x="43" y="30"/>
                              </a:cubicBezTo>
                              <a:cubicBezTo>
                                <a:pt x="43" y="30"/>
                                <a:pt x="43" y="30"/>
                                <a:pt x="43" y="30"/>
                              </a:cubicBezTo>
                              <a:cubicBezTo>
                                <a:pt x="44" y="30"/>
                                <a:pt x="44" y="30"/>
                                <a:pt x="44" y="30"/>
                              </a:cubicBezTo>
                              <a:cubicBezTo>
                                <a:pt x="48" y="33"/>
                                <a:pt x="48" y="33"/>
                                <a:pt x="48" y="33"/>
                              </a:cubicBezTo>
                              <a:cubicBezTo>
                                <a:pt x="48" y="33"/>
                                <a:pt x="48" y="33"/>
                                <a:pt x="48" y="33"/>
                              </a:cubicBezTo>
                              <a:cubicBezTo>
                                <a:pt x="48" y="33"/>
                                <a:pt x="48" y="33"/>
                                <a:pt x="48" y="33"/>
                              </a:cubicBezTo>
                              <a:cubicBezTo>
                                <a:pt x="48" y="34"/>
                                <a:pt x="48" y="34"/>
                                <a:pt x="48" y="34"/>
                              </a:cubicBezTo>
                              <a:cubicBezTo>
                                <a:pt x="49" y="34"/>
                                <a:pt x="49" y="34"/>
                                <a:pt x="49" y="34"/>
                              </a:cubicBezTo>
                              <a:cubicBezTo>
                                <a:pt x="49" y="34"/>
                                <a:pt x="49" y="34"/>
                                <a:pt x="49" y="34"/>
                              </a:cubicBezTo>
                              <a:cubicBezTo>
                                <a:pt x="49" y="34"/>
                                <a:pt x="49" y="34"/>
                                <a:pt x="49" y="34"/>
                              </a:cubicBezTo>
                              <a:cubicBezTo>
                                <a:pt x="49" y="34"/>
                                <a:pt x="49" y="34"/>
                                <a:pt x="49" y="34"/>
                              </a:cubicBezTo>
                              <a:cubicBezTo>
                                <a:pt x="50" y="34"/>
                                <a:pt x="50" y="34"/>
                                <a:pt x="50" y="34"/>
                              </a:cubicBezTo>
                              <a:cubicBezTo>
                                <a:pt x="50" y="35"/>
                                <a:pt x="50" y="35"/>
                                <a:pt x="50" y="35"/>
                              </a:cubicBezTo>
                              <a:cubicBezTo>
                                <a:pt x="50" y="35"/>
                                <a:pt x="50" y="35"/>
                                <a:pt x="50" y="35"/>
                              </a:cubicBezTo>
                              <a:cubicBezTo>
                                <a:pt x="50" y="35"/>
                                <a:pt x="50" y="35"/>
                                <a:pt x="50" y="35"/>
                              </a:cubicBezTo>
                              <a:cubicBezTo>
                                <a:pt x="50" y="35"/>
                                <a:pt x="50" y="35"/>
                                <a:pt x="50" y="35"/>
                              </a:cubicBezTo>
                              <a:cubicBezTo>
                                <a:pt x="51" y="35"/>
                                <a:pt x="51" y="35"/>
                                <a:pt x="51" y="35"/>
                              </a:cubicBezTo>
                              <a:cubicBezTo>
                                <a:pt x="51" y="35"/>
                                <a:pt x="51" y="35"/>
                                <a:pt x="51" y="35"/>
                              </a:cubicBezTo>
                              <a:cubicBezTo>
                                <a:pt x="51" y="35"/>
                                <a:pt x="51" y="35"/>
                                <a:pt x="51" y="35"/>
                              </a:cubicBezTo>
                              <a:cubicBezTo>
                                <a:pt x="51" y="36"/>
                                <a:pt x="51" y="36"/>
                                <a:pt x="51" y="36"/>
                              </a:cubicBezTo>
                              <a:cubicBezTo>
                                <a:pt x="52" y="36"/>
                                <a:pt x="52" y="36"/>
                                <a:pt x="52" y="36"/>
                              </a:cubicBezTo>
                              <a:cubicBezTo>
                                <a:pt x="52" y="36"/>
                                <a:pt x="52" y="36"/>
                                <a:pt x="52" y="36"/>
                              </a:cubicBezTo>
                              <a:cubicBezTo>
                                <a:pt x="52" y="36"/>
                                <a:pt x="52" y="36"/>
                                <a:pt x="52" y="36"/>
                              </a:cubicBezTo>
                              <a:cubicBezTo>
                                <a:pt x="52" y="36"/>
                                <a:pt x="52" y="36"/>
                                <a:pt x="52" y="36"/>
                              </a:cubicBezTo>
                              <a:cubicBezTo>
                                <a:pt x="52" y="36"/>
                                <a:pt x="52" y="36"/>
                                <a:pt x="52" y="36"/>
                              </a:cubicBezTo>
                              <a:cubicBezTo>
                                <a:pt x="53" y="37"/>
                                <a:pt x="53" y="37"/>
                                <a:pt x="53" y="37"/>
                              </a:cubicBezTo>
                              <a:cubicBezTo>
                                <a:pt x="53" y="37"/>
                                <a:pt x="53" y="37"/>
                                <a:pt x="53" y="37"/>
                              </a:cubicBezTo>
                              <a:cubicBezTo>
                                <a:pt x="53" y="37"/>
                                <a:pt x="53" y="37"/>
                                <a:pt x="53" y="37"/>
                              </a:cubicBezTo>
                              <a:cubicBezTo>
                                <a:pt x="62" y="43"/>
                                <a:pt x="62" y="43"/>
                                <a:pt x="62" y="43"/>
                              </a:cubicBezTo>
                              <a:cubicBezTo>
                                <a:pt x="53" y="55"/>
                                <a:pt x="49" y="67"/>
                                <a:pt x="48" y="79"/>
                              </a:cubicBezTo>
                              <a:cubicBezTo>
                                <a:pt x="36" y="84"/>
                                <a:pt x="23" y="88"/>
                                <a:pt x="11" y="93"/>
                              </a:cubicBezTo>
                              <a:cubicBezTo>
                                <a:pt x="9" y="92"/>
                                <a:pt x="8" y="91"/>
                                <a:pt x="7" y="91"/>
                              </a:cubicBezTo>
                              <a:cubicBezTo>
                                <a:pt x="23" y="68"/>
                                <a:pt x="23" y="68"/>
                                <a:pt x="23" y="68"/>
                              </a:cubicBezTo>
                              <a:cubicBezTo>
                                <a:pt x="27" y="69"/>
                                <a:pt x="32" y="68"/>
                                <a:pt x="35" y="64"/>
                              </a:cubicBezTo>
                              <a:cubicBezTo>
                                <a:pt x="38" y="60"/>
                                <a:pt x="37" y="54"/>
                                <a:pt x="32" y="51"/>
                              </a:cubicBezTo>
                              <a:cubicBezTo>
                                <a:pt x="28" y="47"/>
                                <a:pt x="22" y="49"/>
                                <a:pt x="19" y="53"/>
                              </a:cubicBezTo>
                              <a:cubicBezTo>
                                <a:pt x="16" y="57"/>
                                <a:pt x="16" y="62"/>
                                <a:pt x="19" y="65"/>
                              </a:cubicBezTo>
                              <a:cubicBezTo>
                                <a:pt x="3" y="88"/>
                                <a:pt x="3" y="88"/>
                                <a:pt x="3" y="88"/>
                              </a:cubicBezTo>
                              <a:close/>
                              <a:moveTo>
                                <a:pt x="27" y="93"/>
                              </a:moveTo>
                              <a:cubicBezTo>
                                <a:pt x="73" y="93"/>
                                <a:pt x="73" y="93"/>
                                <a:pt x="73" y="93"/>
                              </a:cubicBezTo>
                              <a:cubicBezTo>
                                <a:pt x="73" y="83"/>
                                <a:pt x="73" y="83"/>
                                <a:pt x="73" y="83"/>
                              </a:cubicBezTo>
                              <a:cubicBezTo>
                                <a:pt x="54" y="83"/>
                                <a:pt x="54" y="83"/>
                                <a:pt x="54" y="83"/>
                              </a:cubicBezTo>
                              <a:cubicBezTo>
                                <a:pt x="27" y="93"/>
                                <a:pt x="27" y="93"/>
                                <a:pt x="27" y="93"/>
                              </a:cubicBezTo>
                              <a:close/>
                              <a:moveTo>
                                <a:pt x="69" y="42"/>
                              </a:moveTo>
                              <a:cubicBezTo>
                                <a:pt x="77" y="31"/>
                                <a:pt x="77" y="31"/>
                                <a:pt x="77" y="31"/>
                              </a:cubicBezTo>
                              <a:cubicBezTo>
                                <a:pt x="34" y="0"/>
                                <a:pt x="34" y="0"/>
                                <a:pt x="34" y="0"/>
                              </a:cubicBezTo>
                              <a:cubicBezTo>
                                <a:pt x="26" y="12"/>
                                <a:pt x="26" y="12"/>
                                <a:pt x="26" y="12"/>
                              </a:cubicBezTo>
                              <a:lnTo>
                                <a:pt x="69" y="4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bodyPr vert="horz" wrap="square" lIns="96430" tIns="48216" rIns="96430" bIns="48216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69" o:spid="_x0000_s1026" o:spt="100" style="position:absolute;left:0pt;margin-left:-19.65pt;margin-top:8pt;height:14.05pt;width:11.5pt;z-index:251670528;mso-width-relative:page;mso-height-relative:page;" fillcolor="#FFFFFF [3212]" filled="t" stroked="t" coordsize="77,93" o:gfxdata="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" path="m3,88c2,87,1,86,0,85c0,72,0,58,0,45c12,40,21,32,30,20c38,26,38,26,38,26c38,26,38,26,38,26c38,27,38,27,38,27c39,27,39,27,39,27c39,27,39,27,39,27c39,27,39,27,39,27c39,27,39,27,39,27c40,27,40,27,40,27c40,27,40,27,40,27c40,28,40,28,40,28c40,28,40,28,40,28c40,28,40,28,40,28c41,28,41,28,41,28c41,28,41,28,41,28c41,28,41,28,41,28c41,29,41,29,41,29c42,29,42,29,42,29c42,29,42,29,42,29c42,29,42,29,42,29c42,29,42,29,42,29c42,29,42,29,42,29c43,29,43,29,43,29c43,30,43,30,43,30c43,30,43,30,43,30c43,30,43,30,43,30c43,30,43,30,43,30c44,30,44,30,44,30c48,33,48,33,48,33c48,33,48,33,48,33c48,33,48,33,48,33c48,34,48,34,48,34c49,34,49,34,49,34c49,34,49,34,49,34c49,34,49,34,49,34c49,34,49,34,49,34c50,34,50,34,50,34c50,35,50,35,50,35c50,35,50,35,50,35c50,35,50,35,50,35c50,35,50,35,50,35c51,35,51,35,51,35c51,35,51,35,51,35c51,35,51,35,51,35c51,36,51,36,51,36c52,36,52,36,52,36c52,36,52,36,52,36c52,36,52,36,52,36c52,36,52,36,52,36c52,36,52,36,52,36c53,37,53,37,53,37c53,37,53,37,53,37c53,37,53,37,53,37c62,43,62,43,62,43c53,55,49,67,48,79c36,84,23,88,11,93c9,92,8,91,7,91c23,68,23,68,23,68c27,69,32,68,35,64c38,60,37,54,32,51c28,47,22,49,19,53c16,57,16,62,19,65c3,88,3,88,3,88xm27,93c73,93,73,93,73,93c73,83,73,83,73,83c54,83,54,83,54,83c27,93,27,93,27,93xm69,42c77,31,77,31,77,31c34,0,34,0,34,0c26,12,26,12,26,12l69,42xe">
                <v:path o:connectlocs="0,163085;56902,38373;72076,49885;73973,51803;73973,51803;75870,51803;75870,53722;75870,53722;77766,53722;77766,55641;79663,55641;79663,55641;81560,55641;81560,57559;81560,57559;91044,63315;91044,63315;92940,65234;92940,65234;94837,65234;94837,67152;94837,67152;96734,67152;96734,69071;98631,69071;98631,69071;100527,70990;100527,70990;91044,151573;13277,174597;66386,122793;36038,101688;5690,168841;138462,178435;102424,159248;130875,80583;64489,0;130875,80583" o:connectangles="0,0,0,0,0,0,0,0,0,0,0,0,0,0,0,0,0,0,0,0,0,0,0,0,0,0,0,0,0,0,0,0,0,0,0,0,0,0"/>
                <v:fill on="t" focussize="0,0"/>
                <v:stroke color="#FFFFFF [3212]" joinstyle="round"/>
                <v:imagedata o:title=""/>
                <o:lock v:ext="edit" aspectratio="f"/>
                <v:textbox inset="7.59291338582677pt,3.79653543307087pt,7.59291338582677pt,3.79653543307087pt"/>
              </v:shape>
            </w:pict>
          </mc:Fallback>
        </mc:AlternateContent>
      </w: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64770</wp:posOffset>
                </wp:positionV>
                <wp:extent cx="275590" cy="275590"/>
                <wp:effectExtent l="0" t="0" r="10160" b="10160"/>
                <wp:wrapNone/>
                <wp:docPr id="16" name="椭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590" cy="27559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24.6pt;margin-top:5.1pt;height:21.7pt;width:21.7pt;z-index:251667456;v-text-anchor:middle;mso-width-relative:page;mso-height-relative:page;" fillcolor="#2E75B6 [2404]" filled="t" stroked="f" coordsize="21600,21600" o:gfxdata="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Cy3cI+1gAAAAgBAAAPAAAAAAAAAAEAIAAAACIA&#10;AABkcnMvZG93bnJldi54bWxQSwECFAAUAAAACACHTuJAnfh3WX0CAADxBAAADgAAAAAAAAABACAA&#10;AAAlAQAAZHJzL2Uyb0RvYy54bWxQSwUGAAAAAAYABgBZAQAAFAY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个人技能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left="425" w:leftChars="0" w:hanging="425" w:firstLine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会Photo shop做简单美化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left="425" w:leftChars="0" w:hanging="425" w:firstLine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熟练运用PPT 、Excel l做汇报和数据总结分析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left="425" w:leftChars="0" w:hanging="425" w:firstLine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熟悉淘宝店铺推广工具，擅长搜索优化、视觉优化、流量获取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firstLine="320" w:firstLineChars="100"/>
        <w:jc w:val="both"/>
        <w:textAlignment w:val="auto"/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1075690</wp:posOffset>
                </wp:positionH>
                <wp:positionV relativeFrom="paragraph">
                  <wp:posOffset>215265</wp:posOffset>
                </wp:positionV>
                <wp:extent cx="5451475" cy="0"/>
                <wp:effectExtent l="0" t="12700" r="15875" b="15875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5147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accent1">
                              <a:lumMod val="75000"/>
                            </a:schemeClr>
                          </a:solidFill>
                          <a:headEnd type="non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4.7pt;margin-top:16.95pt;height:0pt;width:429.25pt;z-index:251675648;mso-width-relative:page;mso-height-relative:page;" filled="f" stroked="t" coordsize="21600,21600" o:gfxdata="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2JFam1QAAAAoBAAAPAAAAAAAAAAEAIAAA&#10;ACIAAABkcnMvZG93bnJldi54bWxQSwECFAAUAAAACACHTuJAhGmYsw8CAAAGBAAADgAAAAAAAAAB&#10;ACAAAAAkAQAAZHJzL2Uyb0RvYy54bWxQSwUGAAAAAAYABgBZAQAApQUAAAAA&#10;">
                <v:fill on="f" focussize="0,0"/>
                <v:stroke weight="2pt" color="#2E75B6 [24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66675</wp:posOffset>
                </wp:positionV>
                <wp:extent cx="275590" cy="275590"/>
                <wp:effectExtent l="0" t="0" r="10160" b="10160"/>
                <wp:wrapNone/>
                <wp:docPr id="17" name="椭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590" cy="27559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-24.6pt;margin-top:5.25pt;height:21.7pt;width:21.7pt;z-index:251663360;v-text-anchor:middle;mso-width-relative:page;mso-height-relative:page;" fillcolor="#2E75B6 [2404]" filled="t" stroked="f" coordsize="21600,21600" o:gfxdata="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HJhR+1gAAAAgBAAAPAAAAAAAAAAEAIAAAACIA&#10;AABkcnMvZG93bnJldi54bWxQSwECFAAUAAAACACHTuJAuixTxX0CAADxBAAADgAAAAAAAAABACAA&#10;AAAlAQAAZHJzL2Uyb0RvYy54bWxQSwUGAAAAAAYABgBZAQAAFAY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-252095</wp:posOffset>
                </wp:positionH>
                <wp:positionV relativeFrom="paragraph">
                  <wp:posOffset>99060</wp:posOffset>
                </wp:positionV>
                <wp:extent cx="182245" cy="209550"/>
                <wp:effectExtent l="0" t="0" r="8255" b="0"/>
                <wp:wrapNone/>
                <wp:docPr id="9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245" cy="209550"/>
                          <a:chOff x="2925" y="6533"/>
                          <a:chExt cx="466" cy="533"/>
                        </a:xfrm>
                      </wpg:grpSpPr>
                      <wps:wsp>
                        <wps:cNvPr id="10" name="Freeform 8"/>
                        <wps:cNvSpPr/>
                        <wps:spPr bwMode="auto">
                          <a:xfrm>
                            <a:off x="2925" y="6760"/>
                            <a:ext cx="467" cy="306"/>
                          </a:xfrm>
                          <a:custGeom>
                            <a:avLst/>
                            <a:gdLst>
                              <a:gd name="T0" fmla="*/ 23 w 24"/>
                              <a:gd name="T1" fmla="*/ 3 h 16"/>
                              <a:gd name="T2" fmla="*/ 19 w 24"/>
                              <a:gd name="T3" fmla="*/ 0 h 16"/>
                              <a:gd name="T4" fmla="*/ 19 w 24"/>
                              <a:gd name="T5" fmla="*/ 0 h 16"/>
                              <a:gd name="T6" fmla="*/ 17 w 24"/>
                              <a:gd name="T7" fmla="*/ 0 h 16"/>
                              <a:gd name="T8" fmla="*/ 15 w 24"/>
                              <a:gd name="T9" fmla="*/ 5 h 16"/>
                              <a:gd name="T10" fmla="*/ 12 w 24"/>
                              <a:gd name="T11" fmla="*/ 11 h 16"/>
                              <a:gd name="T12" fmla="*/ 14 w 24"/>
                              <a:gd name="T13" fmla="*/ 7 h 16"/>
                              <a:gd name="T14" fmla="*/ 13 w 24"/>
                              <a:gd name="T15" fmla="*/ 1 h 16"/>
                              <a:gd name="T16" fmla="*/ 13 w 24"/>
                              <a:gd name="T17" fmla="*/ 1 h 16"/>
                              <a:gd name="T18" fmla="*/ 12 w 24"/>
                              <a:gd name="T19" fmla="*/ 0 h 16"/>
                              <a:gd name="T20" fmla="*/ 12 w 24"/>
                              <a:gd name="T21" fmla="*/ 0 h 16"/>
                              <a:gd name="T22" fmla="*/ 12 w 24"/>
                              <a:gd name="T23" fmla="*/ 1 h 16"/>
                              <a:gd name="T24" fmla="*/ 12 w 24"/>
                              <a:gd name="T25" fmla="*/ 1 h 16"/>
                              <a:gd name="T26" fmla="*/ 11 w 24"/>
                              <a:gd name="T27" fmla="*/ 7 h 16"/>
                              <a:gd name="T28" fmla="*/ 10 w 24"/>
                              <a:gd name="T29" fmla="*/ 5 h 16"/>
                              <a:gd name="T30" fmla="*/ 8 w 24"/>
                              <a:gd name="T31" fmla="*/ 0 h 16"/>
                              <a:gd name="T32" fmla="*/ 5 w 24"/>
                              <a:gd name="T33" fmla="*/ 0 h 16"/>
                              <a:gd name="T34" fmla="*/ 5 w 24"/>
                              <a:gd name="T35" fmla="*/ 0 h 16"/>
                              <a:gd name="T36" fmla="*/ 1 w 24"/>
                              <a:gd name="T37" fmla="*/ 3 h 16"/>
                              <a:gd name="T38" fmla="*/ 0 w 24"/>
                              <a:gd name="T39" fmla="*/ 16 h 16"/>
                              <a:gd name="T40" fmla="*/ 4 w 24"/>
                              <a:gd name="T41" fmla="*/ 16 h 16"/>
                              <a:gd name="T42" fmla="*/ 4 w 24"/>
                              <a:gd name="T43" fmla="*/ 6 h 16"/>
                              <a:gd name="T44" fmla="*/ 5 w 24"/>
                              <a:gd name="T45" fmla="*/ 6 h 16"/>
                              <a:gd name="T46" fmla="*/ 5 w 24"/>
                              <a:gd name="T47" fmla="*/ 16 h 16"/>
                              <a:gd name="T48" fmla="*/ 12 w 24"/>
                              <a:gd name="T49" fmla="*/ 16 h 16"/>
                              <a:gd name="T50" fmla="*/ 19 w 24"/>
                              <a:gd name="T51" fmla="*/ 16 h 16"/>
                              <a:gd name="T52" fmla="*/ 19 w 24"/>
                              <a:gd name="T53" fmla="*/ 6 h 16"/>
                              <a:gd name="T54" fmla="*/ 19 w 24"/>
                              <a:gd name="T55" fmla="*/ 6 h 16"/>
                              <a:gd name="T56" fmla="*/ 20 w 24"/>
                              <a:gd name="T57" fmla="*/ 6 h 16"/>
                              <a:gd name="T58" fmla="*/ 20 w 24"/>
                              <a:gd name="T59" fmla="*/ 16 h 16"/>
                              <a:gd name="T60" fmla="*/ 23 w 24"/>
                              <a:gd name="T61" fmla="*/ 16 h 16"/>
                              <a:gd name="T62" fmla="*/ 23 w 24"/>
                              <a:gd name="T63" fmla="*/ 3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24" h="16">
                                <a:moveTo>
                                  <a:pt x="23" y="3"/>
                                </a:moveTo>
                                <a:cubicBezTo>
                                  <a:pt x="22" y="1"/>
                                  <a:pt x="20" y="0"/>
                                  <a:pt x="19" y="0"/>
                                </a:cubicBezTo>
                                <a:cubicBezTo>
                                  <a:pt x="19" y="0"/>
                                  <a:pt x="19" y="0"/>
                                  <a:pt x="19" y="0"/>
                                </a:cubicBezTo>
                                <a:cubicBezTo>
                                  <a:pt x="17" y="0"/>
                                  <a:pt x="17" y="0"/>
                                  <a:pt x="17" y="0"/>
                                </a:cubicBezTo>
                                <a:cubicBezTo>
                                  <a:pt x="15" y="5"/>
                                  <a:pt x="15" y="5"/>
                                  <a:pt x="15" y="5"/>
                                </a:cubicBezTo>
                                <a:cubicBezTo>
                                  <a:pt x="12" y="11"/>
                                  <a:pt x="12" y="11"/>
                                  <a:pt x="12" y="11"/>
                                </a:cubicBezTo>
                                <a:cubicBezTo>
                                  <a:pt x="14" y="7"/>
                                  <a:pt x="14" y="7"/>
                                  <a:pt x="14" y="7"/>
                                </a:cubicBezTo>
                                <a:cubicBezTo>
                                  <a:pt x="13" y="1"/>
                                  <a:pt x="13" y="1"/>
                                  <a:pt x="13" y="1"/>
                                </a:cubicBezTo>
                                <a:cubicBezTo>
                                  <a:pt x="13" y="1"/>
                                  <a:pt x="13" y="1"/>
                                  <a:pt x="13" y="1"/>
                                </a:cubicBezTo>
                                <a:cubicBezTo>
                                  <a:pt x="13" y="0"/>
                                  <a:pt x="13" y="0"/>
                                  <a:pt x="12" y="0"/>
                                </a:cubicBezTo>
                                <a:cubicBezTo>
                                  <a:pt x="12" y="0"/>
                                  <a:pt x="12" y="0"/>
                                  <a:pt x="12" y="0"/>
                                </a:cubicBezTo>
                                <a:cubicBezTo>
                                  <a:pt x="12" y="0"/>
                                  <a:pt x="12" y="0"/>
                                  <a:pt x="12" y="1"/>
                                </a:cubicBezTo>
                                <a:cubicBezTo>
                                  <a:pt x="12" y="1"/>
                                  <a:pt x="12" y="1"/>
                                  <a:pt x="12" y="1"/>
                                </a:cubicBezTo>
                                <a:cubicBezTo>
                                  <a:pt x="11" y="7"/>
                                  <a:pt x="11" y="7"/>
                                  <a:pt x="11" y="7"/>
                                </a:cubicBezTo>
                                <a:cubicBezTo>
                                  <a:pt x="10" y="5"/>
                                  <a:pt x="10" y="5"/>
                                  <a:pt x="10" y="5"/>
                                </a:cubicBezTo>
                                <a:cubicBezTo>
                                  <a:pt x="8" y="0"/>
                                  <a:pt x="8" y="0"/>
                                  <a:pt x="8" y="0"/>
                                </a:cubicBezTo>
                                <a:cubicBezTo>
                                  <a:pt x="5" y="0"/>
                                  <a:pt x="5" y="0"/>
                                  <a:pt x="5" y="0"/>
                                </a:cubicBezTo>
                                <a:cubicBezTo>
                                  <a:pt x="5" y="0"/>
                                  <a:pt x="5" y="0"/>
                                  <a:pt x="5" y="0"/>
                                </a:cubicBezTo>
                                <a:cubicBezTo>
                                  <a:pt x="3" y="0"/>
                                  <a:pt x="2" y="1"/>
                                  <a:pt x="1" y="3"/>
                                </a:cubicBezTo>
                                <a:cubicBezTo>
                                  <a:pt x="0" y="5"/>
                                  <a:pt x="0" y="11"/>
                                  <a:pt x="0" y="16"/>
                                </a:cubicBezTo>
                                <a:cubicBezTo>
                                  <a:pt x="4" y="16"/>
                                  <a:pt x="4" y="16"/>
                                  <a:pt x="4" y="16"/>
                                </a:cubicBezTo>
                                <a:cubicBezTo>
                                  <a:pt x="4" y="6"/>
                                  <a:pt x="4" y="6"/>
                                  <a:pt x="4" y="6"/>
                                </a:cubicBezTo>
                                <a:cubicBezTo>
                                  <a:pt x="4" y="6"/>
                                  <a:pt x="4" y="6"/>
                                  <a:pt x="5" y="6"/>
                                </a:cubicBezTo>
                                <a:cubicBezTo>
                                  <a:pt x="5" y="16"/>
                                  <a:pt x="5" y="16"/>
                                  <a:pt x="5" y="16"/>
                                </a:cubicBezTo>
                                <a:cubicBezTo>
                                  <a:pt x="12" y="16"/>
                                  <a:pt x="12" y="16"/>
                                  <a:pt x="12" y="16"/>
                                </a:cubicBezTo>
                                <a:cubicBezTo>
                                  <a:pt x="19" y="16"/>
                                  <a:pt x="19" y="16"/>
                                  <a:pt x="19" y="16"/>
                                </a:cubicBezTo>
                                <a:cubicBezTo>
                                  <a:pt x="19" y="6"/>
                                  <a:pt x="19" y="6"/>
                                  <a:pt x="19" y="6"/>
                                </a:cubicBezTo>
                                <a:cubicBezTo>
                                  <a:pt x="19" y="6"/>
                                  <a:pt x="19" y="6"/>
                                  <a:pt x="19" y="6"/>
                                </a:cubicBezTo>
                                <a:cubicBezTo>
                                  <a:pt x="19" y="6"/>
                                  <a:pt x="20" y="6"/>
                                  <a:pt x="20" y="6"/>
                                </a:cubicBezTo>
                                <a:cubicBezTo>
                                  <a:pt x="20" y="16"/>
                                  <a:pt x="20" y="16"/>
                                  <a:pt x="20" y="16"/>
                                </a:cubicBezTo>
                                <a:cubicBezTo>
                                  <a:pt x="23" y="16"/>
                                  <a:pt x="23" y="16"/>
                                  <a:pt x="23" y="16"/>
                                </a:cubicBezTo>
                                <a:cubicBezTo>
                                  <a:pt x="24" y="11"/>
                                  <a:pt x="24" y="5"/>
                                  <a:pt x="23" y="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58" name="Freeform 7"/>
                        <wps:cNvSpPr/>
                        <wps:spPr bwMode="auto">
                          <a:xfrm>
                            <a:off x="3064" y="6533"/>
                            <a:ext cx="212" cy="190"/>
                          </a:xfrm>
                          <a:custGeom>
                            <a:avLst/>
                            <a:gdLst>
                              <a:gd name="T0" fmla="*/ 5 w 11"/>
                              <a:gd name="T1" fmla="*/ 10 h 10"/>
                              <a:gd name="T2" fmla="*/ 5 w 11"/>
                              <a:gd name="T3" fmla="*/ 10 h 10"/>
                              <a:gd name="T4" fmla="*/ 11 w 11"/>
                              <a:gd name="T5" fmla="*/ 5 h 10"/>
                              <a:gd name="T6" fmla="*/ 5 w 11"/>
                              <a:gd name="T7" fmla="*/ 0 h 10"/>
                              <a:gd name="T8" fmla="*/ 5 w 11"/>
                              <a:gd name="T9" fmla="*/ 0 h 10"/>
                              <a:gd name="T10" fmla="*/ 0 w 11"/>
                              <a:gd name="T11" fmla="*/ 5 h 10"/>
                              <a:gd name="T12" fmla="*/ 5 w 11"/>
                              <a:gd name="T13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1" h="10">
                                <a:moveTo>
                                  <a:pt x="5" y="10"/>
                                </a:moveTo>
                                <a:cubicBezTo>
                                  <a:pt x="5" y="10"/>
                                  <a:pt x="5" y="10"/>
                                  <a:pt x="5" y="10"/>
                                </a:cubicBezTo>
                                <a:cubicBezTo>
                                  <a:pt x="8" y="10"/>
                                  <a:pt x="11" y="8"/>
                                  <a:pt x="11" y="5"/>
                                </a:cubicBezTo>
                                <a:cubicBezTo>
                                  <a:pt x="11" y="2"/>
                                  <a:pt x="8" y="0"/>
                                  <a:pt x="5" y="0"/>
                                </a:cubicBezTo>
                                <a:cubicBezTo>
                                  <a:pt x="5" y="0"/>
                                  <a:pt x="5" y="0"/>
                                  <a:pt x="5" y="0"/>
                                </a:cubicBezTo>
                                <a:cubicBezTo>
                                  <a:pt x="2" y="1"/>
                                  <a:pt x="0" y="3"/>
                                  <a:pt x="0" y="5"/>
                                </a:cubicBezTo>
                                <a:cubicBezTo>
                                  <a:pt x="0" y="8"/>
                                  <a:pt x="2" y="10"/>
                                  <a:pt x="5" y="1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-19.85pt;margin-top:7.8pt;height:16.5pt;width:14.35pt;z-index:251665408;mso-width-relative:page;mso-height-relative:page;" coordorigin="2925,6533" coordsize="466,533" o:gfxdata="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">
                <o:lock v:ext="edit" aspectratio="f"/>
                <v:shape id="Freeform 8" o:spid="_x0000_s1026" o:spt="100" style="position:absolute;left:2925;top:6760;height:306;width:467;" fillcolor="#FFFFFF [3212]" filled="t" stroked="f" coordsize="24,16" o:gfxdata="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MUjTvQAA&#10;ANsAAAAPAAAAAAAAAAEAIAAAACIAAABkcnMvZG93bnJldi54bWxQSwECFAAUAAAACACHTuJAMy8F&#10;njsAAAA5AAAAEAAAAAAAAAABACAAAAAMAQAAZHJzL3NoYXBleG1sLnhtbFBLBQYAAAAABgAGAFsB&#10;AAC2AwAAAAA=&#10;" path="m23,3c22,1,20,0,19,0c19,0,19,0,19,0c17,0,17,0,17,0c15,5,15,5,15,5c12,11,12,11,12,11c14,7,14,7,14,7c13,1,13,1,13,1c13,1,13,1,13,1c13,0,13,0,12,0c12,0,12,0,12,0c12,0,12,0,12,1c12,1,12,1,12,1c11,7,11,7,11,7c10,5,10,5,10,5c8,0,8,0,8,0c5,0,5,0,5,0c5,0,5,0,5,0c3,0,2,1,1,3c0,5,0,11,0,16c4,16,4,16,4,16c4,6,4,6,4,6c4,6,4,6,5,6c5,16,5,16,5,16c12,16,12,16,12,16c19,16,19,16,19,16c19,6,19,6,19,6c19,6,19,6,19,6c19,6,20,6,20,6c20,16,20,16,20,16c23,16,23,16,23,16c24,11,24,5,23,3xe">
                  <v:path o:connectlocs="447,57;369,0;369,0;330,0;291,95;233,210;272,133;252,19;252,19;233,0;233,0;233,19;233,19;214,133;194,95;155,0;97,0;97,0;19,57;0,306;77,306;77,114;97,114;97,306;233,306;369,306;369,114;369,114;389,114;389,306;447,306;447,57" o:connectangles="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7" o:spid="_x0000_s1026" o:spt="100" style="position:absolute;left:3064;top:6533;height:190;width:212;" fillcolor="#FFFFFF [3212]" filled="t" stroked="f" coordsize="11,10" o:gfxdata="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rh4RvQAA&#10;ANwAAAAPAAAAAAAAAAEAIAAAACIAAABkcnMvZG93bnJldi54bWxQSwECFAAUAAAACACHTuJAMy8F&#10;njsAAAA5AAAAEAAAAAAAAAABACAAAAAMAQAAZHJzL3NoYXBleG1sLnhtbFBLBQYAAAAABgAGAFsB&#10;AAC2AwAAAAA=&#10;" path="m5,10c5,10,5,10,5,10c8,10,11,8,11,5c11,2,8,0,5,0c5,0,5,0,5,0c2,1,0,3,0,5c0,8,2,10,5,10xe">
                  <v:path o:connectlocs="96,190;96,190;212,95;96,0;96,0;0,95;96,190" o:connectangles="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自我评价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left="420" w:leftChars="0" w:hanging="420" w:firstLine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5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年以上互联网营销经验，熟悉淘宝天猫及各电商平台运营环境、交易规则，懂SEO优化、微博、微信、微淘、手机无线端推广，平台促销活动策划及活动申报。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left="420" w:leftChars="0" w:hanging="420" w:firstLine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>热爱电商行业，学习能力强，具备良好的团队合作精神及团队管理能力，有强烈责任感和敬业精神。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right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146685</wp:posOffset>
                </wp:positionV>
                <wp:extent cx="7579995" cy="619125"/>
                <wp:effectExtent l="0" t="0" r="1905" b="9525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9995" cy="6191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auto"/>
                              <w:jc w:val="center"/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谢谢你走进我的故事，期待能走进你的企业共创辉煌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4.8pt;margin-top:11.55pt;height:48.75pt;width:596.85pt;z-index:-251637760;v-text-anchor:middle;mso-width-relative:page;mso-height-relative:page;" fillcolor="#2E75B6 [2404]" filled="t" stroked="f" coordsize="21600,21600" o:gfxdata="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CVoCDq2gAAAAsBAAAP&#10;AAAAAAAAAAEAIAAAACIAAABkcnMvZG93bnJldi54bWxQSwECFAAUAAAACACHTuJA0Ies94gCAAD6&#10;BAAADgAAAAAAAAABACAAAAApAQAAZHJzL2Uyb0RvYy54bWxQSwUGAAAAAAYABgBZAQAAIwYA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jc w:val="center"/>
                        <w:rPr>
                          <w:rFonts w:hint="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谢谢你走进我的故事，期待能走进你的企业共创辉煌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11906" w:h="16838"/>
      <w:pgMar w:top="590" w:right="896" w:bottom="306" w:left="896" w:header="567" w:footer="709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6E2C34"/>
    <w:multiLevelType w:val="singleLevel"/>
    <w:tmpl w:val="8B6E2C3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CF5A5760"/>
    <w:multiLevelType w:val="singleLevel"/>
    <w:tmpl w:val="CF5A5760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1B6EBEB0"/>
    <w:multiLevelType w:val="singleLevel"/>
    <w:tmpl w:val="1B6EBEB0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601972"/>
    <w:rsid w:val="210A1775"/>
    <w:rsid w:val="34AF41F0"/>
    <w:rsid w:val="3AEE4EA1"/>
    <w:rsid w:val="3D1623D2"/>
    <w:rsid w:val="414F6819"/>
    <w:rsid w:val="41E23483"/>
    <w:rsid w:val="4608110E"/>
    <w:rsid w:val="4D601972"/>
    <w:rsid w:val="518978D6"/>
    <w:rsid w:val="558B4DE0"/>
    <w:rsid w:val="61E15BC5"/>
    <w:rsid w:val="657A4ECC"/>
    <w:rsid w:val="6CB05D2B"/>
    <w:rsid w:val="6F3B2D90"/>
    <w:rsid w:val="75E4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6cb81ce0-1b87-4f4f-8d7a-d907be9e697a\&#30005;&#21830;&#36816;&#33829;&#27714;&#32844;&#31616;&#21382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电商运营求职简历.docx</Template>
  <Pages>1</Pages>
  <Words>467</Words>
  <Characters>578</Characters>
  <Lines>0</Lines>
  <Paragraphs>0</Paragraphs>
  <TotalTime>107</TotalTime>
  <ScaleCrop>false</ScaleCrop>
  <LinksUpToDate>false</LinksUpToDate>
  <CharactersWithSpaces>685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2022-03-11T06:33:00Z</dcterms:created>
  <dc:creator>铭</dc:creator>
  <cp:lastModifiedBy>铭</cp:lastModifiedBy>
  <dcterms:modified xsi:type="dcterms:W3CDTF">2022-03-11T06:35:28Z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KSOTemplateUUID">
    <vt:lpwstr>v1.0_mb_ycKb3IjnokBTZWO4c6pzMA==</vt:lpwstr>
  </property>
  <property fmtid="{D5CDD505-2E9C-101B-9397-08002B2CF9AE}" pid="4" name="ICV">
    <vt:lpwstr>41541BF90B8A45E4A05B1FBD55F9F4D6</vt:lpwstr>
  </property>
</Properties>
</file>