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-908685</wp:posOffset>
                </wp:positionV>
                <wp:extent cx="7559675" cy="10691495"/>
                <wp:effectExtent l="0" t="0" r="3175" b="0"/>
                <wp:wrapNone/>
                <wp:docPr id="429" name="组合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10691269"/>
                          <a:chOff x="0" y="0"/>
                          <a:chExt cx="7559675" cy="10691813"/>
                        </a:xfrm>
                      </wpg:grpSpPr>
                      <wps:wsp>
                        <wps:cNvPr id="430" name="矩形 430"/>
                        <wps:cNvSpPr/>
                        <wps:spPr>
                          <a:xfrm>
                            <a:off x="0" y="0"/>
                            <a:ext cx="7559675" cy="10691813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31" name="矩形 431"/>
                        <wps:cNvSpPr/>
                        <wps:spPr>
                          <a:xfrm>
                            <a:off x="371044" y="259453"/>
                            <a:ext cx="1402715" cy="8839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Arial" w:hAnsi="Arial" w:eastAsia="微软雅黑" w:cs="Arial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eastAsia="微软雅黑" w:cs="Arial"/>
                                  <w:b/>
                                  <w:bCs/>
                                  <w:color w:val="2F5597" w:themeColor="accent1" w:themeShade="BF"/>
                                  <w:kern w:val="24"/>
                                  <w:sz w:val="64"/>
                                  <w:szCs w:val="64"/>
                                </w:rPr>
                                <w:t>慧  灵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432" name="矩形 432"/>
                        <wps:cNvSpPr/>
                        <wps:spPr>
                          <a:xfrm>
                            <a:off x="1735467" y="547858"/>
                            <a:ext cx="1233170" cy="4876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12" w:lineRule="auto"/>
                                <w:rPr>
                                  <w:rFonts w:ascii="Arial" w:hAnsi="Arial" w:eastAsia="微软雅黑" w:cs="Arial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eastAsia="微软雅黑" w:cs="Arial"/>
                                  <w:color w:val="2F5597" w:themeColor="accent1" w:themeShade="BF"/>
                                  <w:kern w:val="24"/>
                                  <w:sz w:val="22"/>
                                </w:rPr>
                                <w:t>求职目标：护士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433" name="矩形 433"/>
                        <wps:cNvSpPr/>
                        <wps:spPr>
                          <a:xfrm>
                            <a:off x="434504" y="986460"/>
                            <a:ext cx="1386205" cy="10058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480" w:lineRule="exact"/>
                                <w:rPr>
                                  <w:rFonts w:ascii="Arial" w:hAnsi="Arial" w:eastAsia="微软雅黑" w:cs="Arial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eastAsia="微软雅黑" w:cs="Arial"/>
                                  <w:color w:val="2F5597" w:themeColor="accent1" w:themeShade="BF"/>
                                  <w:kern w:val="24"/>
                                  <w:szCs w:val="21"/>
                                </w:rPr>
                                <w:t xml:space="preserve">年龄： 22            </w:t>
                              </w:r>
                            </w:p>
                            <w:p>
                              <w:pPr>
                                <w:spacing w:line="480" w:lineRule="exact"/>
                                <w:rPr>
                                  <w:rFonts w:ascii="Arial" w:hAnsi="Arial" w:eastAsia="微软雅黑" w:cs="Arial"/>
                                </w:rPr>
                              </w:pPr>
                              <w:r>
                                <w:rPr>
                                  <w:rFonts w:ascii="Arial" w:hAnsi="Arial" w:eastAsia="微软雅黑" w:cs="Arial"/>
                                  <w:color w:val="2F5597" w:themeColor="accent1" w:themeShade="BF"/>
                                  <w:kern w:val="24"/>
                                  <w:szCs w:val="21"/>
                                </w:rPr>
                                <w:t>学历： 大专</w:t>
                              </w:r>
                            </w:p>
                            <w:p>
                              <w:pPr>
                                <w:spacing w:line="480" w:lineRule="exact"/>
                                <w:rPr>
                                  <w:rFonts w:ascii="Arial" w:hAnsi="Arial" w:eastAsia="微软雅黑" w:cs="Arial"/>
                                </w:rPr>
                              </w:pPr>
                              <w:r>
                                <w:rPr>
                                  <w:rFonts w:ascii="Arial" w:hAnsi="Arial" w:eastAsia="微软雅黑" w:cs="Arial"/>
                                  <w:color w:val="2F5597" w:themeColor="accent1" w:themeShade="BF"/>
                                  <w:kern w:val="24"/>
                                  <w:szCs w:val="21"/>
                                </w:rPr>
                                <w:t>籍贯： 四川泸州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434" name="矩形 434"/>
                        <wps:cNvSpPr/>
                        <wps:spPr>
                          <a:xfrm>
                            <a:off x="2009876" y="986460"/>
                            <a:ext cx="2169795" cy="10058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480" w:lineRule="exact"/>
                                <w:jc w:val="left"/>
                                <w:rPr>
                                  <w:rFonts w:ascii="Arial" w:hAnsi="Arial" w:eastAsia="微软雅黑" w:cs="Arial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eastAsia="微软雅黑" w:cs="Arial"/>
                                  <w:color w:val="2F5597" w:themeColor="accent1" w:themeShade="BF"/>
                                  <w:kern w:val="24"/>
                                  <w:szCs w:val="21"/>
                                </w:rPr>
                                <w:t>手机：1234567892</w:t>
                              </w:r>
                            </w:p>
                            <w:p>
                              <w:pPr>
                                <w:spacing w:line="480" w:lineRule="exact"/>
                                <w:jc w:val="left"/>
                                <w:rPr>
                                  <w:rFonts w:ascii="Arial" w:hAnsi="Arial" w:eastAsia="微软雅黑" w:cs="Arial"/>
                                </w:rPr>
                              </w:pPr>
                              <w:r>
                                <w:rPr>
                                  <w:rFonts w:ascii="Arial" w:hAnsi="Arial" w:eastAsia="微软雅黑" w:cs="Arial"/>
                                  <w:color w:val="2F5597" w:themeColor="accent1" w:themeShade="BF"/>
                                  <w:kern w:val="24"/>
                                  <w:szCs w:val="21"/>
                                </w:rPr>
                                <w:t>E-mail：1232342343@qq.com</w:t>
                              </w:r>
                            </w:p>
                            <w:p>
                              <w:pPr>
                                <w:spacing w:line="480" w:lineRule="exact"/>
                                <w:jc w:val="left"/>
                                <w:rPr>
                                  <w:rFonts w:ascii="Arial" w:hAnsi="Arial" w:eastAsia="微软雅黑" w:cs="Arial"/>
                                </w:rPr>
                              </w:pPr>
                              <w:r>
                                <w:rPr>
                                  <w:rFonts w:ascii="Arial" w:hAnsi="Arial" w:eastAsia="微软雅黑" w:cs="Arial"/>
                                  <w:color w:val="2F5597" w:themeColor="accent1" w:themeShade="BF"/>
                                  <w:kern w:val="24"/>
                                  <w:szCs w:val="21"/>
                                </w:rPr>
                                <w:t>现居住地：四川 成都-新都区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35" name="图片 435" descr="卡通画&#10;&#10;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856217" y="251759"/>
                            <a:ext cx="1163708" cy="162919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pic:spPr>
                      </pic:pic>
                      <wps:wsp>
                        <wps:cNvPr id="436" name="任意多边形: 形状 436"/>
                        <wps:cNvSpPr/>
                        <wps:spPr>
                          <a:xfrm>
                            <a:off x="0" y="192213"/>
                            <a:ext cx="273332" cy="1748281"/>
                          </a:xfrm>
                          <a:custGeom>
                            <a:avLst/>
                            <a:gdLst>
                              <a:gd name="connsiteX0" fmla="*/ 0 w 294562"/>
                              <a:gd name="connsiteY0" fmla="*/ 0 h 1884071"/>
                              <a:gd name="connsiteX1" fmla="*/ 207357 w 294562"/>
                              <a:gd name="connsiteY1" fmla="*/ 0 h 1884071"/>
                              <a:gd name="connsiteX2" fmla="*/ 294562 w 294562"/>
                              <a:gd name="connsiteY2" fmla="*/ 87205 h 1884071"/>
                              <a:gd name="connsiteX3" fmla="*/ 294562 w 294562"/>
                              <a:gd name="connsiteY3" fmla="*/ 1796866 h 1884071"/>
                              <a:gd name="connsiteX4" fmla="*/ 207357 w 294562"/>
                              <a:gd name="connsiteY4" fmla="*/ 1884071 h 1884071"/>
                              <a:gd name="connsiteX5" fmla="*/ 0 w 294562"/>
                              <a:gd name="connsiteY5" fmla="*/ 1884071 h 18840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94562" h="1884071">
                                <a:moveTo>
                                  <a:pt x="0" y="0"/>
                                </a:moveTo>
                                <a:lnTo>
                                  <a:pt x="207357" y="0"/>
                                </a:lnTo>
                                <a:cubicBezTo>
                                  <a:pt x="255519" y="0"/>
                                  <a:pt x="294562" y="39043"/>
                                  <a:pt x="294562" y="87205"/>
                                </a:cubicBezTo>
                                <a:lnTo>
                                  <a:pt x="294562" y="1796866"/>
                                </a:lnTo>
                                <a:cubicBezTo>
                                  <a:pt x="294562" y="1845028"/>
                                  <a:pt x="255519" y="1884071"/>
                                  <a:pt x="207357" y="1884071"/>
                                </a:cubicBezTo>
                                <a:lnTo>
                                  <a:pt x="0" y="18840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37" name="任意多边形: 形状 437"/>
                        <wps:cNvSpPr/>
                        <wps:spPr>
                          <a:xfrm flipH="1">
                            <a:off x="7286343" y="192213"/>
                            <a:ext cx="273332" cy="1748281"/>
                          </a:xfrm>
                          <a:custGeom>
                            <a:avLst/>
                            <a:gdLst>
                              <a:gd name="connsiteX0" fmla="*/ 0 w 294562"/>
                              <a:gd name="connsiteY0" fmla="*/ 0 h 1884071"/>
                              <a:gd name="connsiteX1" fmla="*/ 207357 w 294562"/>
                              <a:gd name="connsiteY1" fmla="*/ 0 h 1884071"/>
                              <a:gd name="connsiteX2" fmla="*/ 294562 w 294562"/>
                              <a:gd name="connsiteY2" fmla="*/ 87205 h 1884071"/>
                              <a:gd name="connsiteX3" fmla="*/ 294562 w 294562"/>
                              <a:gd name="connsiteY3" fmla="*/ 1796866 h 1884071"/>
                              <a:gd name="connsiteX4" fmla="*/ 207357 w 294562"/>
                              <a:gd name="connsiteY4" fmla="*/ 1884071 h 1884071"/>
                              <a:gd name="connsiteX5" fmla="*/ 0 w 294562"/>
                              <a:gd name="connsiteY5" fmla="*/ 1884071 h 18840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94562" h="1884071">
                                <a:moveTo>
                                  <a:pt x="0" y="0"/>
                                </a:moveTo>
                                <a:lnTo>
                                  <a:pt x="207357" y="0"/>
                                </a:lnTo>
                                <a:cubicBezTo>
                                  <a:pt x="255519" y="0"/>
                                  <a:pt x="294562" y="39043"/>
                                  <a:pt x="294562" y="87205"/>
                                </a:cubicBezTo>
                                <a:lnTo>
                                  <a:pt x="294562" y="1796866"/>
                                </a:lnTo>
                                <a:cubicBezTo>
                                  <a:pt x="294562" y="1845028"/>
                                  <a:pt x="255519" y="1884071"/>
                                  <a:pt x="207357" y="1884071"/>
                                </a:cubicBezTo>
                                <a:lnTo>
                                  <a:pt x="0" y="18840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38" name="直接连接符 438"/>
                        <wps:cNvCnPr/>
                        <wps:spPr>
                          <a:xfrm>
                            <a:off x="544669" y="2281876"/>
                            <a:ext cx="0" cy="6961900"/>
                          </a:xfrm>
                          <a:prstGeom prst="line">
                            <a:avLst/>
                          </a:prstGeom>
                          <a:ln w="2222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439" name="组合 439"/>
                        <wpg:cNvGrpSpPr/>
                        <wpg:grpSpPr>
                          <a:xfrm>
                            <a:off x="470416" y="2084349"/>
                            <a:ext cx="6731493" cy="1501154"/>
                            <a:chOff x="470416" y="2084349"/>
                            <a:chExt cx="6731493" cy="1501154"/>
                          </a:xfrm>
                        </wpg:grpSpPr>
                        <wpg:grpSp>
                          <wpg:cNvPr id="440" name="组合 440"/>
                          <wpg:cNvGrpSpPr/>
                          <wpg:grpSpPr>
                            <a:xfrm>
                              <a:off x="470416" y="2084349"/>
                              <a:ext cx="6731493" cy="1501154"/>
                              <a:chOff x="470416" y="2084349"/>
                              <a:chExt cx="6731493" cy="1501154"/>
                            </a:xfrm>
                          </wpg:grpSpPr>
                          <wpg:grpSp>
                            <wpg:cNvPr id="441" name="组合 441"/>
                            <wpg:cNvGrpSpPr/>
                            <wpg:grpSpPr>
                              <a:xfrm>
                                <a:off x="677918" y="2084349"/>
                                <a:ext cx="6523991" cy="1501154"/>
                                <a:chOff x="677918" y="2084349"/>
                                <a:chExt cx="6523991" cy="1501154"/>
                              </a:xfrm>
                            </wpg:grpSpPr>
                            <wps:wsp>
                              <wps:cNvPr id="442" name="矩形 442"/>
                              <wps:cNvSpPr/>
                              <wps:spPr>
                                <a:xfrm>
                                  <a:off x="677918" y="2084349"/>
                                  <a:ext cx="894715" cy="487680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ascii="Arial" w:hAnsi="Arial" w:eastAsia="微软雅黑" w:cs="Arial"/>
                                        <w:kern w:val="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Arial" w:hAnsi="Arial" w:eastAsia="微软雅黑" w:cs="Arial"/>
                                        <w:b/>
                                        <w:bCs/>
                                        <w:color w:val="2F5597" w:themeColor="accent1" w:themeShade="BF"/>
                                        <w:kern w:val="24"/>
                                        <w:sz w:val="28"/>
                                        <w:szCs w:val="28"/>
                                      </w:rPr>
                                      <w:t>教育经历</w:t>
                                    </w:r>
                                  </w:p>
                                </w:txbxContent>
                              </wps:txbx>
                              <wps:bodyPr wrap="none">
                                <a:spAutoFit/>
                              </wps:bodyPr>
                            </wps:wsp>
                            <wps:wsp>
                              <wps:cNvPr id="443" name="矩形 443"/>
                              <wps:cNvSpPr/>
                              <wps:spPr>
                                <a:xfrm>
                                  <a:off x="693159" y="2380681"/>
                                  <a:ext cx="6508750" cy="487705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>
                                    <w:pPr>
                                      <w:spacing w:line="360" w:lineRule="auto"/>
                                      <w:rPr>
                                        <w:rFonts w:ascii="Arial" w:hAnsi="Arial" w:eastAsia="微软雅黑" w:cs="Arial"/>
                                        <w:kern w:val="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Arial" w:hAnsi="Arial" w:eastAsia="微软雅黑" w:cs="Arial"/>
                                        <w:b/>
                                        <w:bCs/>
                                        <w:color w:val="2F5597" w:themeColor="accent1" w:themeShade="BF"/>
                                        <w:kern w:val="24"/>
                                        <w:szCs w:val="21"/>
                                      </w:rPr>
                                      <w:t>20XX.09——20XX.06             成都医学院                    大专              高级护理</w:t>
                                    </w:r>
                                  </w:p>
                                </w:txbxContent>
                              </wps:txbx>
                              <wps:bodyPr wrap="square">
                                <a:spAutoFit/>
                              </wps:bodyPr>
                            </wps:wsp>
                            <wps:wsp>
                              <wps:cNvPr id="444" name="矩形 444"/>
                              <wps:cNvSpPr/>
                              <wps:spPr>
                                <a:xfrm>
                                  <a:off x="717675" y="2732020"/>
                                  <a:ext cx="6195695" cy="853483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>
                                    <w:pPr>
                                      <w:spacing w:line="400" w:lineRule="exact"/>
                                      <w:rPr>
                                        <w:rFonts w:ascii="Arial" w:hAnsi="Arial" w:eastAsia="微软雅黑" w:cs="Arial"/>
                                        <w:kern w:val="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Arial" w:hAnsi="Arial" w:eastAsia="微软雅黑" w:cs="Arial"/>
                                        <w:color w:val="595959" w:themeColor="text1" w:themeTint="A6"/>
                                        <w:kern w:val="24"/>
                                        <w:sz w:val="20"/>
                                        <w:szCs w:val="20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  <w:t>课程内容：护理学基础、健康评估、护理礼仪、人际沟通、内科护理、外科护理、妇产科护理、儿科护理、心理与精神护理、护理专业技术实训、急救护理技术、社区护理、老年护理、重症监护技术</w:t>
                                    </w:r>
                                  </w:p>
                                  <w:p>
                                    <w:pPr>
                                      <w:spacing w:line="400" w:lineRule="exact"/>
                                      <w:rPr>
                                        <w:rFonts w:ascii="Arial" w:hAnsi="Arial" w:eastAsia="微软雅黑" w:cs="Arial"/>
                                      </w:rPr>
                                    </w:pPr>
                                    <w:r>
                                      <w:rPr>
                                        <w:rFonts w:ascii="Arial" w:hAnsi="Arial" w:eastAsia="微软雅黑" w:cs="Arial"/>
                                        <w:color w:val="595959" w:themeColor="text1" w:themeTint="A6"/>
                                        <w:kern w:val="24"/>
                                        <w:sz w:val="20"/>
                                        <w:szCs w:val="20"/>
                                        <w14:textFill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</w14:textFill>
                                      </w:rPr>
                                      <w:t>成绩：20XX.09 获国家三等奖学金，成绩名列全班前10（10/62）</w:t>
                                    </w:r>
                                  </w:p>
                                </w:txbxContent>
                              </wps:txbx>
                              <wps:bodyPr wrap="square">
                                <a:spAutoFit/>
                              </wps:bodyPr>
                            </wps:wsp>
                          </wpg:grpSp>
                          <wpg:grpSp>
                            <wpg:cNvPr id="445" name="组合 445"/>
                            <wpg:cNvGrpSpPr/>
                            <wpg:grpSpPr>
                              <a:xfrm>
                                <a:off x="470416" y="2281876"/>
                                <a:ext cx="148506" cy="148506"/>
                                <a:chOff x="470416" y="2281876"/>
                                <a:chExt cx="148506" cy="148506"/>
                              </a:xfrm>
                            </wpg:grpSpPr>
                            <wps:wsp>
                              <wps:cNvPr id="446" name="椭圆 446"/>
                              <wps:cNvSpPr/>
                              <wps:spPr>
                                <a:xfrm>
                                  <a:off x="470416" y="2281876"/>
                                  <a:ext cx="148506" cy="14850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chemeClr val="accent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447" name="十字形 447"/>
                              <wps:cNvSpPr/>
                              <wps:spPr>
                                <a:xfrm>
                                  <a:off x="498894" y="2310354"/>
                                  <a:ext cx="91550" cy="91550"/>
                                </a:xfrm>
                                <a:prstGeom prst="plus">
                                  <a:avLst>
                                    <a:gd name="adj" fmla="val 41529"/>
                                  </a:avLst>
                                </a:prstGeom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448" name="直接连接符 448"/>
                          <wps:cNvCnPr/>
                          <wps:spPr>
                            <a:xfrm>
                              <a:off x="1682245" y="2356129"/>
                              <a:ext cx="5290402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49" name="组合 449"/>
                        <wpg:cNvGrpSpPr/>
                        <wpg:grpSpPr>
                          <a:xfrm>
                            <a:off x="470416" y="3631102"/>
                            <a:ext cx="6594754" cy="1758431"/>
                            <a:chOff x="470416" y="3631102"/>
                            <a:chExt cx="6594754" cy="1758431"/>
                          </a:xfrm>
                        </wpg:grpSpPr>
                        <wps:wsp>
                          <wps:cNvPr id="450" name="矩形 450"/>
                          <wps:cNvSpPr/>
                          <wps:spPr>
                            <a:xfrm>
                              <a:off x="700637" y="3631102"/>
                              <a:ext cx="894715" cy="487680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Arial" w:hAnsi="Arial" w:eastAsia="微软雅黑" w:cs="Arial"/>
                                    <w:kern w:val="0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 w:eastAsia="微软雅黑" w:cs="Arial"/>
                                    <w:b/>
                                    <w:bCs/>
                                    <w:color w:val="2F5597" w:themeColor="accent1" w:themeShade="BF"/>
                                    <w:kern w:val="24"/>
                                    <w:sz w:val="28"/>
                                    <w:szCs w:val="28"/>
                                  </w:rPr>
                                  <w:t>工作经历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g:grpSp>
                          <wpg:cNvPr id="451" name="组合 451"/>
                          <wpg:cNvGrpSpPr/>
                          <wpg:grpSpPr>
                            <a:xfrm>
                              <a:off x="727235" y="3962714"/>
                              <a:ext cx="6337935" cy="1426819"/>
                              <a:chOff x="727235" y="3962714"/>
                              <a:chExt cx="6337935" cy="1426819"/>
                            </a:xfrm>
                          </wpg:grpSpPr>
                          <wps:wsp>
                            <wps:cNvPr id="452" name="矩形 452"/>
                            <wps:cNvSpPr/>
                            <wps:spPr>
                              <a:xfrm>
                                <a:off x="727235" y="3962714"/>
                                <a:ext cx="6337935" cy="48770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>
                                  <w:pPr>
                                    <w:spacing w:line="360" w:lineRule="auto"/>
                                    <w:rPr>
                                      <w:rFonts w:ascii="Arial" w:hAnsi="Arial" w:eastAsia="微软雅黑" w:cs="Arial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eastAsia="微软雅黑" w:cs="Arial"/>
                                      <w:b/>
                                      <w:bCs/>
                                      <w:color w:val="2F5597" w:themeColor="accent1" w:themeShade="BF"/>
                                      <w:kern w:val="24"/>
                                      <w:szCs w:val="21"/>
                                    </w:rPr>
                                    <w:t>20XX.07——20XX.06             XXXXX人民医院               护理实习生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  <wps:wsp>
                            <wps:cNvPr id="453" name="矩形 453"/>
                            <wps:cNvSpPr/>
                            <wps:spPr>
                              <a:xfrm>
                                <a:off x="751203" y="4282037"/>
                                <a:ext cx="6195695" cy="1107496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>
                                  <w:pPr>
                                    <w:spacing w:line="400" w:lineRule="exact"/>
                                    <w:rPr>
                                      <w:rFonts w:ascii="Arial" w:hAnsi="Arial" w:eastAsia="微软雅黑" w:cs="Arial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eastAsia="微软雅黑" w:cs="Arial"/>
                                      <w:b/>
                                      <w:bCs/>
                                      <w:color w:val="595959" w:themeColor="text1" w:themeTint="A6"/>
                                      <w:kern w:val="24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工作内容：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  <w:rPr>
                                      <w:rFonts w:ascii="Arial" w:hAnsi="Arial" w:eastAsia="微软雅黑" w:cs="Arial"/>
                                    </w:rPr>
                                  </w:pPr>
                                  <w:r>
                                    <w:rPr>
                                      <w:rFonts w:ascii="Arial" w:hAnsi="Arial" w:eastAsia="微软雅黑" w:cs="Arial"/>
                                      <w:color w:val="595959" w:themeColor="text1" w:themeTint="A6"/>
                                      <w:kern w:val="24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跟随带教老师值班，做好基础护理和心理护理工作，经常巡视病房，了解病人的饮食和心理状况，以及患者对医嘱、护嘱的遵从情况；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  <w:rPr>
                                      <w:rFonts w:ascii="Arial" w:hAnsi="Arial" w:eastAsia="微软雅黑" w:cs="Arial"/>
                                    </w:rPr>
                                  </w:pPr>
                                  <w:r>
                                    <w:rPr>
                                      <w:rFonts w:ascii="Arial" w:hAnsi="Arial" w:eastAsia="微软雅黑" w:cs="Arial"/>
                                      <w:color w:val="595959" w:themeColor="text1" w:themeTint="A6"/>
                                      <w:kern w:val="24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密切观察病情变化，对急症危重病人随时观察，发现问题及时向带教老师或值班医师报告。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</wpg:grpSp>
                        <wpg:grpSp>
                          <wpg:cNvPr id="454" name="组合 454"/>
                          <wpg:cNvGrpSpPr/>
                          <wpg:grpSpPr>
                            <a:xfrm>
                              <a:off x="470416" y="3840035"/>
                              <a:ext cx="148506" cy="148506"/>
                              <a:chOff x="470416" y="3840035"/>
                              <a:chExt cx="148506" cy="148506"/>
                            </a:xfrm>
                          </wpg:grpSpPr>
                          <wps:wsp>
                            <wps:cNvPr id="455" name="椭圆 455"/>
                            <wps:cNvSpPr/>
                            <wps:spPr>
                              <a:xfrm>
                                <a:off x="470416" y="3840035"/>
                                <a:ext cx="148506" cy="14850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456" name="十字形 456"/>
                            <wps:cNvSpPr/>
                            <wps:spPr>
                              <a:xfrm>
                                <a:off x="498894" y="3868513"/>
                                <a:ext cx="91550" cy="91550"/>
                              </a:xfrm>
                              <a:prstGeom prst="plus">
                                <a:avLst>
                                  <a:gd name="adj" fmla="val 41529"/>
                                </a:avLst>
                              </a:pr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457" name="直接连接符 457"/>
                          <wps:cNvCnPr/>
                          <wps:spPr>
                            <a:xfrm>
                              <a:off x="1682245" y="3914288"/>
                              <a:ext cx="5290402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58" name="组合 458"/>
                        <wpg:cNvGrpSpPr/>
                        <wpg:grpSpPr>
                          <a:xfrm>
                            <a:off x="470416" y="6524256"/>
                            <a:ext cx="6674477" cy="1701914"/>
                            <a:chOff x="470416" y="6524256"/>
                            <a:chExt cx="6674477" cy="1701914"/>
                          </a:xfrm>
                        </wpg:grpSpPr>
                        <wps:wsp>
                          <wps:cNvPr id="459" name="矩形 459"/>
                          <wps:cNvSpPr/>
                          <wps:spPr>
                            <a:xfrm>
                              <a:off x="727235" y="6524256"/>
                              <a:ext cx="894715" cy="487680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Arial" w:hAnsi="Arial" w:eastAsia="微软雅黑" w:cs="Arial"/>
                                    <w:kern w:val="0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 w:eastAsia="微软雅黑" w:cs="Arial"/>
                                    <w:b/>
                                    <w:bCs/>
                                    <w:color w:val="2F5597" w:themeColor="accent1" w:themeShade="BF"/>
                                    <w:kern w:val="24"/>
                                    <w:sz w:val="28"/>
                                    <w:szCs w:val="28"/>
                                  </w:rPr>
                                  <w:t>掌握技能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0" name="矩形 460"/>
                          <wps:cNvSpPr/>
                          <wps:spPr>
                            <a:xfrm>
                              <a:off x="538988" y="6864661"/>
                              <a:ext cx="6605905" cy="1361509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>
                                <w:pPr>
                                  <w:pStyle w:val="6"/>
                                  <w:numPr>
                                    <w:ilvl w:val="0"/>
                                    <w:numId w:val="1"/>
                                  </w:numPr>
                                  <w:spacing w:line="400" w:lineRule="exact"/>
                                  <w:ind w:left="714" w:hanging="357" w:firstLineChars="0"/>
                                  <w:rPr>
                                    <w:rFonts w:ascii="Arial" w:hAnsi="Arial" w:eastAsia="微软雅黑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eastAsia="微软雅黑" w:cs="Arial"/>
                                    <w:color w:val="595959" w:themeColor="text1" w:themeTint="A6"/>
                                    <w:kern w:val="24"/>
                                    <w:sz w:val="20"/>
                                    <w:szCs w:val="20"/>
                                    <w14:textFill>
                                      <w14:solidFill>
                                        <w14:schemeClr w14:val="tx1">
                                          <w14:lumMod w14:val="65000"/>
                                          <w14:lumOff w14:val="35000"/>
                                        </w14:schemeClr>
                                      </w14:solidFill>
                                    </w14:textFill>
                                  </w:rPr>
                                  <w:t>掌握儿科病人护理常规、儿科操作技术（熟练应用小儿静脉穿刺技巧），掌握基本急救技术知识及技能；</w:t>
                                </w:r>
                              </w:p>
                              <w:p>
                                <w:pPr>
                                  <w:pStyle w:val="6"/>
                                  <w:numPr>
                                    <w:ilvl w:val="0"/>
                                    <w:numId w:val="1"/>
                                  </w:numPr>
                                  <w:spacing w:line="400" w:lineRule="exact"/>
                                  <w:ind w:left="714" w:hanging="357" w:firstLineChars="0"/>
                                  <w:rPr>
                                    <w:rFonts w:ascii="Arial" w:hAnsi="Arial" w:eastAsia="微软雅黑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eastAsia="微软雅黑" w:cs="Arial"/>
                                    <w:color w:val="595959" w:themeColor="text1" w:themeTint="A6"/>
                                    <w:kern w:val="24"/>
                                    <w:sz w:val="20"/>
                                    <w:szCs w:val="20"/>
                                    <w14:textFill>
                                      <w14:solidFill>
                                        <w14:schemeClr w14:val="tx1">
                                          <w14:lumMod w14:val="65000"/>
                                          <w14:lumOff w14:val="35000"/>
                                        </w14:schemeClr>
                                      </w14:solidFill>
                                    </w14:textFill>
                                  </w:rPr>
                                  <w:t>根据公司制定的服务标准为患者提供高品质、专业的门诊护理服务；</w:t>
                                </w:r>
                              </w:p>
                              <w:p>
                                <w:pPr>
                                  <w:pStyle w:val="6"/>
                                  <w:numPr>
                                    <w:ilvl w:val="0"/>
                                    <w:numId w:val="1"/>
                                  </w:numPr>
                                  <w:spacing w:line="400" w:lineRule="exact"/>
                                  <w:ind w:left="714" w:hanging="357" w:firstLineChars="0"/>
                                  <w:rPr>
                                    <w:rFonts w:ascii="Arial" w:hAnsi="Arial" w:eastAsia="微软雅黑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eastAsia="微软雅黑" w:cs="Arial"/>
                                    <w:color w:val="595959" w:themeColor="text1" w:themeTint="A6"/>
                                    <w:kern w:val="24"/>
                                    <w:sz w:val="20"/>
                                    <w:szCs w:val="20"/>
                                    <w14:textFill>
                                      <w14:solidFill>
                                        <w14:schemeClr w14:val="tx1">
                                          <w14:lumMod w14:val="65000"/>
                                          <w14:lumOff w14:val="35000"/>
                                        </w14:schemeClr>
                                      </w14:solidFill>
                                    </w14:textFill>
                                  </w:rPr>
                                  <w:t>能熟练进行各项护理操作，应变力强，能在实际中不断学习，又能很快融入新的工作中。</w:t>
                                </w:r>
                              </w:p>
                              <w:p>
                                <w:pPr>
                                  <w:pStyle w:val="6"/>
                                  <w:numPr>
                                    <w:ilvl w:val="0"/>
                                    <w:numId w:val="1"/>
                                  </w:numPr>
                                  <w:spacing w:line="400" w:lineRule="exact"/>
                                  <w:ind w:left="714" w:hanging="357" w:firstLineChars="0"/>
                                  <w:rPr>
                                    <w:rFonts w:ascii="Arial" w:hAnsi="Arial" w:eastAsia="微软雅黑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eastAsia="微软雅黑" w:cs="Arial"/>
                                    <w:color w:val="595959" w:themeColor="text1" w:themeTint="A6"/>
                                    <w:kern w:val="24"/>
                                    <w:sz w:val="20"/>
                                    <w:szCs w:val="20"/>
                                    <w14:textFill>
                                      <w14:solidFill>
                                        <w14:schemeClr w14:val="tx1">
                                          <w14:lumMod w14:val="65000"/>
                                          <w14:lumOff w14:val="35000"/>
                                        </w14:schemeClr>
                                      </w14:solidFill>
                                    </w14:textFill>
                                  </w:rPr>
                                  <w:t>擅长以病人交流，医护关系融洽，协助。</w:t>
                                </w:r>
                              </w:p>
                              <w:p>
                                <w:pPr>
                                  <w:pStyle w:val="6"/>
                                  <w:numPr>
                                    <w:ilvl w:val="0"/>
                                    <w:numId w:val="1"/>
                                  </w:numPr>
                                  <w:spacing w:line="400" w:lineRule="exact"/>
                                  <w:ind w:left="714" w:hanging="357" w:firstLineChars="0"/>
                                  <w:rPr>
                                    <w:rFonts w:ascii="Arial" w:hAnsi="Arial" w:eastAsia="微软雅黑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eastAsia="微软雅黑" w:cs="Arial"/>
                                    <w:color w:val="595959" w:themeColor="text1" w:themeTint="A6"/>
                                    <w:kern w:val="24"/>
                                    <w:sz w:val="20"/>
                                    <w:szCs w:val="20"/>
                                    <w14:textFill>
                                      <w14:solidFill>
                                        <w14:schemeClr w14:val="tx1">
                                          <w14:lumMod w14:val="65000"/>
                                          <w14:lumOff w14:val="35000"/>
                                        </w14:schemeClr>
                                      </w14:solidFill>
                                    </w14:textFill>
                                  </w:rPr>
                                  <w:t>协助医生完成儿童保健工作，如儿童生长监测、发育评估。</w:t>
                                </w:r>
                              </w:p>
                            </w:txbxContent>
                          </wps:txbx>
                          <wps:bodyPr wrap="square">
                            <a:spAutoFit/>
                          </wps:bodyPr>
                        </wps:wsp>
                        <wpg:grpSp>
                          <wpg:cNvPr id="461" name="组合 461"/>
                          <wpg:cNvGrpSpPr/>
                          <wpg:grpSpPr>
                            <a:xfrm>
                              <a:off x="470416" y="6721915"/>
                              <a:ext cx="148506" cy="148506"/>
                              <a:chOff x="470416" y="6721915"/>
                              <a:chExt cx="148506" cy="148506"/>
                            </a:xfrm>
                          </wpg:grpSpPr>
                          <wps:wsp>
                            <wps:cNvPr id="462" name="椭圆 462"/>
                            <wps:cNvSpPr/>
                            <wps:spPr>
                              <a:xfrm>
                                <a:off x="470416" y="6721915"/>
                                <a:ext cx="148506" cy="14850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463" name="十字形 463"/>
                            <wps:cNvSpPr/>
                            <wps:spPr>
                              <a:xfrm>
                                <a:off x="498894" y="6750393"/>
                                <a:ext cx="91550" cy="91550"/>
                              </a:xfrm>
                              <a:prstGeom prst="plus">
                                <a:avLst>
                                  <a:gd name="adj" fmla="val 41529"/>
                                </a:avLst>
                              </a:pr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464" name="直接连接符 464"/>
                          <wps:cNvCnPr/>
                          <wps:spPr>
                            <a:xfrm>
                              <a:off x="1682245" y="6796168"/>
                              <a:ext cx="5290402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65" name="组合 465"/>
                        <wpg:cNvGrpSpPr/>
                        <wpg:grpSpPr>
                          <a:xfrm>
                            <a:off x="470416" y="8152492"/>
                            <a:ext cx="6502231" cy="788160"/>
                            <a:chOff x="470416" y="8152492"/>
                            <a:chExt cx="6502231" cy="788160"/>
                          </a:xfrm>
                        </wpg:grpSpPr>
                        <wps:wsp>
                          <wps:cNvPr id="466" name="矩形 466"/>
                          <wps:cNvSpPr/>
                          <wps:spPr>
                            <a:xfrm>
                              <a:off x="717675" y="8152492"/>
                              <a:ext cx="894715" cy="487680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Arial" w:hAnsi="Arial" w:eastAsia="微软雅黑" w:cs="Arial"/>
                                    <w:kern w:val="0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 w:eastAsia="微软雅黑" w:cs="Arial"/>
                                    <w:b/>
                                    <w:bCs/>
                                    <w:color w:val="2F5597" w:themeColor="accent1" w:themeShade="BF"/>
                                    <w:kern w:val="24"/>
                                    <w:sz w:val="28"/>
                                    <w:szCs w:val="28"/>
                                  </w:rPr>
                                  <w:t>技能证书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7" name="矩形 467"/>
                          <wps:cNvSpPr/>
                          <wps:spPr>
                            <a:xfrm>
                              <a:off x="740550" y="8452972"/>
                              <a:ext cx="6196330" cy="487680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>
                                <w:pPr>
                                  <w:spacing w:line="360" w:lineRule="auto"/>
                                  <w:rPr>
                                    <w:rFonts w:ascii="Arial" w:hAnsi="Arial" w:eastAsia="微软雅黑" w:cs="Arial"/>
                                    <w:kern w:val="0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 w:eastAsia="微软雅黑" w:cs="Arial"/>
                                    <w:color w:val="595959" w:themeColor="text1" w:themeTint="A6"/>
                                    <w:kern w:val="24"/>
                                    <w:sz w:val="20"/>
                                    <w:szCs w:val="20"/>
                                    <w14:textFill>
                                      <w14:solidFill>
                                        <w14:schemeClr w14:val="tx1">
                                          <w14:lumMod w14:val="65000"/>
                                          <w14:lumOff w14:val="35000"/>
                                        </w14:schemeClr>
                                      </w14:solidFill>
                                    </w14:textFill>
                                  </w:rPr>
                                  <w:t>护士资格证等；普通话二甲证书；计算机一级证书；育婴师证书。</w:t>
                                </w:r>
                              </w:p>
                            </w:txbxContent>
                          </wps:txbx>
                          <wps:bodyPr wrap="square">
                            <a:spAutoFit/>
                          </wps:bodyPr>
                        </wps:wsp>
                        <wpg:grpSp>
                          <wpg:cNvPr id="468" name="组合 468"/>
                          <wpg:cNvGrpSpPr/>
                          <wpg:grpSpPr>
                            <a:xfrm>
                              <a:off x="470416" y="8350200"/>
                              <a:ext cx="148506" cy="148506"/>
                              <a:chOff x="470416" y="8350200"/>
                              <a:chExt cx="148506" cy="148506"/>
                            </a:xfrm>
                          </wpg:grpSpPr>
                          <wps:wsp>
                            <wps:cNvPr id="469" name="椭圆 469"/>
                            <wps:cNvSpPr/>
                            <wps:spPr>
                              <a:xfrm>
                                <a:off x="470416" y="8350200"/>
                                <a:ext cx="148506" cy="14850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470" name="十字形 470"/>
                            <wps:cNvSpPr/>
                            <wps:spPr>
                              <a:xfrm>
                                <a:off x="498894" y="8378678"/>
                                <a:ext cx="91550" cy="91550"/>
                              </a:xfrm>
                              <a:prstGeom prst="plus">
                                <a:avLst>
                                  <a:gd name="adj" fmla="val 41529"/>
                                </a:avLst>
                              </a:pr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471" name="直接连接符 471"/>
                          <wps:cNvCnPr/>
                          <wps:spPr>
                            <a:xfrm>
                              <a:off x="1682245" y="8424453"/>
                              <a:ext cx="5290402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72" name="组合 472"/>
                        <wpg:cNvGrpSpPr/>
                        <wpg:grpSpPr>
                          <a:xfrm>
                            <a:off x="470416" y="8931697"/>
                            <a:ext cx="6509693" cy="1447700"/>
                            <a:chOff x="470416" y="8931697"/>
                            <a:chExt cx="6509693" cy="1447700"/>
                          </a:xfrm>
                        </wpg:grpSpPr>
                        <wps:wsp>
                          <wps:cNvPr id="473" name="矩形 473"/>
                          <wps:cNvSpPr/>
                          <wps:spPr>
                            <a:xfrm>
                              <a:off x="700637" y="8931697"/>
                              <a:ext cx="894715" cy="487680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Arial" w:hAnsi="Arial" w:eastAsia="微软雅黑" w:cs="Arial"/>
                                    <w:kern w:val="0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 w:eastAsia="微软雅黑" w:cs="Arial"/>
                                    <w:b/>
                                    <w:bCs/>
                                    <w:color w:val="2F5597" w:themeColor="accent1" w:themeShade="BF"/>
                                    <w:kern w:val="24"/>
                                    <w:sz w:val="28"/>
                                    <w:szCs w:val="28"/>
                                  </w:rPr>
                                  <w:t>自我评价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4" name="矩形 474"/>
                          <wps:cNvSpPr/>
                          <wps:spPr>
                            <a:xfrm>
                              <a:off x="516835" y="9271900"/>
                              <a:ext cx="6463274" cy="1107497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>
                                <w:pPr>
                                  <w:pStyle w:val="6"/>
                                  <w:numPr>
                                    <w:ilvl w:val="0"/>
                                    <w:numId w:val="2"/>
                                  </w:numPr>
                                  <w:spacing w:line="400" w:lineRule="exact"/>
                                  <w:ind w:left="714" w:hanging="357" w:firstLineChars="0"/>
                                  <w:jc w:val="both"/>
                                  <w:rPr>
                                    <w:rFonts w:ascii="Arial" w:hAnsi="Arial" w:eastAsia="微软雅黑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eastAsia="微软雅黑" w:cs="Arial"/>
                                    <w:color w:val="595959" w:themeColor="text1" w:themeTint="A6"/>
                                    <w:kern w:val="24"/>
                                    <w:sz w:val="20"/>
                                    <w:szCs w:val="20"/>
                                    <w14:textFill>
                                      <w14:solidFill>
                                        <w14:schemeClr w14:val="tx1">
                                          <w14:lumMod w14:val="65000"/>
                                          <w14:lumOff w14:val="35000"/>
                                        </w14:schemeClr>
                                      </w14:solidFill>
                                    </w14:textFill>
                                  </w:rPr>
                                  <w:t>护理专业毕业，专业成绩优秀，具备扎实的专业知识基础有护理实习工作经验，有一定的动手实践经历，熟悉医院工作流程和工作制度。</w:t>
                                </w:r>
                              </w:p>
                              <w:p>
                                <w:pPr>
                                  <w:pStyle w:val="6"/>
                                  <w:numPr>
                                    <w:ilvl w:val="0"/>
                                    <w:numId w:val="2"/>
                                  </w:numPr>
                                  <w:spacing w:line="400" w:lineRule="exact"/>
                                  <w:ind w:left="714" w:hanging="357" w:firstLineChars="0"/>
                                  <w:jc w:val="both"/>
                                  <w:rPr>
                                    <w:rFonts w:ascii="Arial" w:hAnsi="Arial" w:eastAsia="微软雅黑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eastAsia="微软雅黑" w:cs="Arial"/>
                                    <w:color w:val="595959" w:themeColor="text1" w:themeTint="A6"/>
                                    <w:kern w:val="24"/>
                                    <w:sz w:val="20"/>
                                    <w:szCs w:val="20"/>
                                    <w14:textFill>
                                      <w14:solidFill>
                                        <w14:schemeClr w14:val="tx1">
                                          <w14:lumMod w14:val="65000"/>
                                          <w14:lumOff w14:val="35000"/>
                                        </w14:schemeClr>
                                      </w14:solidFill>
                                    </w14:textFill>
                                  </w:rPr>
                                  <w:t>具备良好的沟通表达能力，能处理好人际关系，抗压能力强。</w:t>
                                </w:r>
                              </w:p>
                              <w:p>
                                <w:pPr>
                                  <w:pStyle w:val="6"/>
                                  <w:numPr>
                                    <w:ilvl w:val="0"/>
                                    <w:numId w:val="2"/>
                                  </w:numPr>
                                  <w:spacing w:line="400" w:lineRule="exact"/>
                                  <w:ind w:left="714" w:hanging="357" w:firstLineChars="0"/>
                                  <w:jc w:val="both"/>
                                  <w:rPr>
                                    <w:rFonts w:ascii="Arial" w:hAnsi="Arial" w:eastAsia="微软雅黑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eastAsia="微软雅黑" w:cs="Arial"/>
                                    <w:color w:val="595959" w:themeColor="text1" w:themeTint="A6"/>
                                    <w:kern w:val="24"/>
                                    <w:sz w:val="20"/>
                                    <w:szCs w:val="20"/>
                                    <w14:textFill>
                                      <w14:solidFill>
                                        <w14:schemeClr w14:val="tx1">
                                          <w14:lumMod w14:val="65000"/>
                                          <w14:lumOff w14:val="35000"/>
                                        </w14:schemeClr>
                                      </w14:solidFill>
                                    </w14:textFill>
                                  </w:rPr>
                                  <w:t>性格温和，对待病人友善、耐心，护患关系十分和谐</w:t>
                                </w:r>
                              </w:p>
                            </w:txbxContent>
                          </wps:txbx>
                          <wps:bodyPr wrap="square">
                            <a:spAutoFit/>
                          </wps:bodyPr>
                        </wps:wsp>
                        <wpg:grpSp>
                          <wpg:cNvPr id="475" name="组合 475"/>
                          <wpg:cNvGrpSpPr/>
                          <wpg:grpSpPr>
                            <a:xfrm>
                              <a:off x="470416" y="9123748"/>
                              <a:ext cx="148506" cy="148506"/>
                              <a:chOff x="470416" y="9123748"/>
                              <a:chExt cx="148506" cy="148506"/>
                            </a:xfrm>
                          </wpg:grpSpPr>
                          <wps:wsp>
                            <wps:cNvPr id="476" name="椭圆 476"/>
                            <wps:cNvSpPr/>
                            <wps:spPr>
                              <a:xfrm>
                                <a:off x="470416" y="9123748"/>
                                <a:ext cx="148506" cy="14850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477" name="十字形 477"/>
                            <wps:cNvSpPr/>
                            <wps:spPr>
                              <a:xfrm>
                                <a:off x="498894" y="9152226"/>
                                <a:ext cx="91550" cy="91550"/>
                              </a:xfrm>
                              <a:prstGeom prst="plus">
                                <a:avLst>
                                  <a:gd name="adj" fmla="val 41529"/>
                                </a:avLst>
                              </a:pr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478" name="直接连接符 478"/>
                          <wps:cNvCnPr/>
                          <wps:spPr>
                            <a:xfrm>
                              <a:off x="1682245" y="9198001"/>
                              <a:ext cx="5290402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79" name="组合 479"/>
                        <wpg:cNvGrpSpPr/>
                        <wpg:grpSpPr>
                          <a:xfrm>
                            <a:off x="470416" y="5295569"/>
                            <a:ext cx="6526774" cy="1255911"/>
                            <a:chOff x="470416" y="5295569"/>
                            <a:chExt cx="6526774" cy="1255911"/>
                          </a:xfrm>
                        </wpg:grpSpPr>
                        <wps:wsp>
                          <wps:cNvPr id="480" name="矩形 480"/>
                          <wps:cNvSpPr/>
                          <wps:spPr>
                            <a:xfrm>
                              <a:off x="717675" y="5295569"/>
                              <a:ext cx="894715" cy="487680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Arial" w:hAnsi="Arial" w:eastAsia="微软雅黑" w:cs="Arial"/>
                                    <w:kern w:val="0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 w:eastAsia="微软雅黑" w:cs="Arial"/>
                                    <w:b/>
                                    <w:bCs/>
                                    <w:color w:val="2F5597" w:themeColor="accent1" w:themeShade="BF"/>
                                    <w:kern w:val="24"/>
                                    <w:sz w:val="28"/>
                                    <w:szCs w:val="28"/>
                                  </w:rPr>
                                  <w:t>校园实践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g:grpSp>
                          <wpg:cNvPr id="481" name="组合 481"/>
                          <wpg:cNvGrpSpPr/>
                          <wpg:grpSpPr>
                            <a:xfrm>
                              <a:off x="732915" y="5613298"/>
                              <a:ext cx="6264275" cy="938182"/>
                              <a:chOff x="732915" y="5613298"/>
                              <a:chExt cx="6264275" cy="938182"/>
                            </a:xfrm>
                          </wpg:grpSpPr>
                          <wps:wsp>
                            <wps:cNvPr id="482" name="矩形 482"/>
                            <wps:cNvSpPr/>
                            <wps:spPr>
                              <a:xfrm>
                                <a:off x="732915" y="5613298"/>
                                <a:ext cx="6264275" cy="48770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>
                                  <w:pPr>
                                    <w:spacing w:line="360" w:lineRule="auto"/>
                                    <w:rPr>
                                      <w:rFonts w:ascii="Arial" w:hAnsi="Arial" w:eastAsia="微软雅黑" w:cs="Arial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eastAsia="微软雅黑" w:cs="Arial"/>
                                      <w:b/>
                                      <w:bCs/>
                                      <w:color w:val="2F5597" w:themeColor="accent1" w:themeShade="BF"/>
                                      <w:kern w:val="24"/>
                                      <w:szCs w:val="21"/>
                                    </w:rPr>
                                    <w:t>20XX.07——20XX.06             XXXX学校护理3班                    生活委员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  <wps:wsp>
                            <wps:cNvPr id="483" name="矩形 483"/>
                            <wps:cNvSpPr/>
                            <wps:spPr>
                              <a:xfrm>
                                <a:off x="751203" y="5952009"/>
                                <a:ext cx="6195695" cy="599471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>
                                  <w:pPr>
                                    <w:spacing w:line="400" w:lineRule="exact"/>
                                    <w:rPr>
                                      <w:rFonts w:ascii="Arial" w:hAnsi="Arial" w:eastAsia="微软雅黑" w:cs="Arial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eastAsia="微软雅黑" w:cs="Arial"/>
                                      <w:color w:val="595959" w:themeColor="text1" w:themeTint="A6"/>
                                      <w:kern w:val="24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负责内容：组织班级聚餐，出游活动；负责班级物资集中采购；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  <w:rPr>
                                      <w:rFonts w:ascii="Arial" w:hAnsi="Arial" w:eastAsia="微软雅黑" w:cs="Arial"/>
                                    </w:rPr>
                                  </w:pPr>
                                  <w:r>
                                    <w:rPr>
                                      <w:rFonts w:ascii="Arial" w:hAnsi="Arial" w:eastAsia="微软雅黑" w:cs="Arial"/>
                                      <w:color w:val="595959" w:themeColor="text1" w:themeTint="A6"/>
                                      <w:kern w:val="24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评价：20XX.09被班级评委优秀班委干部。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</wpg:grpSp>
                        <wpg:grpSp>
                          <wpg:cNvPr id="484" name="组合 484"/>
                          <wpg:cNvGrpSpPr/>
                          <wpg:grpSpPr>
                            <a:xfrm>
                              <a:off x="470416" y="5487512"/>
                              <a:ext cx="148506" cy="148506"/>
                              <a:chOff x="470416" y="5487512"/>
                              <a:chExt cx="148506" cy="148506"/>
                            </a:xfrm>
                          </wpg:grpSpPr>
                          <wps:wsp>
                            <wps:cNvPr id="485" name="椭圆 485"/>
                            <wps:cNvSpPr/>
                            <wps:spPr>
                              <a:xfrm>
                                <a:off x="470416" y="5487512"/>
                                <a:ext cx="148506" cy="14850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486" name="十字形 486"/>
                            <wps:cNvSpPr/>
                            <wps:spPr>
                              <a:xfrm>
                                <a:off x="498894" y="5515990"/>
                                <a:ext cx="91550" cy="91550"/>
                              </a:xfrm>
                              <a:prstGeom prst="plus">
                                <a:avLst>
                                  <a:gd name="adj" fmla="val 41529"/>
                                </a:avLst>
                              </a:pr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487" name="直接连接符 487"/>
                          <wps:cNvCnPr/>
                          <wps:spPr>
                            <a:xfrm>
                              <a:off x="1682245" y="5561765"/>
                              <a:ext cx="5290402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88" name="组合 488"/>
                        <wpg:cNvGrpSpPr/>
                        <wpg:grpSpPr>
                          <a:xfrm>
                            <a:off x="1804786" y="1143373"/>
                            <a:ext cx="179338" cy="179338"/>
                            <a:chOff x="1799007" y="1170973"/>
                            <a:chExt cx="246016" cy="246016"/>
                          </a:xfrm>
                        </wpg:grpSpPr>
                        <wps:wsp>
                          <wps:cNvPr id="489" name="椭圆 489"/>
                          <wps:cNvSpPr/>
                          <wps:spPr>
                            <a:xfrm>
                              <a:off x="1799007" y="1170973"/>
                              <a:ext cx="246016" cy="246016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75000"/>
                              </a:schemeClr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90" name="Shape 2472"/>
                          <wps:cNvSpPr/>
                          <wps:spPr>
                            <a:xfrm>
                              <a:off x="1851155" y="1236478"/>
                              <a:ext cx="132682" cy="132634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extrusionOk="0">
                                  <a:moveTo>
                                    <a:pt x="16441" y="20618"/>
                                  </a:moveTo>
                                  <a:cubicBezTo>
                                    <a:pt x="15826" y="20618"/>
                                    <a:pt x="15226" y="20482"/>
                                    <a:pt x="14660" y="20214"/>
                                  </a:cubicBezTo>
                                  <a:cubicBezTo>
                                    <a:pt x="14607" y="20189"/>
                                    <a:pt x="14552" y="20170"/>
                                    <a:pt x="14497" y="20155"/>
                                  </a:cubicBezTo>
                                  <a:cubicBezTo>
                                    <a:pt x="8918" y="17308"/>
                                    <a:pt x="4295" y="12685"/>
                                    <a:pt x="1448" y="7105"/>
                                  </a:cubicBezTo>
                                  <a:cubicBezTo>
                                    <a:pt x="1432" y="7048"/>
                                    <a:pt x="1412" y="6991"/>
                                    <a:pt x="1386" y="6936"/>
                                  </a:cubicBezTo>
                                  <a:cubicBezTo>
                                    <a:pt x="1117" y="6369"/>
                                    <a:pt x="982" y="5770"/>
                                    <a:pt x="982" y="5155"/>
                                  </a:cubicBezTo>
                                  <a:cubicBezTo>
                                    <a:pt x="982" y="2774"/>
                                    <a:pt x="3066" y="982"/>
                                    <a:pt x="4417" y="982"/>
                                  </a:cubicBezTo>
                                  <a:cubicBezTo>
                                    <a:pt x="4594" y="982"/>
                                    <a:pt x="4711" y="1072"/>
                                    <a:pt x="4764" y="1126"/>
                                  </a:cubicBezTo>
                                  <a:cubicBezTo>
                                    <a:pt x="4776" y="1139"/>
                                    <a:pt x="4798" y="1164"/>
                                    <a:pt x="4831" y="1216"/>
                                  </a:cubicBezTo>
                                  <a:cubicBezTo>
                                    <a:pt x="4848" y="1244"/>
                                    <a:pt x="4867" y="1271"/>
                                    <a:pt x="4887" y="1297"/>
                                  </a:cubicBezTo>
                                  <a:lnTo>
                                    <a:pt x="8118" y="5453"/>
                                  </a:lnTo>
                                  <a:cubicBezTo>
                                    <a:pt x="8143" y="5485"/>
                                    <a:pt x="8170" y="5515"/>
                                    <a:pt x="8199" y="5544"/>
                                  </a:cubicBezTo>
                                  <a:cubicBezTo>
                                    <a:pt x="8253" y="5598"/>
                                    <a:pt x="8343" y="5715"/>
                                    <a:pt x="8343" y="5891"/>
                                  </a:cubicBezTo>
                                  <a:cubicBezTo>
                                    <a:pt x="8343" y="5978"/>
                                    <a:pt x="8319" y="6060"/>
                                    <a:pt x="8272" y="6135"/>
                                  </a:cubicBezTo>
                                  <a:lnTo>
                                    <a:pt x="7178" y="7221"/>
                                  </a:lnTo>
                                  <a:cubicBezTo>
                                    <a:pt x="7173" y="7226"/>
                                    <a:pt x="7168" y="7231"/>
                                    <a:pt x="7163" y="7236"/>
                                  </a:cubicBezTo>
                                  <a:cubicBezTo>
                                    <a:pt x="6767" y="7609"/>
                                    <a:pt x="6541" y="8126"/>
                                    <a:pt x="6541" y="8668"/>
                                  </a:cubicBezTo>
                                  <a:cubicBezTo>
                                    <a:pt x="6541" y="9175"/>
                                    <a:pt x="6738" y="9658"/>
                                    <a:pt x="7080" y="10020"/>
                                  </a:cubicBezTo>
                                  <a:cubicBezTo>
                                    <a:pt x="7092" y="10040"/>
                                    <a:pt x="7105" y="10059"/>
                                    <a:pt x="7119" y="10078"/>
                                  </a:cubicBezTo>
                                  <a:cubicBezTo>
                                    <a:pt x="8325" y="11745"/>
                                    <a:pt x="9807" y="13222"/>
                                    <a:pt x="11525" y="14469"/>
                                  </a:cubicBezTo>
                                  <a:cubicBezTo>
                                    <a:pt x="11538" y="14478"/>
                                    <a:pt x="11551" y="14487"/>
                                    <a:pt x="11565" y="14496"/>
                                  </a:cubicBezTo>
                                  <a:cubicBezTo>
                                    <a:pt x="11928" y="14844"/>
                                    <a:pt x="12414" y="15045"/>
                                    <a:pt x="12924" y="15045"/>
                                  </a:cubicBezTo>
                                  <a:cubicBezTo>
                                    <a:pt x="13436" y="15045"/>
                                    <a:pt x="13930" y="14840"/>
                                    <a:pt x="14297" y="14479"/>
                                  </a:cubicBezTo>
                                  <a:cubicBezTo>
                                    <a:pt x="14316" y="14463"/>
                                    <a:pt x="14335" y="14446"/>
                                    <a:pt x="14352" y="14427"/>
                                  </a:cubicBezTo>
                                  <a:lnTo>
                                    <a:pt x="15451" y="13320"/>
                                  </a:lnTo>
                                  <a:cubicBezTo>
                                    <a:pt x="15529" y="13271"/>
                                    <a:pt x="15611" y="13247"/>
                                    <a:pt x="15697" y="13247"/>
                                  </a:cubicBezTo>
                                  <a:cubicBezTo>
                                    <a:pt x="15874" y="13247"/>
                                    <a:pt x="15990" y="13337"/>
                                    <a:pt x="16044" y="13391"/>
                                  </a:cubicBezTo>
                                  <a:cubicBezTo>
                                    <a:pt x="16073" y="13420"/>
                                    <a:pt x="16103" y="13447"/>
                                    <a:pt x="16135" y="13472"/>
                                  </a:cubicBezTo>
                                  <a:lnTo>
                                    <a:pt x="20291" y="16704"/>
                                  </a:lnTo>
                                  <a:cubicBezTo>
                                    <a:pt x="20317" y="16725"/>
                                    <a:pt x="20345" y="16744"/>
                                    <a:pt x="20374" y="16762"/>
                                  </a:cubicBezTo>
                                  <a:cubicBezTo>
                                    <a:pt x="20426" y="16795"/>
                                    <a:pt x="20449" y="16816"/>
                                    <a:pt x="20461" y="16827"/>
                                  </a:cubicBezTo>
                                  <a:cubicBezTo>
                                    <a:pt x="20515" y="16881"/>
                                    <a:pt x="20605" y="16997"/>
                                    <a:pt x="20605" y="17174"/>
                                  </a:cubicBezTo>
                                  <a:cubicBezTo>
                                    <a:pt x="20605" y="17207"/>
                                    <a:pt x="20606" y="17240"/>
                                    <a:pt x="20610" y="17273"/>
                                  </a:cubicBezTo>
                                  <a:cubicBezTo>
                                    <a:pt x="20533" y="18625"/>
                                    <a:pt x="18769" y="20618"/>
                                    <a:pt x="16441" y="20618"/>
                                  </a:cubicBezTo>
                                  <a:moveTo>
                                    <a:pt x="21586" y="17174"/>
                                  </a:moveTo>
                                  <a:cubicBezTo>
                                    <a:pt x="21586" y="16768"/>
                                    <a:pt x="21421" y="16399"/>
                                    <a:pt x="21155" y="16133"/>
                                  </a:cubicBezTo>
                                  <a:cubicBezTo>
                                    <a:pt x="21077" y="16054"/>
                                    <a:pt x="20988" y="15988"/>
                                    <a:pt x="20893" y="15929"/>
                                  </a:cubicBezTo>
                                  <a:lnTo>
                                    <a:pt x="16738" y="12697"/>
                                  </a:lnTo>
                                  <a:cubicBezTo>
                                    <a:pt x="16471" y="12430"/>
                                    <a:pt x="16104" y="12265"/>
                                    <a:pt x="15697" y="12265"/>
                                  </a:cubicBezTo>
                                  <a:cubicBezTo>
                                    <a:pt x="15364" y="12265"/>
                                    <a:pt x="15060" y="12380"/>
                                    <a:pt x="14815" y="12567"/>
                                  </a:cubicBezTo>
                                  <a:lnTo>
                                    <a:pt x="13655" y="13736"/>
                                  </a:lnTo>
                                  <a:lnTo>
                                    <a:pt x="13652" y="13733"/>
                                  </a:lnTo>
                                  <a:cubicBezTo>
                                    <a:pt x="13473" y="13934"/>
                                    <a:pt x="13214" y="14063"/>
                                    <a:pt x="12924" y="14063"/>
                                  </a:cubicBezTo>
                                  <a:cubicBezTo>
                                    <a:pt x="12592" y="14063"/>
                                    <a:pt x="12300" y="13897"/>
                                    <a:pt x="12122" y="13645"/>
                                  </a:cubicBezTo>
                                  <a:cubicBezTo>
                                    <a:pt x="12116" y="13654"/>
                                    <a:pt x="12107" y="13663"/>
                                    <a:pt x="12101" y="13674"/>
                                  </a:cubicBezTo>
                                  <a:cubicBezTo>
                                    <a:pt x="10497" y="12510"/>
                                    <a:pt x="9076" y="11108"/>
                                    <a:pt x="7914" y="9502"/>
                                  </a:cubicBezTo>
                                  <a:cubicBezTo>
                                    <a:pt x="7925" y="9495"/>
                                    <a:pt x="7935" y="9486"/>
                                    <a:pt x="7947" y="9479"/>
                                  </a:cubicBezTo>
                                  <a:cubicBezTo>
                                    <a:pt x="7691" y="9299"/>
                                    <a:pt x="7523" y="9004"/>
                                    <a:pt x="7523" y="8668"/>
                                  </a:cubicBezTo>
                                  <a:cubicBezTo>
                                    <a:pt x="7523" y="8367"/>
                                    <a:pt x="7659" y="8101"/>
                                    <a:pt x="7871" y="7920"/>
                                  </a:cubicBezTo>
                                  <a:lnTo>
                                    <a:pt x="7870" y="7918"/>
                                  </a:lnTo>
                                  <a:lnTo>
                                    <a:pt x="9023" y="6773"/>
                                  </a:lnTo>
                                  <a:cubicBezTo>
                                    <a:pt x="9211" y="6528"/>
                                    <a:pt x="9325" y="6224"/>
                                    <a:pt x="9325" y="5891"/>
                                  </a:cubicBezTo>
                                  <a:cubicBezTo>
                                    <a:pt x="9325" y="5485"/>
                                    <a:pt x="9160" y="5116"/>
                                    <a:pt x="8893" y="4850"/>
                                  </a:cubicBezTo>
                                  <a:lnTo>
                                    <a:pt x="5662" y="693"/>
                                  </a:lnTo>
                                  <a:cubicBezTo>
                                    <a:pt x="5603" y="599"/>
                                    <a:pt x="5537" y="510"/>
                                    <a:pt x="5458" y="432"/>
                                  </a:cubicBezTo>
                                  <a:cubicBezTo>
                                    <a:pt x="5191" y="165"/>
                                    <a:pt x="4823" y="0"/>
                                    <a:pt x="4417" y="0"/>
                                  </a:cubicBezTo>
                                  <a:cubicBezTo>
                                    <a:pt x="2454" y="0"/>
                                    <a:pt x="0" y="2308"/>
                                    <a:pt x="0" y="5155"/>
                                  </a:cubicBezTo>
                                  <a:cubicBezTo>
                                    <a:pt x="0" y="5943"/>
                                    <a:pt x="183" y="6688"/>
                                    <a:pt x="499" y="7356"/>
                                  </a:cubicBezTo>
                                  <a:lnTo>
                                    <a:pt x="482" y="7373"/>
                                  </a:lnTo>
                                  <a:cubicBezTo>
                                    <a:pt x="3435" y="13255"/>
                                    <a:pt x="8343" y="18164"/>
                                    <a:pt x="14224" y="21117"/>
                                  </a:cubicBezTo>
                                  <a:lnTo>
                                    <a:pt x="14240" y="21101"/>
                                  </a:lnTo>
                                  <a:cubicBezTo>
                                    <a:pt x="14908" y="21418"/>
                                    <a:pt x="15652" y="21600"/>
                                    <a:pt x="16441" y="21600"/>
                                  </a:cubicBezTo>
                                  <a:cubicBezTo>
                                    <a:pt x="19287" y="21600"/>
                                    <a:pt x="21594" y="19145"/>
                                    <a:pt x="21594" y="17182"/>
                                  </a:cubicBezTo>
                                  <a:cubicBezTo>
                                    <a:pt x="21594" y="17179"/>
                                    <a:pt x="21594" y="17177"/>
                                    <a:pt x="21594" y="17174"/>
                                  </a:cubicBezTo>
                                  <a:cubicBezTo>
                                    <a:pt x="21594" y="17174"/>
                                    <a:pt x="21586" y="17174"/>
                                    <a:pt x="21586" y="17174"/>
                                  </a:cubicBezTo>
                                  <a:close/>
                                  <a:moveTo>
                                    <a:pt x="11785" y="10800"/>
                                  </a:moveTo>
                                  <a:cubicBezTo>
                                    <a:pt x="12326" y="10800"/>
                                    <a:pt x="12766" y="10360"/>
                                    <a:pt x="12766" y="9819"/>
                                  </a:cubicBezTo>
                                  <a:cubicBezTo>
                                    <a:pt x="12766" y="9276"/>
                                    <a:pt x="12326" y="8836"/>
                                    <a:pt x="11785" y="8836"/>
                                  </a:cubicBezTo>
                                  <a:cubicBezTo>
                                    <a:pt x="11242" y="8836"/>
                                    <a:pt x="10803" y="9276"/>
                                    <a:pt x="10803" y="9819"/>
                                  </a:cubicBezTo>
                                  <a:cubicBezTo>
                                    <a:pt x="10803" y="10360"/>
                                    <a:pt x="11242" y="10800"/>
                                    <a:pt x="11785" y="10800"/>
                                  </a:cubicBezTo>
                                  <a:moveTo>
                                    <a:pt x="11785" y="5891"/>
                                  </a:moveTo>
                                  <a:cubicBezTo>
                                    <a:pt x="13953" y="5891"/>
                                    <a:pt x="15711" y="7649"/>
                                    <a:pt x="15711" y="9819"/>
                                  </a:cubicBezTo>
                                  <a:cubicBezTo>
                                    <a:pt x="15711" y="10090"/>
                                    <a:pt x="15930" y="10309"/>
                                    <a:pt x="16201" y="10309"/>
                                  </a:cubicBezTo>
                                  <a:cubicBezTo>
                                    <a:pt x="16472" y="10309"/>
                                    <a:pt x="16692" y="10090"/>
                                    <a:pt x="16692" y="9819"/>
                                  </a:cubicBezTo>
                                  <a:cubicBezTo>
                                    <a:pt x="16692" y="7107"/>
                                    <a:pt x="14495" y="4909"/>
                                    <a:pt x="11785" y="4909"/>
                                  </a:cubicBezTo>
                                  <a:cubicBezTo>
                                    <a:pt x="11513" y="4909"/>
                                    <a:pt x="11294" y="5129"/>
                                    <a:pt x="11294" y="5400"/>
                                  </a:cubicBezTo>
                                  <a:cubicBezTo>
                                    <a:pt x="11294" y="5672"/>
                                    <a:pt x="11513" y="5891"/>
                                    <a:pt x="11785" y="5891"/>
                                  </a:cubicBezTo>
                                  <a:moveTo>
                                    <a:pt x="11785" y="982"/>
                                  </a:moveTo>
                                  <a:cubicBezTo>
                                    <a:pt x="16663" y="982"/>
                                    <a:pt x="20618" y="4939"/>
                                    <a:pt x="20618" y="9819"/>
                                  </a:cubicBezTo>
                                  <a:cubicBezTo>
                                    <a:pt x="20618" y="10090"/>
                                    <a:pt x="20838" y="10309"/>
                                    <a:pt x="21109" y="10309"/>
                                  </a:cubicBezTo>
                                  <a:cubicBezTo>
                                    <a:pt x="21380" y="10309"/>
                                    <a:pt x="21600" y="10090"/>
                                    <a:pt x="21600" y="9819"/>
                                  </a:cubicBezTo>
                                  <a:cubicBezTo>
                                    <a:pt x="21600" y="4396"/>
                                    <a:pt x="17206" y="0"/>
                                    <a:pt x="11785" y="0"/>
                                  </a:cubicBezTo>
                                  <a:cubicBezTo>
                                    <a:pt x="11513" y="0"/>
                                    <a:pt x="11294" y="220"/>
                                    <a:pt x="11294" y="491"/>
                                  </a:cubicBezTo>
                                  <a:cubicBezTo>
                                    <a:pt x="11294" y="762"/>
                                    <a:pt x="11513" y="982"/>
                                    <a:pt x="11785" y="982"/>
                                  </a:cubicBez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175">
                              <a:solidFill>
                                <a:schemeClr val="bg1"/>
                              </a:solidFill>
                              <a:miter lim="400000"/>
                            </a:ln>
                          </wps:spPr>
                          <wps:bodyPr lIns="19049" tIns="19049" rIns="19049" bIns="19049" anchor="ctr"/>
                        </wps:wsp>
                      </wpg:grpSp>
                      <wpg:grpSp>
                        <wpg:cNvPr id="491" name="组合 491"/>
                        <wpg:cNvGrpSpPr/>
                        <wpg:grpSpPr>
                          <a:xfrm>
                            <a:off x="1799605" y="1435717"/>
                            <a:ext cx="179338" cy="179338"/>
                            <a:chOff x="1791900" y="1480985"/>
                            <a:chExt cx="246016" cy="246016"/>
                          </a:xfrm>
                        </wpg:grpSpPr>
                        <wps:wsp>
                          <wps:cNvPr id="492" name="椭圆 492"/>
                          <wps:cNvSpPr/>
                          <wps:spPr>
                            <a:xfrm>
                              <a:off x="1791900" y="1480985"/>
                              <a:ext cx="246016" cy="246016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75000"/>
                              </a:schemeClr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93" name="Shape 2679"/>
                          <wps:cNvSpPr/>
                          <wps:spPr>
                            <a:xfrm>
                              <a:off x="1844048" y="1555972"/>
                              <a:ext cx="140077" cy="101868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extrusionOk="0">
                                  <a:moveTo>
                                    <a:pt x="20618" y="18900"/>
                                  </a:moveTo>
                                  <a:cubicBezTo>
                                    <a:pt x="20618" y="18980"/>
                                    <a:pt x="20611" y="19058"/>
                                    <a:pt x="20601" y="19135"/>
                                  </a:cubicBezTo>
                                  <a:lnTo>
                                    <a:pt x="14539" y="10800"/>
                                  </a:lnTo>
                                  <a:lnTo>
                                    <a:pt x="20601" y="2465"/>
                                  </a:lnTo>
                                  <a:cubicBezTo>
                                    <a:pt x="20611" y="2542"/>
                                    <a:pt x="20618" y="2620"/>
                                    <a:pt x="20618" y="2700"/>
                                  </a:cubicBezTo>
                                  <a:cubicBezTo>
                                    <a:pt x="20618" y="2700"/>
                                    <a:pt x="20618" y="18900"/>
                                    <a:pt x="20618" y="18900"/>
                                  </a:cubicBezTo>
                                  <a:close/>
                                  <a:moveTo>
                                    <a:pt x="19636" y="20250"/>
                                  </a:moveTo>
                                  <a:lnTo>
                                    <a:pt x="1964" y="20250"/>
                                  </a:lnTo>
                                  <a:cubicBezTo>
                                    <a:pt x="1849" y="20250"/>
                                    <a:pt x="1739" y="20218"/>
                                    <a:pt x="1637" y="20168"/>
                                  </a:cubicBezTo>
                                  <a:lnTo>
                                    <a:pt x="7755" y="11754"/>
                                  </a:lnTo>
                                  <a:lnTo>
                                    <a:pt x="9440" y="14072"/>
                                  </a:lnTo>
                                  <a:cubicBezTo>
                                    <a:pt x="9816" y="14589"/>
                                    <a:pt x="10308" y="14847"/>
                                    <a:pt x="10800" y="14847"/>
                                  </a:cubicBezTo>
                                  <a:cubicBezTo>
                                    <a:pt x="11292" y="14847"/>
                                    <a:pt x="11784" y="14589"/>
                                    <a:pt x="12159" y="14072"/>
                                  </a:cubicBezTo>
                                  <a:lnTo>
                                    <a:pt x="13845" y="11754"/>
                                  </a:lnTo>
                                  <a:lnTo>
                                    <a:pt x="19964" y="20168"/>
                                  </a:lnTo>
                                  <a:cubicBezTo>
                                    <a:pt x="19861" y="20218"/>
                                    <a:pt x="19752" y="20250"/>
                                    <a:pt x="19636" y="20250"/>
                                  </a:cubicBezTo>
                                  <a:moveTo>
                                    <a:pt x="982" y="18900"/>
                                  </a:moveTo>
                                  <a:lnTo>
                                    <a:pt x="982" y="2700"/>
                                  </a:lnTo>
                                  <a:cubicBezTo>
                                    <a:pt x="982" y="2620"/>
                                    <a:pt x="989" y="2542"/>
                                    <a:pt x="999" y="2465"/>
                                  </a:cubicBezTo>
                                  <a:lnTo>
                                    <a:pt x="7061" y="10800"/>
                                  </a:lnTo>
                                  <a:lnTo>
                                    <a:pt x="999" y="19135"/>
                                  </a:lnTo>
                                  <a:cubicBezTo>
                                    <a:pt x="989" y="19058"/>
                                    <a:pt x="982" y="18980"/>
                                    <a:pt x="982" y="18900"/>
                                  </a:cubicBezTo>
                                  <a:moveTo>
                                    <a:pt x="1964" y="1350"/>
                                  </a:moveTo>
                                  <a:lnTo>
                                    <a:pt x="19636" y="1350"/>
                                  </a:lnTo>
                                  <a:cubicBezTo>
                                    <a:pt x="19752" y="1350"/>
                                    <a:pt x="19861" y="1382"/>
                                    <a:pt x="19964" y="1433"/>
                                  </a:cubicBezTo>
                                  <a:lnTo>
                                    <a:pt x="11465" y="13118"/>
                                  </a:lnTo>
                                  <a:cubicBezTo>
                                    <a:pt x="11288" y="13362"/>
                                    <a:pt x="11051" y="13497"/>
                                    <a:pt x="10800" y="13497"/>
                                  </a:cubicBezTo>
                                  <a:cubicBezTo>
                                    <a:pt x="10549" y="13497"/>
                                    <a:pt x="10312" y="13362"/>
                                    <a:pt x="10134" y="13118"/>
                                  </a:cubicBezTo>
                                  <a:lnTo>
                                    <a:pt x="1637" y="1433"/>
                                  </a:lnTo>
                                  <a:cubicBezTo>
                                    <a:pt x="1739" y="1382"/>
                                    <a:pt x="1849" y="1350"/>
                                    <a:pt x="1964" y="1350"/>
                                  </a:cubicBezTo>
                                  <a:moveTo>
                                    <a:pt x="19636" y="0"/>
                                  </a:moveTo>
                                  <a:lnTo>
                                    <a:pt x="1964" y="0"/>
                                  </a:lnTo>
                                  <a:cubicBezTo>
                                    <a:pt x="879" y="0"/>
                                    <a:pt x="0" y="1209"/>
                                    <a:pt x="0" y="2700"/>
                                  </a:cubicBezTo>
                                  <a:lnTo>
                                    <a:pt x="0" y="18900"/>
                                  </a:lnTo>
                                  <a:cubicBezTo>
                                    <a:pt x="0" y="20391"/>
                                    <a:pt x="879" y="21600"/>
                                    <a:pt x="1964" y="21600"/>
                                  </a:cubicBezTo>
                                  <a:lnTo>
                                    <a:pt x="19636" y="21600"/>
                                  </a:lnTo>
                                  <a:cubicBezTo>
                                    <a:pt x="20721" y="21600"/>
                                    <a:pt x="21600" y="20391"/>
                                    <a:pt x="21600" y="18900"/>
                                  </a:cubicBezTo>
                                  <a:lnTo>
                                    <a:pt x="21600" y="2700"/>
                                  </a:lnTo>
                                  <a:cubicBezTo>
                                    <a:pt x="21600" y="1209"/>
                                    <a:pt x="20721" y="0"/>
                                    <a:pt x="19636" y="0"/>
                                  </a:cubicBez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175">
                              <a:solidFill>
                                <a:schemeClr val="bg1"/>
                              </a:solidFill>
                              <a:miter lim="400000"/>
                            </a:ln>
                          </wps:spPr>
                          <wps:bodyPr lIns="19049" tIns="19049" rIns="19049" bIns="19049" anchor="ctr"/>
                        </wps:wsp>
                      </wpg:grpSp>
                      <wpg:grpSp>
                        <wpg:cNvPr id="494" name="组合 494"/>
                        <wpg:cNvGrpSpPr/>
                        <wpg:grpSpPr>
                          <a:xfrm>
                            <a:off x="1804786" y="1733681"/>
                            <a:ext cx="179338" cy="179338"/>
                            <a:chOff x="1799007" y="1803027"/>
                            <a:chExt cx="246016" cy="246016"/>
                          </a:xfrm>
                        </wpg:grpSpPr>
                        <wps:wsp>
                          <wps:cNvPr id="495" name="椭圆 495"/>
                          <wps:cNvSpPr/>
                          <wps:spPr>
                            <a:xfrm>
                              <a:off x="1799007" y="1803027"/>
                              <a:ext cx="246016" cy="246016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75000"/>
                              </a:schemeClr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96" name="Shape 2777"/>
                          <wps:cNvSpPr/>
                          <wps:spPr>
                            <a:xfrm>
                              <a:off x="1868755" y="1853522"/>
                              <a:ext cx="106520" cy="146454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extrusionOk="0">
                                  <a:moveTo>
                                    <a:pt x="10800" y="10800"/>
                                  </a:moveTo>
                                  <a:cubicBezTo>
                                    <a:pt x="8563" y="10800"/>
                                    <a:pt x="6750" y="9481"/>
                                    <a:pt x="6750" y="7855"/>
                                  </a:cubicBezTo>
                                  <a:cubicBezTo>
                                    <a:pt x="6750" y="6228"/>
                                    <a:pt x="8563" y="4909"/>
                                    <a:pt x="10800" y="4909"/>
                                  </a:cubicBezTo>
                                  <a:cubicBezTo>
                                    <a:pt x="13037" y="4909"/>
                                    <a:pt x="14850" y="6228"/>
                                    <a:pt x="14850" y="7855"/>
                                  </a:cubicBezTo>
                                  <a:cubicBezTo>
                                    <a:pt x="14850" y="9481"/>
                                    <a:pt x="13037" y="10800"/>
                                    <a:pt x="10800" y="10800"/>
                                  </a:cubicBezTo>
                                  <a:moveTo>
                                    <a:pt x="10800" y="3927"/>
                                  </a:moveTo>
                                  <a:cubicBezTo>
                                    <a:pt x="7817" y="3927"/>
                                    <a:pt x="5400" y="5686"/>
                                    <a:pt x="5400" y="7855"/>
                                  </a:cubicBezTo>
                                  <a:cubicBezTo>
                                    <a:pt x="5400" y="10023"/>
                                    <a:pt x="7817" y="11782"/>
                                    <a:pt x="10800" y="11782"/>
                                  </a:cubicBezTo>
                                  <a:cubicBezTo>
                                    <a:pt x="13783" y="11782"/>
                                    <a:pt x="16200" y="10023"/>
                                    <a:pt x="16200" y="7855"/>
                                  </a:cubicBezTo>
                                  <a:cubicBezTo>
                                    <a:pt x="16200" y="5686"/>
                                    <a:pt x="13783" y="3927"/>
                                    <a:pt x="10800" y="3927"/>
                                  </a:cubicBezTo>
                                  <a:moveTo>
                                    <a:pt x="10800" y="20127"/>
                                  </a:moveTo>
                                  <a:cubicBezTo>
                                    <a:pt x="10800" y="20127"/>
                                    <a:pt x="1350" y="13745"/>
                                    <a:pt x="1350" y="7855"/>
                                  </a:cubicBezTo>
                                  <a:cubicBezTo>
                                    <a:pt x="1350" y="4059"/>
                                    <a:pt x="5581" y="982"/>
                                    <a:pt x="10800" y="982"/>
                                  </a:cubicBezTo>
                                  <a:cubicBezTo>
                                    <a:pt x="16019" y="982"/>
                                    <a:pt x="20250" y="4059"/>
                                    <a:pt x="20250" y="7855"/>
                                  </a:cubicBezTo>
                                  <a:cubicBezTo>
                                    <a:pt x="20250" y="13745"/>
                                    <a:pt x="10800" y="20127"/>
                                    <a:pt x="10800" y="20127"/>
                                  </a:cubicBezTo>
                                  <a:moveTo>
                                    <a:pt x="10800" y="0"/>
                                  </a:moveTo>
                                  <a:cubicBezTo>
                                    <a:pt x="4836" y="0"/>
                                    <a:pt x="0" y="3517"/>
                                    <a:pt x="0" y="7855"/>
                                  </a:cubicBezTo>
                                  <a:cubicBezTo>
                                    <a:pt x="0" y="14236"/>
                                    <a:pt x="10800" y="21600"/>
                                    <a:pt x="10800" y="21600"/>
                                  </a:cubicBezTo>
                                  <a:cubicBezTo>
                                    <a:pt x="10800" y="21600"/>
                                    <a:pt x="21600" y="14236"/>
                                    <a:pt x="21600" y="7855"/>
                                  </a:cubicBezTo>
                                  <a:cubicBezTo>
                                    <a:pt x="21600" y="3517"/>
                                    <a:pt x="16764" y="0"/>
                                    <a:pt x="10800" y="0"/>
                                  </a:cubicBez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175">
                              <a:solidFill>
                                <a:schemeClr val="bg1"/>
                              </a:solidFill>
                              <a:miter lim="400000"/>
                            </a:ln>
                          </wps:spPr>
                          <wps:bodyPr lIns="19049" tIns="19049" rIns="19049" bIns="19049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13" o:spid="_x0000_s1026" o:spt="203" style="position:absolute;left:0pt;margin-top:-71.55pt;height:841.85pt;width:595.25pt;mso-position-horizontal:right;mso-position-horizontal-relative:page;z-index:251659264;mso-width-relative:page;mso-height-relative:page;" coordsize="7559675,10691813" o:gfxdata="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">
                <o:lock v:ext="edit" aspectratio="f"/>
                <v:rect id="_x0000_s1026" o:spid="_x0000_s1026" o:spt="1" style="position:absolute;left:0;top:0;height:10691813;width:7559675;v-text-anchor:middle;" fillcolor="#FFFFFF [3212]" filled="t" stroked="f" coordsize="21600,21600" o:gfxdata="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/yIEK8AAAA&#10;3A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_x0000_s1026" o:spid="_x0000_s1026" o:spt="1" style="position:absolute;left:371044;top:259453;height:883920;width:1402715;mso-wrap-style:none;" filled="f" stroked="f" coordsize="21600,21600" o:gfxdata="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ZLfJ+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ascii="Arial" w:hAnsi="Arial" w:eastAsia="微软雅黑" w:cs="Arial"/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eastAsia="微软雅黑" w:cs="Arial"/>
                            <w:b/>
                            <w:bCs/>
                            <w:color w:val="2F5597" w:themeColor="accent1" w:themeShade="BF"/>
                            <w:kern w:val="24"/>
                            <w:sz w:val="64"/>
                            <w:szCs w:val="64"/>
                          </w:rPr>
                          <w:t>慧  灵</w:t>
                        </w:r>
                      </w:p>
                    </w:txbxContent>
                  </v:textbox>
                </v:rect>
                <v:rect id="_x0000_s1026" o:spid="_x0000_s1026" o:spt="1" style="position:absolute;left:1735467;top:547858;height:487680;width:1233170;" filled="f" stroked="f" coordsize="21600,21600" o:gfxdata="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Oq4KK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spacing w:line="312" w:lineRule="auto"/>
                          <w:rPr>
                            <w:rFonts w:ascii="Arial" w:hAnsi="Arial" w:eastAsia="微软雅黑" w:cs="Arial"/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eastAsia="微软雅黑" w:cs="Arial"/>
                            <w:color w:val="2F5597" w:themeColor="accent1" w:themeShade="BF"/>
                            <w:kern w:val="24"/>
                            <w:sz w:val="22"/>
                          </w:rPr>
                          <w:t>求职目标：护士</w:t>
                        </w:r>
                      </w:p>
                    </w:txbxContent>
                  </v:textbox>
                </v:rect>
                <v:rect id="_x0000_s1026" o:spid="_x0000_s1026" o:spt="1" style="position:absolute;left:434504;top:986460;height:1005840;width:1386205;" filled="f" stroked="f" coordsize="21600,21600" o:gfxdata="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zmRTm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spacing w:line="480" w:lineRule="exact"/>
                          <w:rPr>
                            <w:rFonts w:ascii="Arial" w:hAnsi="Arial" w:eastAsia="微软雅黑" w:cs="Arial"/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eastAsia="微软雅黑" w:cs="Arial"/>
                            <w:color w:val="2F5597" w:themeColor="accent1" w:themeShade="BF"/>
                            <w:kern w:val="24"/>
                            <w:szCs w:val="21"/>
                          </w:rPr>
                          <w:t xml:space="preserve">年龄： 22            </w:t>
                        </w:r>
                      </w:p>
                      <w:p>
                        <w:pPr>
                          <w:spacing w:line="480" w:lineRule="exact"/>
                          <w:rPr>
                            <w:rFonts w:ascii="Arial" w:hAnsi="Arial" w:eastAsia="微软雅黑" w:cs="Arial"/>
                          </w:rPr>
                        </w:pPr>
                        <w:r>
                          <w:rPr>
                            <w:rFonts w:ascii="Arial" w:hAnsi="Arial" w:eastAsia="微软雅黑" w:cs="Arial"/>
                            <w:color w:val="2F5597" w:themeColor="accent1" w:themeShade="BF"/>
                            <w:kern w:val="24"/>
                            <w:szCs w:val="21"/>
                          </w:rPr>
                          <w:t>学历： 大专</w:t>
                        </w:r>
                      </w:p>
                      <w:p>
                        <w:pPr>
                          <w:spacing w:line="480" w:lineRule="exact"/>
                          <w:rPr>
                            <w:rFonts w:ascii="Arial" w:hAnsi="Arial" w:eastAsia="微软雅黑" w:cs="Arial"/>
                          </w:rPr>
                        </w:pPr>
                        <w:r>
                          <w:rPr>
                            <w:rFonts w:ascii="Arial" w:hAnsi="Arial" w:eastAsia="微软雅黑" w:cs="Arial"/>
                            <w:color w:val="2F5597" w:themeColor="accent1" w:themeShade="BF"/>
                            <w:kern w:val="24"/>
                            <w:szCs w:val="21"/>
                          </w:rPr>
                          <w:t>籍贯： 四川泸州</w:t>
                        </w:r>
                      </w:p>
                    </w:txbxContent>
                  </v:textbox>
                </v:rect>
                <v:rect id="_x0000_s1026" o:spid="_x0000_s1026" o:spt="1" style="position:absolute;left:2009876;top:986460;height:1005840;width:2169795;" filled="f" stroked="f" coordsize="21600,21600" o:gfxdata="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MP3U2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spacing w:line="480" w:lineRule="exact"/>
                          <w:jc w:val="left"/>
                          <w:rPr>
                            <w:rFonts w:ascii="Arial" w:hAnsi="Arial" w:eastAsia="微软雅黑" w:cs="Arial"/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eastAsia="微软雅黑" w:cs="Arial"/>
                            <w:color w:val="2F5597" w:themeColor="accent1" w:themeShade="BF"/>
                            <w:kern w:val="24"/>
                            <w:szCs w:val="21"/>
                          </w:rPr>
                          <w:t>手机：1234567892</w:t>
                        </w:r>
                      </w:p>
                      <w:p>
                        <w:pPr>
                          <w:spacing w:line="480" w:lineRule="exact"/>
                          <w:jc w:val="left"/>
                          <w:rPr>
                            <w:rFonts w:ascii="Arial" w:hAnsi="Arial" w:eastAsia="微软雅黑" w:cs="Arial"/>
                          </w:rPr>
                        </w:pPr>
                        <w:r>
                          <w:rPr>
                            <w:rFonts w:ascii="Arial" w:hAnsi="Arial" w:eastAsia="微软雅黑" w:cs="Arial"/>
                            <w:color w:val="2F5597" w:themeColor="accent1" w:themeShade="BF"/>
                            <w:kern w:val="24"/>
                            <w:szCs w:val="21"/>
                          </w:rPr>
                          <w:t>E-mail：1232342343@qq.com</w:t>
                        </w:r>
                      </w:p>
                      <w:p>
                        <w:pPr>
                          <w:spacing w:line="480" w:lineRule="exact"/>
                          <w:jc w:val="left"/>
                          <w:rPr>
                            <w:rFonts w:ascii="Arial" w:hAnsi="Arial" w:eastAsia="微软雅黑" w:cs="Arial"/>
                          </w:rPr>
                        </w:pPr>
                        <w:r>
                          <w:rPr>
                            <w:rFonts w:ascii="Arial" w:hAnsi="Arial" w:eastAsia="微软雅黑" w:cs="Arial"/>
                            <w:color w:val="2F5597" w:themeColor="accent1" w:themeShade="BF"/>
                            <w:kern w:val="24"/>
                            <w:szCs w:val="21"/>
                          </w:rPr>
                          <w:t>现居住地：四川 成都-新都区</w:t>
                        </w:r>
                      </w:p>
                    </w:txbxContent>
                  </v:textbox>
                </v:rect>
                <v:shape id="_x0000_s1026" o:spid="_x0000_s1026" o:spt="75" alt="卡通画&#10;&#10;描述已自动生成" type="#_x0000_t75" style="position:absolute;left:5856217;top:251759;height:1629191;width:1163708;" filled="f" o:preferrelative="t" stroked="t" coordsize="21600,21600" o:gfxdata="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bi/7r4A&#10;AADcAAAADwAAAAAAAAABACAAAAAiAAAAZHJzL2Rvd25yZXYueG1sUEsBAhQAFAAAAAgAh07iQDMv&#10;BZ47AAAAOQAAABAAAAAAAAAAAQAgAAAADQEAAGRycy9zaGFwZXhtbC54bWxQSwUGAAAAAAYABgBb&#10;AQAAtwMAAAAA&#10;">
                  <v:fill on="f" focussize="0,0"/>
                  <v:stroke color="#D9D9D9 [2732]" joinstyle="round"/>
                  <v:imagedata r:id="rId4" o:title=""/>
                  <o:lock v:ext="edit" aspectratio="t"/>
                </v:shape>
                <v:shape id="任意多边形: 形状 436" o:spid="_x0000_s1026" o:spt="100" style="position:absolute;left:0;top:192213;height:1748281;width:273332;v-text-anchor:middle;" fillcolor="#2F5597 [2404]" filled="t" stroked="f" coordsize="294562,1884071" o:gfxdata="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GNyUvQAA&#10;ANwAAAAPAAAAAAAAAAEAIAAAACIAAABkcnMvZG93bnJldi54bWxQSwECFAAUAAAACACHTuJAMy8F&#10;njsAAAA5AAAAEAAAAAAAAAABACAAAAAMAQAAZHJzL3NoYXBleG1sLnhtbFBLBQYAAAAABgAGAFsB&#10;AAC2AwAAAAA=&#10;" path="m0,0l207357,0c255519,0,294562,39043,294562,87205l294562,1796866c294562,1845028,255519,1884071,207357,1884071l0,1884071xe">
                  <v:path o:connectlocs="0,0;192412,0;273332,80919;273332,1667361;192412,1748281;0,1748281" o:connectangles="0,0,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任意多边形: 形状 437" o:spid="_x0000_s1026" o:spt="100" style="position:absolute;left:7286343;top:192213;flip:x;height:1748281;width:273332;v-text-anchor:middle;" fillcolor="#B4C7E7 [1300]" filled="t" stroked="f" coordsize="294562,1884071" o:gfxdata="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PhS+j&#10;wAAAANwAAAAPAAAAAAAAAAEAIAAAACIAAABkcnMvZG93bnJldi54bWxQSwECFAAUAAAACACHTuJA&#10;My8FnjsAAAA5AAAAEAAAAAAAAAABACAAAAAPAQAAZHJzL3NoYXBleG1sLnhtbFBLBQYAAAAABgAG&#10;AFsBAAC5AwAAAAA=&#10;" path="m0,0l207357,0c255519,0,294562,39043,294562,87205l294562,1796866c294562,1845028,255519,1884071,207357,1884071l0,1884071xe">
                  <v:path o:connectlocs="0,0;192412,0;273332,80919;273332,1667361;192412,1748281;0,1748281" o:connectangles="0,0,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line id="_x0000_s1026" o:spid="_x0000_s1026" o:spt="20" style="position:absolute;left:544669;top:2281876;height:6961900;width:0;" filled="f" stroked="t" coordsize="21600,21600" o:gfxdata="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OUR0u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75pt" color="#2F5597 [2404]" miterlimit="8" joinstyle="miter"/>
                  <v:imagedata o:title=""/>
                  <o:lock v:ext="edit" aspectratio="f"/>
                </v:line>
                <v:group id="_x0000_s1026" o:spid="_x0000_s1026" o:spt="203" style="position:absolute;left:470416;top:2084349;height:1501154;width:6731493;" coordorigin="470416,2084349" coordsize="6731493,1501154" o:gfxdata="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v6JddcAAAADcAAAADwAAAAAAAAABACAAAAAiAAAAZHJzL2Rvd25yZXYu&#10;eG1sUEsBAhQAFAAAAAgAh07iQDMvBZ47AAAAOQAAABUAAAAAAAAAAQAgAAAADwEAAGRycy9ncm91&#10;cHNoYXBleG1sLnhtbFBLBQYAAAAABgAGAGABAADMAwAAAAA=&#10;">
                  <o:lock v:ext="edit" aspectratio="f"/>
                  <v:group id="_x0000_s1026" o:spid="_x0000_s1026" o:spt="203" style="position:absolute;left:470416;top:2084349;height:1501154;width:6731493;" coordorigin="470416,2084349" coordsize="6731493,1501154" o:gfxdata="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aeh5W7AAAA3AAAAA8AAAAAAAAAAQAgAAAAIgAAAGRycy9kb3ducmV2LnhtbFBL&#10;AQIUABQAAAAIAIdO4kAzLwWeOwAAADkAAAAVAAAAAAAAAAEAIAAAAAoBAABkcnMvZ3JvdXBzaGFw&#10;ZXhtbC54bWxQSwUGAAAAAAYABgBgAQAAxwMAAAAA&#10;">
                    <o:lock v:ext="edit" aspectratio="f"/>
                    <v:group id="_x0000_s1026" o:spid="_x0000_s1026" o:spt="203" style="position:absolute;left:677918;top:2084349;height:1501154;width:6523991;" coordorigin="677918,2084349" coordsize="6523991,1501154" o:gfxdata="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Z0iIO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rect id="_x0000_s1026" o:spid="_x0000_s1026" o:spt="1" style="position:absolute;left:677918;top:2084349;height:487680;width:894715;mso-wrap-style:none;" filled="f" stroked="f" coordsize="21600,21600" o:gfxdata="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p+RlbsAAADc&#10;AAAADwAAAAAAAAABACAAAAAiAAAAZHJzL2Rvd25yZXYueG1sUEsBAhQAFAAAAAgAh07iQDMvBZ47&#10;AAAAOQAAABAAAAAAAAAAAQAgAAAACgEAAGRycy9zaGFwZXhtbC54bWxQSwUGAAAAAAYABgBbAQAA&#10;tAMAAAAA&#10;">
                        <v:fill on="f" focussize="0,0"/>
                        <v:stroke on="f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pPr>
                                <w:rPr>
                                  <w:rFonts w:ascii="Arial" w:hAnsi="Arial" w:eastAsia="微软雅黑" w:cs="Arial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eastAsia="微软雅黑" w:cs="Arial"/>
                                  <w:b/>
                                  <w:bCs/>
                                  <w:color w:val="2F5597" w:themeColor="accent1" w:themeShade="BF"/>
                                  <w:kern w:val="24"/>
                                  <w:sz w:val="28"/>
                                  <w:szCs w:val="28"/>
                                </w:rPr>
                                <w:t>教育经历</w:t>
                              </w:r>
                            </w:p>
                          </w:txbxContent>
                        </v:textbox>
                      </v:rect>
                      <v:rect id="_x0000_s1026" o:spid="_x0000_s1026" o:spt="1" style="position:absolute;left:693159;top:2380681;height:487705;width:6508750;" filled="f" stroked="f" coordsize="21600,21600" o:gfxdata="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TgNkS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on="f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pPr>
                                <w:spacing w:line="360" w:lineRule="auto"/>
                                <w:rPr>
                                  <w:rFonts w:ascii="Arial" w:hAnsi="Arial" w:eastAsia="微软雅黑" w:cs="Arial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eastAsia="微软雅黑" w:cs="Arial"/>
                                  <w:b/>
                                  <w:bCs/>
                                  <w:color w:val="2F5597" w:themeColor="accent1" w:themeShade="BF"/>
                                  <w:kern w:val="24"/>
                                  <w:szCs w:val="21"/>
                                </w:rPr>
                                <w:t>20XX.09——20XX.06             成都医学院                    大专              高级护理</w:t>
                              </w:r>
                            </w:p>
                          </w:txbxContent>
                        </v:textbox>
                      </v:rect>
                      <v:rect id="_x0000_s1026" o:spid="_x0000_s1026" o:spt="1" style="position:absolute;left:717675;top:2732020;height:853483;width:6195695;" filled="f" stroked="f" coordsize="21600,21600" o:gfxdata="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sJrjC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on="f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Arial" w:hAnsi="Arial" w:eastAsia="微软雅黑" w:cs="Arial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eastAsia="微软雅黑" w:cs="Arial"/>
                                  <w:color w:val="595959" w:themeColor="text1" w:themeTint="A6"/>
                                  <w:kern w:val="24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课程内容：护理学基础、健康评估、护理礼仪、人际沟通、内科护理、外科护理、妇产科护理、儿科护理、心理与精神护理、护理专业技术实训、急救护理技术、社区护理、老年护理、重症监护技术</w:t>
                              </w:r>
                            </w:p>
                            <w:p>
                              <w:pPr>
                                <w:spacing w:line="400" w:lineRule="exact"/>
                                <w:rPr>
                                  <w:rFonts w:ascii="Arial" w:hAnsi="Arial" w:eastAsia="微软雅黑" w:cs="Arial"/>
                                </w:rPr>
                              </w:pPr>
                              <w:r>
                                <w:rPr>
                                  <w:rFonts w:ascii="Arial" w:hAnsi="Arial" w:eastAsia="微软雅黑" w:cs="Arial"/>
                                  <w:color w:val="595959" w:themeColor="text1" w:themeTint="A6"/>
                                  <w:kern w:val="24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成绩：20XX.09 获国家三等奖学金，成绩名列全班前10（10/62）</w:t>
                              </w:r>
                            </w:p>
                          </w:txbxContent>
                        </v:textbox>
                      </v:rect>
                    </v:group>
                    <v:group id="_x0000_s1026" o:spid="_x0000_s1026" o:spt="203" style="position:absolute;left:470416;top:2281876;height:148506;width:148506;" coordorigin="470416,2281876" coordsize="148506,148506" o:gfxdata="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bpJA2+AAAA3AAAAA8AAAAAAAAAAQAgAAAAIgAAAGRycy9kb3ducmV2Lnht&#10;bFBLAQIUABQAAAAIAIdO4kAzLwWeOwAAADkAAAAVAAAAAAAAAAEAIAAAAA0BAABkcnMvZ3JvdXBz&#10;aGFwZXhtbC54bWxQSwUGAAAAAAYABgBgAQAAygMAAAAA&#10;">
                      <o:lock v:ext="edit" aspectratio="f"/>
                      <v:shape id="_x0000_s1026" o:spid="_x0000_s1026" o:spt="3" type="#_x0000_t3" style="position:absolute;left:470416;top:2281876;height:148506;width:148506;v-text-anchor:middle;" fillcolor="#FFFFFF [3212]" filled="t" stroked="t" coordsize="21600,21600" o:gfxdata="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Xh0r2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weight="2.25pt" color="#2F5597 [2404]" miterlimit="8" joinstyle="miter"/>
                        <v:imagedata o:title=""/>
                        <o:lock v:ext="edit" aspectratio="f"/>
                      </v:shape>
                      <v:shape id="_x0000_s1026" o:spid="_x0000_s1026" o:spt="11" type="#_x0000_t11" style="position:absolute;left:498894;top:2310354;height:91550;width:91550;v-text-anchor:middle;" fillcolor="#2F5597 [2404]" filled="t" stroked="f" coordsize="21600,21600" o:gfxdata="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KEUfb4A&#10;AADcAAAADwAAAAAAAAABACAAAAAiAAAAZHJzL2Rvd25yZXYueG1sUEsBAhQAFAAAAAgAh07iQDMv&#10;BZ47AAAAOQAAABAAAAAAAAAAAQAgAAAADQEAAGRycy9zaGFwZXhtbC54bWxQSwUGAAAAAAYABgBb&#10;AQAAtwMAAAAA&#10;" adj="8970">
                        <v:fill on="t" focussize="0,0"/>
                        <v:stroke on="f" weight="1pt" miterlimit="8" joinstyle="miter"/>
                        <v:imagedata o:title=""/>
                        <o:lock v:ext="edit" aspectratio="f"/>
                      </v:shape>
                    </v:group>
                  </v:group>
                  <v:line id="_x0000_s1026" o:spid="_x0000_s1026" o:spt="20" style="position:absolute;left:1682245;top:2356129;height:0;width:5290402;" filled="f" stroked="t" coordsize="21600,21600" o:gfxdata="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iN+kabgAAADcAAAA&#10;DwAAAAAAAAABACAAAAAiAAAAZHJzL2Rvd25yZXYueG1sUEsBAhQAFAAAAAgAh07iQDMvBZ47AAAA&#10;OQAAABAAAAAAAAAAAQAgAAAABwEAAGRycy9zaGFwZXhtbC54bWxQSwUGAAAAAAYABgBbAQAAsQMA&#10;AAAA&#10;">
                    <v:fill on="f" focussize="0,0"/>
                    <v:stroke color="#2F5597 [2404]" miterlimit="8" joinstyle="miter"/>
                    <v:imagedata o:title=""/>
                    <o:lock v:ext="edit" aspectratio="f"/>
                  </v:line>
                </v:group>
                <v:group id="_x0000_s1026" o:spid="_x0000_s1026" o:spt="203" style="position:absolute;left:470416;top:3631102;height:1758431;width:6594754;" coordorigin="470416,3631102" coordsize="6594754,1758431" o:gfxdata="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npC4I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_x0000_s1026" o:spid="_x0000_s1026" o:spt="1" style="position:absolute;left:700637;top:3631102;height:487680;width:894715;mso-wrap-style:none;" filled="f" stroked="f" coordsize="21600,21600" o:gfxdata="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TYPKS5AAAA3A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rFonts w:ascii="Arial" w:hAnsi="Arial" w:eastAsia="微软雅黑" w:cs="Arial"/>
                              <w:kern w:val="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eastAsia="微软雅黑" w:cs="Arial"/>
                              <w:b/>
                              <w:bCs/>
                              <w:color w:val="2F5597" w:themeColor="accent1" w:themeShade="BF"/>
                              <w:kern w:val="24"/>
                              <w:sz w:val="28"/>
                              <w:szCs w:val="28"/>
                            </w:rPr>
                            <w:t>工作经历</w:t>
                          </w:r>
                        </w:p>
                      </w:txbxContent>
                    </v:textbox>
                  </v:rect>
                  <v:group id="_x0000_s1026" o:spid="_x0000_s1026" o:spt="203" style="position:absolute;left:727235;top:3962714;height:1426819;width:6337935;" coordorigin="727235,3962714" coordsize="6337935,1426819" o:gfxdata="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cC7TT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_x0000_s1026" o:spid="_x0000_s1026" o:spt="1" style="position:absolute;left:727235;top:3962714;height:487705;width:6337935;" filled="f" stroked="f" coordsize="21600,21600" o:gfxdata="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51BQK/&#10;AAAA3AAAAA8AAAAAAAAAAQAgAAAAIgAAAGRycy9kb3ducmV2LnhtbFBLAQIUABQAAAAIAIdO4kAz&#10;LwWeOwAAADkAAAAQAAAAAAAAAAEAIAAAAA4BAABkcnMvc2hhcGV4bWwueG1sUEsFBgAAAAAGAAYA&#10;WwEAALgDAAAAAA==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spacing w:line="360" w:lineRule="auto"/>
                              <w:rPr>
                                <w:rFonts w:ascii="Arial" w:hAnsi="Arial" w:eastAsia="微软雅黑" w:cs="Arial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eastAsia="微软雅黑" w:cs="Arial"/>
                                <w:b/>
                                <w:bCs/>
                                <w:color w:val="2F5597" w:themeColor="accent1" w:themeShade="BF"/>
                                <w:kern w:val="24"/>
                                <w:szCs w:val="21"/>
                              </w:rPr>
                              <w:t>20XX.07——20XX.06             XXXXX人民医院               护理实习生</w:t>
                            </w:r>
                          </w:p>
                        </w:txbxContent>
                      </v:textbox>
                    </v:rect>
                    <v:rect id="_x0000_s1026" o:spid="_x0000_s1026" o:spt="1" style="position:absolute;left:751203;top:4282037;height:1107496;width:6195695;" filled="f" stroked="f" coordsize="21600,21600" o:gfxdata="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E5oJm/&#10;AAAA3AAAAA8AAAAAAAAAAQAgAAAAIgAAAGRycy9kb3ducmV2LnhtbFBLAQIUABQAAAAIAIdO4kAz&#10;LwWeOwAAADkAAAAQAAAAAAAAAAEAIAAAAA4BAABkcnMvc2hhcGV4bWwueG1sUEsFBgAAAAAGAAYA&#10;WwEAALgDAAAAAA==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spacing w:line="400" w:lineRule="exact"/>
                              <w:rPr>
                                <w:rFonts w:ascii="Arial" w:hAnsi="Arial" w:eastAsia="微软雅黑" w:cs="Arial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eastAsia="微软雅黑" w:cs="Arial"/>
                                <w:b/>
                                <w:bCs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工作内容：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Arial" w:hAnsi="Arial" w:eastAsia="微软雅黑" w:cs="Arial"/>
                              </w:rPr>
                            </w:pPr>
                            <w:r>
                              <w:rPr>
                                <w:rFonts w:ascii="Arial" w:hAnsi="Arial" w:eastAsia="微软雅黑" w:cs="Arial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跟随带教老师值班，做好基础护理和心理护理工作，经常巡视病房，了解病人的饮食和心理状况，以及患者对医嘱、护嘱的遵从情况；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Arial" w:hAnsi="Arial" w:eastAsia="微软雅黑" w:cs="Arial"/>
                              </w:rPr>
                            </w:pPr>
                            <w:r>
                              <w:rPr>
                                <w:rFonts w:ascii="Arial" w:hAnsi="Arial" w:eastAsia="微软雅黑" w:cs="Arial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密切观察病情变化，对急症危重病人随时观察，发现问题及时向带教老师或值班医师报告。</w:t>
                            </w:r>
                          </w:p>
                        </w:txbxContent>
                      </v:textbox>
                    </v:rect>
                  </v:group>
                  <v:group id="_x0000_s1026" o:spid="_x0000_s1026" o:spt="203" style="position:absolute;left:470416;top:3840035;height:148506;width:148506;" coordorigin="470416,3840035" coordsize="148506,148506" o:gfxdata="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x8F0u+AAAA3AAAAA8AAAAAAAAAAQAgAAAAIgAAAGRycy9kb3ducmV2Lnht&#10;bFBLAQIUABQAAAAIAIdO4kAzLwWeOwAAADkAAAAVAAAAAAAAAAEAIAAAAA0BAABkcnMvZ3JvdXBz&#10;aGFwZXhtbC54bWxQSwUGAAAAAAYABgBgAQAAygMAAAAA&#10;">
                    <o:lock v:ext="edit" aspectratio="f"/>
                    <v:shape id="_x0000_s1026" o:spid="_x0000_s1026" o:spt="3" type="#_x0000_t3" style="position:absolute;left:470416;top:3840035;height:148506;width:148506;v-text-anchor:middle;" fillcolor="#FFFFFF [3212]" filled="t" stroked="t" coordsize="21600,21600" o:gfxdata="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6toX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2.25pt" color="#2F5597 [2404]" miterlimit="8" joinstyle="miter"/>
                      <v:imagedata o:title=""/>
                      <o:lock v:ext="edit" aspectratio="f"/>
                    </v:shape>
                    <v:shape id="_x0000_s1026" o:spid="_x0000_s1026" o:spt="11" type="#_x0000_t11" style="position:absolute;left:498894;top:3868513;height:91550;width:91550;v-text-anchor:middle;" fillcolor="#2F5597 [2404]" filled="t" stroked="f" coordsize="21600,21600" o:gfxdata="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I0Jzu/&#10;AAAA3AAAAA8AAAAAAAAAAQAgAAAAIgAAAGRycy9kb3ducmV2LnhtbFBLAQIUABQAAAAIAIdO4kAz&#10;LwWeOwAAADkAAAAQAAAAAAAAAAEAIAAAAA4BAABkcnMvc2hhcGV4bWwueG1sUEsFBgAAAAAGAAYA&#10;WwEAALgDAAAAAA==&#10;" adj="8970">
                      <v:fill on="t" focussize="0,0"/>
                      <v:stroke on="f" weight="1pt" miterlimit="8" joinstyle="miter"/>
                      <v:imagedata o:title=""/>
                      <o:lock v:ext="edit" aspectratio="f"/>
                    </v:shape>
                  </v:group>
                  <v:line id="_x0000_s1026" o:spid="_x0000_s1026" o:spt="20" style="position:absolute;left:1682245;top:3914288;height:0;width:5290402;" filled="f" stroked="t" coordsize="21600,21600" o:gfxdata="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Jmmxr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2F5597 [2404]" miterlimit="8" joinstyle="miter"/>
                    <v:imagedata o:title=""/>
                    <o:lock v:ext="edit" aspectratio="f"/>
                  </v:line>
                </v:group>
                <v:group id="_x0000_s1026" o:spid="_x0000_s1026" o:spt="203" style="position:absolute;left:470416;top:6524256;height:1701914;width:6674477;" coordorigin="470416,6524256" coordsize="6674477,1701914" o:gfxdata="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NMR1O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_x0000_s1026" o:spid="_x0000_s1026" o:spt="1" style="position:absolute;left:727235;top:6524256;height:487680;width:894715;mso-wrap-style:none;" filled="f" stroked="f" coordsize="21600,21600" o:gfxdata="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14pU5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rFonts w:ascii="Arial" w:hAnsi="Arial" w:eastAsia="微软雅黑" w:cs="Arial"/>
                              <w:kern w:val="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eastAsia="微软雅黑" w:cs="Arial"/>
                              <w:b/>
                              <w:bCs/>
                              <w:color w:val="2F5597" w:themeColor="accent1" w:themeShade="BF"/>
                              <w:kern w:val="24"/>
                              <w:sz w:val="28"/>
                              <w:szCs w:val="28"/>
                            </w:rPr>
                            <w:t>掌握技能</w:t>
                          </w:r>
                        </w:p>
                      </w:txbxContent>
                    </v:textbox>
                  </v:rect>
                  <v:rect id="_x0000_s1026" o:spid="_x0000_s1026" o:spt="1" style="position:absolute;left:538988;top:6864661;height:1361509;width:6605905;" filled="f" stroked="f" coordsize="21600,21600" o:gfxdata="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+H9FO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6"/>
                            <w:numPr>
                              <w:ilvl w:val="0"/>
                              <w:numId w:val="1"/>
                            </w:numPr>
                            <w:spacing w:line="400" w:lineRule="exact"/>
                            <w:ind w:left="714" w:hanging="357" w:firstLineChars="0"/>
                            <w:rPr>
                              <w:rFonts w:ascii="Arial" w:hAnsi="Arial" w:eastAsia="微软雅黑" w:cs="Arial"/>
                              <w:sz w:val="20"/>
                            </w:rPr>
                          </w:pPr>
                          <w:r>
                            <w:rPr>
                              <w:rFonts w:ascii="Arial" w:hAnsi="Arial" w:eastAsia="微软雅黑" w:cs="Arial"/>
                              <w:color w:val="595959" w:themeColor="text1" w:themeTint="A6"/>
                              <w:kern w:val="24"/>
                              <w:sz w:val="20"/>
                              <w:szCs w:val="20"/>
                              <w14:textFill>
                                <w14:solidFill>
                                  <w14:schemeClr w14:val="tx1">
                                    <w14:lumMod w14:val="65000"/>
                                    <w14:lumOff w14:val="35000"/>
                                  </w14:schemeClr>
                                </w14:solidFill>
                              </w14:textFill>
                            </w:rPr>
                            <w:t>掌握儿科病人护理常规、儿科操作技术（熟练应用小儿静脉穿刺技巧），掌握基本急救技术知识及技能；</w:t>
                          </w:r>
                        </w:p>
                        <w:p>
                          <w:pPr>
                            <w:pStyle w:val="6"/>
                            <w:numPr>
                              <w:ilvl w:val="0"/>
                              <w:numId w:val="1"/>
                            </w:numPr>
                            <w:spacing w:line="400" w:lineRule="exact"/>
                            <w:ind w:left="714" w:hanging="357" w:firstLineChars="0"/>
                            <w:rPr>
                              <w:rFonts w:ascii="Arial" w:hAnsi="Arial" w:eastAsia="微软雅黑" w:cs="Arial"/>
                              <w:sz w:val="20"/>
                            </w:rPr>
                          </w:pPr>
                          <w:r>
                            <w:rPr>
                              <w:rFonts w:ascii="Arial" w:hAnsi="Arial" w:eastAsia="微软雅黑" w:cs="Arial"/>
                              <w:color w:val="595959" w:themeColor="text1" w:themeTint="A6"/>
                              <w:kern w:val="24"/>
                              <w:sz w:val="20"/>
                              <w:szCs w:val="20"/>
                              <w14:textFill>
                                <w14:solidFill>
                                  <w14:schemeClr w14:val="tx1">
                                    <w14:lumMod w14:val="65000"/>
                                    <w14:lumOff w14:val="35000"/>
                                  </w14:schemeClr>
                                </w14:solidFill>
                              </w14:textFill>
                            </w:rPr>
                            <w:t>根据公司制定的服务标准为患者提供高品质、专业的门诊护理服务；</w:t>
                          </w:r>
                        </w:p>
                        <w:p>
                          <w:pPr>
                            <w:pStyle w:val="6"/>
                            <w:numPr>
                              <w:ilvl w:val="0"/>
                              <w:numId w:val="1"/>
                            </w:numPr>
                            <w:spacing w:line="400" w:lineRule="exact"/>
                            <w:ind w:left="714" w:hanging="357" w:firstLineChars="0"/>
                            <w:rPr>
                              <w:rFonts w:ascii="Arial" w:hAnsi="Arial" w:eastAsia="微软雅黑" w:cs="Arial"/>
                              <w:sz w:val="20"/>
                            </w:rPr>
                          </w:pPr>
                          <w:r>
                            <w:rPr>
                              <w:rFonts w:ascii="Arial" w:hAnsi="Arial" w:eastAsia="微软雅黑" w:cs="Arial"/>
                              <w:color w:val="595959" w:themeColor="text1" w:themeTint="A6"/>
                              <w:kern w:val="24"/>
                              <w:sz w:val="20"/>
                              <w:szCs w:val="20"/>
                              <w14:textFill>
                                <w14:solidFill>
                                  <w14:schemeClr w14:val="tx1">
                                    <w14:lumMod w14:val="65000"/>
                                    <w14:lumOff w14:val="35000"/>
                                  </w14:schemeClr>
                                </w14:solidFill>
                              </w14:textFill>
                            </w:rPr>
                            <w:t>能熟练进行各项护理操作，应变力强，能在实际中不断学习，又能很快融入新的工作中。</w:t>
                          </w:r>
                        </w:p>
                        <w:p>
                          <w:pPr>
                            <w:pStyle w:val="6"/>
                            <w:numPr>
                              <w:ilvl w:val="0"/>
                              <w:numId w:val="1"/>
                            </w:numPr>
                            <w:spacing w:line="400" w:lineRule="exact"/>
                            <w:ind w:left="714" w:hanging="357" w:firstLineChars="0"/>
                            <w:rPr>
                              <w:rFonts w:ascii="Arial" w:hAnsi="Arial" w:eastAsia="微软雅黑" w:cs="Arial"/>
                              <w:sz w:val="20"/>
                            </w:rPr>
                          </w:pPr>
                          <w:r>
                            <w:rPr>
                              <w:rFonts w:ascii="Arial" w:hAnsi="Arial" w:eastAsia="微软雅黑" w:cs="Arial"/>
                              <w:color w:val="595959" w:themeColor="text1" w:themeTint="A6"/>
                              <w:kern w:val="24"/>
                              <w:sz w:val="20"/>
                              <w:szCs w:val="20"/>
                              <w14:textFill>
                                <w14:solidFill>
                                  <w14:schemeClr w14:val="tx1">
                                    <w14:lumMod w14:val="65000"/>
                                    <w14:lumOff w14:val="35000"/>
                                  </w14:schemeClr>
                                </w14:solidFill>
                              </w14:textFill>
                            </w:rPr>
                            <w:t>擅长以病人交流，医护关系融洽，协助。</w:t>
                          </w:r>
                        </w:p>
                        <w:p>
                          <w:pPr>
                            <w:pStyle w:val="6"/>
                            <w:numPr>
                              <w:ilvl w:val="0"/>
                              <w:numId w:val="1"/>
                            </w:numPr>
                            <w:spacing w:line="400" w:lineRule="exact"/>
                            <w:ind w:left="714" w:hanging="357" w:firstLineChars="0"/>
                            <w:rPr>
                              <w:rFonts w:ascii="Arial" w:hAnsi="Arial" w:eastAsia="微软雅黑" w:cs="Arial"/>
                              <w:sz w:val="20"/>
                            </w:rPr>
                          </w:pPr>
                          <w:r>
                            <w:rPr>
                              <w:rFonts w:ascii="Arial" w:hAnsi="Arial" w:eastAsia="微软雅黑" w:cs="Arial"/>
                              <w:color w:val="595959" w:themeColor="text1" w:themeTint="A6"/>
                              <w:kern w:val="24"/>
                              <w:sz w:val="20"/>
                              <w:szCs w:val="20"/>
                              <w14:textFill>
                                <w14:solidFill>
                                  <w14:schemeClr w14:val="tx1">
                                    <w14:lumMod w14:val="65000"/>
                                    <w14:lumOff w14:val="35000"/>
                                  </w14:schemeClr>
                                </w14:solidFill>
                              </w14:textFill>
                            </w:rPr>
                            <w:t>协助医生完成儿童保健工作，如儿童生长监测、发育评估。</w:t>
                          </w:r>
                        </w:p>
                      </w:txbxContent>
                    </v:textbox>
                  </v:rect>
                  <v:group id="_x0000_s1026" o:spid="_x0000_s1026" o:spt="203" style="position:absolute;left:470416;top:6721915;height:148506;width:148506;" coordorigin="470416,6721915" coordsize="148506,148506" o:gfxdata="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SZ35u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3" type="#_x0000_t3" style="position:absolute;left:470416;top:6721915;height:148506;width:148506;v-text-anchor:middle;" fillcolor="#FFFFFF [3212]" filled="t" stroked="t" coordsize="21600,21600" o:gfxdata="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b4je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2.25pt" color="#2F5597 [2404]" miterlimit="8" joinstyle="miter"/>
                      <v:imagedata o:title=""/>
                      <o:lock v:ext="edit" aspectratio="f"/>
                    </v:shape>
                    <v:shape id="_x0000_s1026" o:spid="_x0000_s1026" o:spt="11" type="#_x0000_t11" style="position:absolute;left:498894;top:6750393;height:91550;width:91550;v-text-anchor:middle;" fillcolor="#2F5597 [2404]" filled="t" stroked="f" coordsize="21600,21600" o:gfxdata="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wvTh6/&#10;AAAA3AAAAA8AAAAAAAAAAQAgAAAAIgAAAGRycy9kb3ducmV2LnhtbFBLAQIUABQAAAAIAIdO4kAz&#10;LwWeOwAAADkAAAAQAAAAAAAAAAEAIAAAAA4BAABkcnMvc2hhcGV4bWwueG1sUEsFBgAAAAAGAAYA&#10;WwEAALgDAAAAAA==&#10;" adj="8970">
                      <v:fill on="t" focussize="0,0"/>
                      <v:stroke on="f" weight="1pt" miterlimit="8" joinstyle="miter"/>
                      <v:imagedata o:title=""/>
                      <o:lock v:ext="edit" aspectratio="f"/>
                    </v:shape>
                  </v:group>
                  <v:line id="_x0000_s1026" o:spid="_x0000_s1026" o:spt="20" style="position:absolute;left:1682245;top:6796168;height:0;width:5290402;" filled="f" stroked="t" coordsize="21600,21600" o:gfxdata="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In8gy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2F5597 [2404]" miterlimit="8" joinstyle="miter"/>
                    <v:imagedata o:title=""/>
                    <o:lock v:ext="edit" aspectratio="f"/>
                  </v:line>
                </v:group>
                <v:group id="_x0000_s1026" o:spid="_x0000_s1026" o:spt="203" style="position:absolute;left:470416;top:8152492;height:788160;width:6502231;" coordorigin="470416,8152492" coordsize="6502231,788160" o:gfxdata="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C1ceG2+AAAA3AAAAA8AAAAAAAAAAQAgAAAAIgAAAGRycy9kb3ducmV2Lnht&#10;bFBLAQIUABQAAAAIAIdO4kAzLwWeOwAAADkAAAAVAAAAAAAAAAEAIAAAAA0BAABkcnMvZ3JvdXBz&#10;aGFwZXhtbC54bWxQSwUGAAAAAAYABgBgAQAAygMAAAAA&#10;">
                  <o:lock v:ext="edit" aspectratio="f"/>
                  <v:rect id="_x0000_s1026" o:spid="_x0000_s1026" o:spt="1" style="position:absolute;left:717675;top:8152492;height:487680;width:894715;mso-wrap-style:none;" filled="f" stroked="f" coordsize="21600,21600" o:gfxdata="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hHL9rsAAADc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rFonts w:ascii="Arial" w:hAnsi="Arial" w:eastAsia="微软雅黑" w:cs="Arial"/>
                              <w:kern w:val="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eastAsia="微软雅黑" w:cs="Arial"/>
                              <w:b/>
                              <w:bCs/>
                              <w:color w:val="2F5597" w:themeColor="accent1" w:themeShade="BF"/>
                              <w:kern w:val="24"/>
                              <w:sz w:val="28"/>
                              <w:szCs w:val="28"/>
                            </w:rPr>
                            <w:t>技能证书</w:t>
                          </w:r>
                        </w:p>
                      </w:txbxContent>
                    </v:textbox>
                  </v:rect>
                  <v:rect id="_x0000_s1026" o:spid="_x0000_s1026" o:spt="1" style="position:absolute;left:740550;top:8452972;height:487680;width:6196330;" filled="f" stroked="f" coordsize="21600,21600" o:gfxdata="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G5sJ7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spacing w:line="360" w:lineRule="auto"/>
                            <w:rPr>
                              <w:rFonts w:ascii="Arial" w:hAnsi="Arial" w:eastAsia="微软雅黑" w:cs="Arial"/>
                              <w:kern w:val="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eastAsia="微软雅黑" w:cs="Arial"/>
                              <w:color w:val="595959" w:themeColor="text1" w:themeTint="A6"/>
                              <w:kern w:val="24"/>
                              <w:sz w:val="20"/>
                              <w:szCs w:val="20"/>
                              <w14:textFill>
                                <w14:solidFill>
                                  <w14:schemeClr w14:val="tx1">
                                    <w14:lumMod w14:val="65000"/>
                                    <w14:lumOff w14:val="35000"/>
                                  </w14:schemeClr>
                                </w14:solidFill>
                              </w14:textFill>
                            </w:rPr>
                            <w:t>护士资格证等；普通话二甲证书；计算机一级证书；育婴师证书。</w:t>
                          </w:r>
                        </w:p>
                      </w:txbxContent>
                    </v:textbox>
                  </v:rect>
                  <v:group id="_x0000_s1026" o:spid="_x0000_s1026" o:spt="203" style="position:absolute;left:470416;top:8350200;height:148506;width:148506;" coordorigin="470416,8350200" coordsize="148506,148506" o:gfxdata="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MNd1/O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_x0000_s1026" o:spid="_x0000_s1026" o:spt="3" type="#_x0000_t3" style="position:absolute;left:470416;top:8350200;height:148506;width:148506;v-text-anchor:middle;" fillcolor="#FFFFFF [3212]" filled="t" stroked="t" coordsize="21600,21600" o:gfxdata="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8sar74A&#10;AADcAAAADwAAAAAAAAABACAAAAAiAAAAZHJzL2Rvd25yZXYueG1sUEsBAhQAFAAAAAgAh07iQDMv&#10;BZ47AAAAOQAAABAAAAAAAAAAAQAgAAAADQEAAGRycy9zaGFwZXhtbC54bWxQSwUGAAAAAAYABgBb&#10;AQAAtwMAAAAA&#10;">
                      <v:fill on="t" focussize="0,0"/>
                      <v:stroke weight="2.25pt" color="#2F5597 [2404]" miterlimit="8" joinstyle="miter"/>
                      <v:imagedata o:title=""/>
                      <o:lock v:ext="edit" aspectratio="f"/>
                    </v:shape>
                    <v:shape id="_x0000_s1026" o:spid="_x0000_s1026" o:spt="11" type="#_x0000_t11" style="position:absolute;left:498894;top:8378678;height:91550;width:91550;v-text-anchor:middle;" fillcolor="#2F5597 [2404]" filled="t" stroked="f" coordsize="21600,21600" o:gfxdata="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SRGtLsAAADc&#10;AAAADwAAAAAAAAABACAAAAAiAAAAZHJzL2Rvd25yZXYueG1sUEsBAhQAFAAAAAgAh07iQDMvBZ47&#10;AAAAOQAAABAAAAAAAAAAAQAgAAAACgEAAGRycy9zaGFwZXhtbC54bWxQSwUGAAAAAAYABgBbAQAA&#10;tAMAAAAA&#10;" adj="8970">
                      <v:fill on="t" focussize="0,0"/>
                      <v:stroke on="f" weight="1pt" miterlimit="8" joinstyle="miter"/>
                      <v:imagedata o:title=""/>
                      <o:lock v:ext="edit" aspectratio="f"/>
                    </v:shape>
                  </v:group>
                  <v:line id="_x0000_s1026" o:spid="_x0000_s1026" o:spt="20" style="position:absolute;left:1682245;top:8424453;height:0;width:5290402;" filled="f" stroked="t" coordsize="21600,21600" o:gfxdata="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eJx0m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2F5597 [2404]" miterlimit="8" joinstyle="miter"/>
                    <v:imagedata o:title=""/>
                    <o:lock v:ext="edit" aspectratio="f"/>
                  </v:line>
                </v:group>
                <v:group id="_x0000_s1026" o:spid="_x0000_s1026" o:spt="203" style="position:absolute;left:470416;top:8931697;height:1447700;width:6509693;" coordorigin="470416,8931697" coordsize="6509693,1447700" o:gfxdata="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nbHbE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_x0000_s1026" o:spid="_x0000_s1026" o:spt="1" style="position:absolute;left:700637;top:8931697;height:487680;width:894715;mso-wrap-style:none;" filled="f" stroked="f" coordsize="21600,21600" o:gfxdata="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v/6z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rFonts w:ascii="Arial" w:hAnsi="Arial" w:eastAsia="微软雅黑" w:cs="Arial"/>
                              <w:kern w:val="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eastAsia="微软雅黑" w:cs="Arial"/>
                              <w:b/>
                              <w:bCs/>
                              <w:color w:val="2F5597" w:themeColor="accent1" w:themeShade="BF"/>
                              <w:kern w:val="24"/>
                              <w:sz w:val="28"/>
                              <w:szCs w:val="28"/>
                            </w:rPr>
                            <w:t>自我评价</w:t>
                          </w:r>
                        </w:p>
                      </w:txbxContent>
                    </v:textbox>
                  </v:rect>
                  <v:rect id="_x0000_s1026" o:spid="_x0000_s1026" o:spt="1" style="position:absolute;left:516835;top:9271900;height:1107497;width:6463274;" filled="f" stroked="f" coordsize="21600,21600" o:gfxdata="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WVkjb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6"/>
                            <w:numPr>
                              <w:ilvl w:val="0"/>
                              <w:numId w:val="2"/>
                            </w:numPr>
                            <w:spacing w:line="400" w:lineRule="exact"/>
                            <w:ind w:left="714" w:hanging="357" w:firstLineChars="0"/>
                            <w:jc w:val="both"/>
                            <w:rPr>
                              <w:rFonts w:ascii="Arial" w:hAnsi="Arial" w:eastAsia="微软雅黑" w:cs="Arial"/>
                              <w:sz w:val="20"/>
                            </w:rPr>
                          </w:pPr>
                          <w:r>
                            <w:rPr>
                              <w:rFonts w:ascii="Arial" w:hAnsi="Arial" w:eastAsia="微软雅黑" w:cs="Arial"/>
                              <w:color w:val="595959" w:themeColor="text1" w:themeTint="A6"/>
                              <w:kern w:val="24"/>
                              <w:sz w:val="20"/>
                              <w:szCs w:val="20"/>
                              <w14:textFill>
                                <w14:solidFill>
                                  <w14:schemeClr w14:val="tx1">
                                    <w14:lumMod w14:val="65000"/>
                                    <w14:lumOff w14:val="35000"/>
                                  </w14:schemeClr>
                                </w14:solidFill>
                              </w14:textFill>
                            </w:rPr>
                            <w:t>护理专业毕业，专业成绩优秀，具备扎实的专业知识基础有护理实习工作经验，有一定的动手实践经历，熟悉医院工作流程和工作制度。</w:t>
                          </w:r>
                        </w:p>
                        <w:p>
                          <w:pPr>
                            <w:pStyle w:val="6"/>
                            <w:numPr>
                              <w:ilvl w:val="0"/>
                              <w:numId w:val="2"/>
                            </w:numPr>
                            <w:spacing w:line="400" w:lineRule="exact"/>
                            <w:ind w:left="714" w:hanging="357" w:firstLineChars="0"/>
                            <w:jc w:val="both"/>
                            <w:rPr>
                              <w:rFonts w:ascii="Arial" w:hAnsi="Arial" w:eastAsia="微软雅黑" w:cs="Arial"/>
                              <w:sz w:val="20"/>
                            </w:rPr>
                          </w:pPr>
                          <w:r>
                            <w:rPr>
                              <w:rFonts w:ascii="Arial" w:hAnsi="Arial" w:eastAsia="微软雅黑" w:cs="Arial"/>
                              <w:color w:val="595959" w:themeColor="text1" w:themeTint="A6"/>
                              <w:kern w:val="24"/>
                              <w:sz w:val="20"/>
                              <w:szCs w:val="20"/>
                              <w14:textFill>
                                <w14:solidFill>
                                  <w14:schemeClr w14:val="tx1">
                                    <w14:lumMod w14:val="65000"/>
                                    <w14:lumOff w14:val="35000"/>
                                  </w14:schemeClr>
                                </w14:solidFill>
                              </w14:textFill>
                            </w:rPr>
                            <w:t>具备良好的沟通表达能力，能处理好人际关系，抗压能力强。</w:t>
                          </w:r>
                        </w:p>
                        <w:p>
                          <w:pPr>
                            <w:pStyle w:val="6"/>
                            <w:numPr>
                              <w:ilvl w:val="0"/>
                              <w:numId w:val="2"/>
                            </w:numPr>
                            <w:spacing w:line="400" w:lineRule="exact"/>
                            <w:ind w:left="714" w:hanging="357" w:firstLineChars="0"/>
                            <w:jc w:val="both"/>
                            <w:rPr>
                              <w:rFonts w:ascii="Arial" w:hAnsi="Arial" w:eastAsia="微软雅黑" w:cs="Arial"/>
                              <w:sz w:val="20"/>
                            </w:rPr>
                          </w:pPr>
                          <w:r>
                            <w:rPr>
                              <w:rFonts w:ascii="Arial" w:hAnsi="Arial" w:eastAsia="微软雅黑" w:cs="Arial"/>
                              <w:color w:val="595959" w:themeColor="text1" w:themeTint="A6"/>
                              <w:kern w:val="24"/>
                              <w:sz w:val="20"/>
                              <w:szCs w:val="20"/>
                              <w14:textFill>
                                <w14:solidFill>
                                  <w14:schemeClr w14:val="tx1">
                                    <w14:lumMod w14:val="65000"/>
                                    <w14:lumOff w14:val="35000"/>
                                  </w14:schemeClr>
                                </w14:solidFill>
                              </w14:textFill>
                            </w:rPr>
                            <w:t>性格温和，对待病人友善、耐心，护患关系十分和谐</w:t>
                          </w:r>
                        </w:p>
                      </w:txbxContent>
                    </v:textbox>
                  </v:rect>
                  <v:group id="_x0000_s1026" o:spid="_x0000_s1026" o:spt="203" style="position:absolute;left:470416;top:9123748;height:148506;width:148506;" coordorigin="470416,9123748" coordsize="148506,148506" o:gfxdata="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qIXusMAAAADcAAAADwAAAAAAAAABACAAAAAiAAAAZHJzL2Rvd25yZXYu&#10;eG1sUEsBAhQAFAAAAAgAh07iQDMvBZ47AAAAOQAAABUAAAAAAAAAAQAgAAAADwEAAGRycy9ncm91&#10;cHNoYXBleG1sLnhtbFBLBQYAAAAABgAGAGABAADMAwAAAAA=&#10;">
                    <o:lock v:ext="edit" aspectratio="f"/>
                    <v:shape id="_x0000_s1026" o:spid="_x0000_s1026" o:spt="3" type="#_x0000_t3" style="position:absolute;left:470416;top:9123748;height:148506;width:148506;v-text-anchor:middle;" fillcolor="#FFFFFF [3212]" filled="t" stroked="t" coordsize="21600,21600" o:gfxdata="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40YAL4A&#10;AADcAAAADwAAAAAAAAABACAAAAAiAAAAZHJzL2Rvd25yZXYueG1sUEsBAhQAFAAAAAgAh07iQDMv&#10;BZ47AAAAOQAAABAAAAAAAAAAAQAgAAAADQEAAGRycy9zaGFwZXhtbC54bWxQSwUGAAAAAAYABgBb&#10;AQAAtwMAAAAA&#10;">
                      <v:fill on="t" focussize="0,0"/>
                      <v:stroke weight="2.25pt" color="#2F5597 [2404]" miterlimit="8" joinstyle="miter"/>
                      <v:imagedata o:title=""/>
                      <o:lock v:ext="edit" aspectratio="f"/>
                    </v:shape>
                    <v:shape id="_x0000_s1026" o:spid="_x0000_s1026" o:spt="11" type="#_x0000_t11" style="position:absolute;left:498894;top:9152226;height:91550;width:91550;v-text-anchor:middle;" fillcolor="#2F5597 [2404]" filled="t" stroked="f" coordsize="21600,21600" o:gfxdata="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bN3sC/&#10;AAAA3AAAAA8AAAAAAAAAAQAgAAAAIgAAAGRycy9kb3ducmV2LnhtbFBLAQIUABQAAAAIAIdO4kAz&#10;LwWeOwAAADkAAAAQAAAAAAAAAAEAIAAAAA4BAABkcnMvc2hhcGV4bWwueG1sUEsFBgAAAAAGAAYA&#10;WwEAALgDAAAAAA==&#10;" adj="8970">
                      <v:fill on="t" focussize="0,0"/>
                      <v:stroke on="f" weight="1pt" miterlimit="8" joinstyle="miter"/>
                      <v:imagedata o:title=""/>
                      <o:lock v:ext="edit" aspectratio="f"/>
                    </v:shape>
                  </v:group>
                  <v:line id="_x0000_s1026" o:spid="_x0000_s1026" o:spt="20" style="position:absolute;left:1682245;top:9198001;height:0;width:5290402;" filled="f" stroked="t" coordsize="21600,21600" o:gfxdata="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azbtS5AAAA3AAA&#10;AA8AAAAAAAAAAQAgAAAAIgAAAGRycy9kb3ducmV2LnhtbFBLAQIUABQAAAAIAIdO4kAzLwWeOwAA&#10;ADkAAAAQAAAAAAAAAAEAIAAAAAgBAABkcnMvc2hhcGV4bWwueG1sUEsFBgAAAAAGAAYAWwEAALID&#10;AAAAAA==&#10;">
                    <v:fill on="f" focussize="0,0"/>
                    <v:stroke color="#2F5597 [2404]" miterlimit="8" joinstyle="miter"/>
                    <v:imagedata o:title=""/>
                    <o:lock v:ext="edit" aspectratio="f"/>
                  </v:line>
                </v:group>
                <v:group id="_x0000_s1026" o:spid="_x0000_s1026" o:spt="203" style="position:absolute;left:470416;top:5295569;height:1255911;width:6526774;" coordorigin="470416,5295569" coordsize="6526774,1255911" o:gfxdata="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KcjktcAAAADcAAAADwAAAAAAAAABACAAAAAiAAAAZHJzL2Rvd25yZXYu&#10;eG1sUEsBAhQAFAAAAAgAh07iQDMvBZ47AAAAOQAAABUAAAAAAAAAAQAgAAAADwEAAGRycy9ncm91&#10;cHNoYXBleG1sLnhtbFBLBQYAAAAABgAGAGABAADMAwAAAAA=&#10;">
                  <o:lock v:ext="edit" aspectratio="f"/>
                  <v:rect id="_x0000_s1026" o:spid="_x0000_s1026" o:spt="1" style="position:absolute;left:717675;top:5295569;height:487680;width:894715;mso-wrap-style:none;" filled="f" stroked="f" coordsize="21600,21600" o:gfxdata="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q4EOO5AAAA3A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rFonts w:ascii="Arial" w:hAnsi="Arial" w:eastAsia="微软雅黑" w:cs="Arial"/>
                              <w:kern w:val="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eastAsia="微软雅黑" w:cs="Arial"/>
                              <w:b/>
                              <w:bCs/>
                              <w:color w:val="2F5597" w:themeColor="accent1" w:themeShade="BF"/>
                              <w:kern w:val="24"/>
                              <w:sz w:val="28"/>
                              <w:szCs w:val="28"/>
                            </w:rPr>
                            <w:t>校园实践</w:t>
                          </w:r>
                        </w:p>
                      </w:txbxContent>
                    </v:textbox>
                  </v:rect>
                  <v:group id="_x0000_s1026" o:spid="_x0000_s1026" o:spt="203" style="position:absolute;left:732915;top:5613298;height:938182;width:6264275;" coordorigin="732915,5613298" coordsize="6264275,938182" o:gfxdata="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ia5iU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_x0000_s1026" o:spid="_x0000_s1026" o:spt="1" style="position:absolute;left:732915;top:5613298;height:487705;width:6264275;" filled="f" stroked="f" coordsize="21600,21600" o:gfxdata="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BUpRb4A&#10;AADc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spacing w:line="360" w:lineRule="auto"/>
                              <w:rPr>
                                <w:rFonts w:ascii="Arial" w:hAnsi="Arial" w:eastAsia="微软雅黑" w:cs="Arial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eastAsia="微软雅黑" w:cs="Arial"/>
                                <w:b/>
                                <w:bCs/>
                                <w:color w:val="2F5597" w:themeColor="accent1" w:themeShade="BF"/>
                                <w:kern w:val="24"/>
                                <w:szCs w:val="21"/>
                              </w:rPr>
                              <w:t>20XX.07——20XX.06             XXXX学校护理3班                    生活委员</w:t>
                            </w:r>
                          </w:p>
                        </w:txbxContent>
                      </v:textbox>
                    </v:rect>
                    <v:rect id="_x0000_s1026" o:spid="_x0000_s1026" o:spt="1" style="position:absolute;left:751203;top:5952009;height:599471;width:6195695;" filled="f" stroked="f" coordsize="21600,21600" o:gfxdata="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9ZjN6/&#10;AAAA3AAAAA8AAAAAAAAAAQAgAAAAIgAAAGRycy9kb3ducmV2LnhtbFBLAQIUABQAAAAIAIdO4kAz&#10;LwWeOwAAADkAAAAQAAAAAAAAAAEAIAAAAA4BAABkcnMvc2hhcGV4bWwueG1sUEsFBgAAAAAGAAYA&#10;WwEAALgDAAAAAA==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spacing w:line="400" w:lineRule="exact"/>
                              <w:rPr>
                                <w:rFonts w:ascii="Arial" w:hAnsi="Arial" w:eastAsia="微软雅黑" w:cs="Arial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eastAsia="微软雅黑" w:cs="Arial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负责内容：组织班级聚餐，出游活动；负责班级物资集中采购；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Arial" w:hAnsi="Arial" w:eastAsia="微软雅黑" w:cs="Arial"/>
                              </w:rPr>
                            </w:pPr>
                            <w:r>
                              <w:rPr>
                                <w:rFonts w:ascii="Arial" w:hAnsi="Arial" w:eastAsia="微软雅黑" w:cs="Arial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评价：20XX.09被班级评委优秀班委干部。</w:t>
                            </w:r>
                          </w:p>
                        </w:txbxContent>
                      </v:textbox>
                    </v:rect>
                  </v:group>
                  <v:group id="_x0000_s1026" o:spid="_x0000_s1026" o:spt="203" style="position:absolute;left:470416;top:5487512;height:148506;width:148506;" coordorigin="470416,5487512" coordsize="148506,148506" o:gfxdata="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IcOwy+AAAA3AAAAA8AAAAAAAAAAQAgAAAAIgAAAGRycy9kb3ducmV2Lnht&#10;bFBLAQIUABQAAAAIAIdO4kAzLwWeOwAAADkAAAAVAAAAAAAAAAEAIAAAAA0BAABkcnMvZ3JvdXBz&#10;aGFwZXhtbC54bWxQSwUGAAAAAAYABgBgAQAAygMAAAAA&#10;">
                    <o:lock v:ext="edit" aspectratio="f"/>
                    <v:shape id="_x0000_s1026" o:spid="_x0000_s1026" o:spt="3" type="#_x0000_t3" style="position:absolute;left:470416;top:5487512;height:148506;width:148506;v-text-anchor:middle;" fillcolor="#FFFFFF [3212]" filled="t" stroked="t" coordsize="21600,21600" o:gfxdata="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or2UL4A&#10;AADcAAAADwAAAAAAAAABACAAAAAiAAAAZHJzL2Rvd25yZXYueG1sUEsBAhQAFAAAAAgAh07iQDMv&#10;BZ47AAAAOQAAABAAAAAAAAAAAQAgAAAADQEAAGRycy9zaGFwZXhtbC54bWxQSwUGAAAAAAYABgBb&#10;AQAAtwMAAAAA&#10;">
                      <v:fill on="t" focussize="0,0"/>
                      <v:stroke weight="2.25pt" color="#2F5597 [2404]" miterlimit="8" joinstyle="miter"/>
                      <v:imagedata o:title=""/>
                      <o:lock v:ext="edit" aspectratio="f"/>
                    </v:shape>
                    <v:shape id="_x0000_s1026" o:spid="_x0000_s1026" o:spt="11" type="#_x0000_t11" style="position:absolute;left:498894;top:5515990;height:91550;width:91550;v-text-anchor:middle;" fillcolor="#2F5597 [2404]" filled="t" stroked="f" coordsize="21600,21600" o:gfxdata="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xUC3y/&#10;AAAA3AAAAA8AAAAAAAAAAQAgAAAAIgAAAGRycy9kb3ducmV2LnhtbFBLAQIUABQAAAAIAIdO4kAz&#10;LwWeOwAAADkAAAAQAAAAAAAAAAEAIAAAAA4BAABkcnMvc2hhcGV4bWwueG1sUEsFBgAAAAAGAAYA&#10;WwEAALgDAAAAAA==&#10;" adj="8970">
                      <v:fill on="t" focussize="0,0"/>
                      <v:stroke on="f" weight="1pt" miterlimit="8" joinstyle="miter"/>
                      <v:imagedata o:title=""/>
                      <o:lock v:ext="edit" aspectratio="f"/>
                    </v:shape>
                  </v:group>
                  <v:line id="_x0000_s1026" o:spid="_x0000_s1026" o:spt="20" style="position:absolute;left:1682245;top:5561765;height:0;width:5290402;" filled="f" stroked="t" coordsize="21600,21600" o:gfxdata="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L5ioG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2F5597 [2404]" miterlimit="8" joinstyle="miter"/>
                    <v:imagedata o:title=""/>
                    <o:lock v:ext="edit" aspectratio="f"/>
                  </v:line>
                </v:group>
                <v:group id="_x0000_s1026" o:spid="_x0000_s1026" o:spt="203" style="position:absolute;left:1804786;top:1143373;height:179338;width:179338;" coordorigin="1799007,1170973" coordsize="246016,246016" o:gfxdata="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NRMQm7AAAA3A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3" type="#_x0000_t3" style="position:absolute;left:1799007;top:1170973;height:246016;width:246016;v-text-anchor:middle;" fillcolor="#2F5597 [2404]" filled="t" stroked="f" coordsize="21600,21600" o:gfxdata="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7SR9Y&#10;wAAAANwAAAAPAAAAAAAAAAEAIAAAACIAAABkcnMvZG93bnJldi54bWxQSwECFAAUAAAACACHTuJA&#10;My8FnjsAAAA5AAAAEAAAAAAAAAABACAAAAAPAQAAZHJzL3NoYXBleG1sLnhtbFBLBQYAAAAABgAG&#10;AFsBAAC5AwAAAAA=&#10;">
                    <v:fill on="t" focussize="0,0"/>
                    <v:stroke on="f" weight="0.5pt" miterlimit="8" joinstyle="miter"/>
                    <v:imagedata o:title=""/>
                    <o:lock v:ext="edit" aspectratio="f"/>
                  </v:shape>
                  <v:shape id="Shape 2472" o:spid="_x0000_s1026" o:spt="100" style="position:absolute;left:1851155;top:1236478;height:132634;width:132682;v-text-anchor:middle;" fillcolor="#FFFFFF [3212]" filled="t" stroked="t" coordsize="21600,21600" o:gfxdata="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iamsvQAA&#10;ANwAAAAPAAAAAAAAAAEAIAAAACIAAABkcnMvZG93bnJldi54bWxQSwECFAAUAAAACACHTuJAMy8F&#10;njsAAAA5AAAAEAAAAAAAAAABACAAAAAMAQAAZHJzL3NoYXBleG1sLnhtbFBLBQYAAAAABgAGAFsB&#10;AAC2AwAAAAA=&#10;" path="m16441,20618c15826,20618,15226,20482,14660,20214c14607,20189,14552,20170,14497,20155c8918,17308,4295,12685,1448,7105c1432,7048,1412,6991,1386,6936c1117,6369,982,5770,982,5155c982,2774,3066,982,4417,982c4594,982,4711,1072,4764,1126c4776,1139,4798,1164,4831,1216c4848,1244,4867,1271,4887,1297l8118,5453c8143,5485,8170,5515,8199,5544c8253,5598,8343,5715,8343,5891c8343,5978,8319,6060,8272,6135l7178,7221c7173,7226,7168,7231,7163,7236c6767,7609,6541,8126,6541,8668c6541,9175,6738,9658,7080,10020c7092,10040,7105,10059,7119,10078c8325,11745,9807,13222,11525,14469c11538,14478,11551,14487,11565,14496c11928,14844,12414,15045,12924,15045c13436,15045,13930,14840,14297,14479c14316,14463,14335,14446,14352,14427l15451,13320c15529,13271,15611,13247,15697,13247c15874,13247,15990,13337,16044,13391c16073,13420,16103,13447,16135,13472l20291,16704c20317,16725,20345,16744,20374,16762c20426,16795,20449,16816,20461,16827c20515,16881,20605,16997,20605,17174c20605,17207,20606,17240,20610,17273c20533,18625,18769,20618,16441,20618m21586,17174c21586,16768,21421,16399,21155,16133c21077,16054,20988,15988,20893,15929l16738,12697c16471,12430,16104,12265,15697,12265c15364,12265,15060,12380,14815,12567l13655,13736,13652,13733c13473,13934,13214,14063,12924,14063c12592,14063,12300,13897,12122,13645c12116,13654,12107,13663,12101,13674c10497,12510,9076,11108,7914,9502c7925,9495,7935,9486,7947,9479c7691,9299,7523,9004,7523,8668c7523,8367,7659,8101,7871,7920l7870,7918,9023,6773c9211,6528,9325,6224,9325,5891c9325,5485,9160,5116,8893,4850l5662,693c5603,599,5537,510,5458,432c5191,165,4823,0,4417,0c2454,0,0,2308,0,5155c0,5943,183,6688,499,7356l482,7373c3435,13255,8343,18164,14224,21117l14240,21101c14908,21418,15652,21600,16441,21600c19287,21600,21594,19145,21594,17182c21594,17179,21594,17177,21594,17174c21594,17174,21586,17174,21586,17174xm11785,10800c12326,10800,12766,10360,12766,9819c12766,9276,12326,8836,11785,8836c11242,8836,10803,9276,10803,9819c10803,10360,11242,10800,11785,10800m11785,5891c13953,5891,15711,7649,15711,9819c15711,10090,15930,10309,16201,10309c16472,10309,16692,10090,16692,9819c16692,7107,14495,4909,11785,4909c11513,4909,11294,5129,11294,5400c11294,5672,11513,5891,11785,5891m11785,982c16663,982,20618,4939,20618,9819c20618,10090,20838,10309,21109,10309c21380,10309,21600,10090,21600,9819c21600,4396,17206,0,11785,0c11513,0,11294,220,11294,491c11294,762,11513,982,11785,982e">
                    <v:path o:connectlocs="66341,66317;66341,66317;66341,66317;66341,66317" o:connectangles="0,82,164,247"/>
                    <v:fill on="t" focussize="0,0"/>
                    <v:stroke weight="0.25pt" color="#FFFFFF [3212]" miterlimit="4" joinstyle="miter"/>
                    <v:imagedata o:title=""/>
                    <o:lock v:ext="edit" aspectratio="f"/>
                    <v:textbox inset="1.49992125984252pt,1.49992125984252pt,1.49992125984252pt,1.49992125984252pt"/>
                  </v:shape>
                </v:group>
                <v:group id="_x0000_s1026" o:spid="_x0000_s1026" o:spt="203" style="position:absolute;left:1799605;top:1435717;height:179338;width:179338;" coordorigin="1791900,1480985" coordsize="246016,246016" o:gfxdata="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nsg5J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3" type="#_x0000_t3" style="position:absolute;left:1791900;top:1480985;height:246016;width:246016;v-text-anchor:middle;" fillcolor="#2F5597 [2404]" filled="t" stroked="f" coordsize="21600,21600" o:gfxdata="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DQb9L4A&#10;AADcAAAADwAAAAAAAAABACAAAAAiAAAAZHJzL2Rvd25yZXYueG1sUEsBAhQAFAAAAAgAh07iQDMv&#10;BZ47AAAAOQAAABAAAAAAAAAAAQAgAAAADQEAAGRycy9zaGFwZXhtbC54bWxQSwUGAAAAAAYABgBb&#10;AQAAtwMAAAAA&#10;">
                    <v:fill on="t" focussize="0,0"/>
                    <v:stroke on="f" weight="0.5pt" miterlimit="8" joinstyle="miter"/>
                    <v:imagedata o:title=""/>
                    <o:lock v:ext="edit" aspectratio="f"/>
                  </v:shape>
                  <v:shape id="Shape 2679" o:spid="_x0000_s1026" o:spt="100" style="position:absolute;left:1844048;top:1555972;height:101868;width:140077;v-text-anchor:middle;" fillcolor="#FFFFFF [3212]" filled="t" stroked="t" coordsize="21600,21600" o:gfxdata="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51s3&#10;28EAAADcAAAADwAAAAAAAAABACAAAAAiAAAAZHJzL2Rvd25yZXYueG1sUEsBAhQAFAAAAAgAh07i&#10;QDMvBZ47AAAAOQAAABAAAAAAAAAAAQAgAAAAEAEAAGRycy9zaGFwZXhtbC54bWxQSwUGAAAAAAYA&#10;BgBbAQAAugMAAAAA&#10;" path="m20618,18900c20618,18980,20611,19058,20601,19135l14539,10800,20601,2465c20611,2542,20618,2620,20618,2700c20618,2700,20618,18900,20618,18900xm19636,20250l1964,20250c1849,20250,1739,20218,1637,20168l7755,11754,9440,14072c9816,14589,10308,14847,10800,14847c11292,14847,11784,14589,12159,14072l13845,11754,19964,20168c19861,20218,19752,20250,19636,20250m982,18900l982,2700c982,2620,989,2542,999,2465l7061,10800,999,19135c989,19058,982,18980,982,18900m1964,1350l19636,1350c19752,1350,19861,1382,19964,1433l11465,13118c11288,13362,11051,13497,10800,13497c10549,13497,10312,13362,10134,13118l1637,1433c1739,1382,1849,1350,1964,1350m19636,0l1964,0c879,0,0,1209,0,2700l0,18900c0,20391,879,21600,1964,21600l19636,21600c20721,21600,21600,20391,21600,18900l21600,2700c21600,1209,20721,0,19636,0e">
                    <v:path o:connectlocs="70038,50934;70038,50934;70038,50934;70038,50934" o:connectangles="0,82,164,247"/>
                    <v:fill on="t" focussize="0,0"/>
                    <v:stroke weight="0.25pt" color="#FFFFFF [3212]" miterlimit="4" joinstyle="miter"/>
                    <v:imagedata o:title=""/>
                    <o:lock v:ext="edit" aspectratio="f"/>
                    <v:textbox inset="1.49992125984252pt,1.49992125984252pt,1.49992125984252pt,1.49992125984252pt"/>
                  </v:shape>
                </v:group>
                <v:group id="_x0000_s1026" o:spid="_x0000_s1026" o:spt="203" style="position:absolute;left:1804786;top:1733681;height:179338;width:179338;" coordorigin="1799007,1803027" coordsize="246016,246016" o:gfxdata="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3xa3R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3" type="#_x0000_t3" style="position:absolute;left:1799007;top:1803027;height:246016;width:246016;v-text-anchor:middle;" fillcolor="#2F5597 [2404]" filled="t" stroked="f" coordsize="21600,21600" o:gfxdata="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92DgL4A&#10;AADcAAAADwAAAAAAAAABACAAAAAiAAAAZHJzL2Rvd25yZXYueG1sUEsBAhQAFAAAAAgAh07iQDMv&#10;BZ47AAAAOQAAABAAAAAAAAAAAQAgAAAADQEAAGRycy9zaGFwZXhtbC54bWxQSwUGAAAAAAYABgBb&#10;AQAAtwMAAAAA&#10;">
                    <v:fill on="t" focussize="0,0"/>
                    <v:stroke on="f" weight="0.5pt" miterlimit="8" joinstyle="miter"/>
                    <v:imagedata o:title=""/>
                    <o:lock v:ext="edit" aspectratio="f"/>
                  </v:shape>
                  <v:shape id="Shape 2777" o:spid="_x0000_s1026" o:spt="100" style="position:absolute;left:1868755;top:1853522;height:146454;width:106520;v-text-anchor:middle;" fillcolor="#FFFFFF [3212]" filled="t" stroked="t" coordsize="21600,21600" o:gfxdata="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3LJRD&#10;wAAAANwAAAAPAAAAAAAAAAEAIAAAACIAAABkcnMvZG93bnJldi54bWxQSwECFAAUAAAACACHTuJA&#10;My8FnjsAAAA5AAAAEAAAAAAAAAABACAAAAAPAQAAZHJzL3NoYXBleG1sLnhtbFBLBQYAAAAABgAG&#10;AFsBAAC5AwAAAAA=&#10;" path="m10800,10800c8563,10800,6750,9481,6750,7855c6750,6228,8563,4909,10800,4909c13037,4909,14850,6228,14850,7855c14850,9481,13037,10800,10800,10800m10800,3927c7817,3927,5400,5686,5400,7855c5400,10023,7817,11782,10800,11782c13783,11782,16200,10023,16200,7855c16200,5686,13783,3927,10800,3927m10800,20127c10800,20127,1350,13745,1350,7855c1350,4059,5581,982,10800,982c16019,982,20250,4059,20250,7855c20250,13745,10800,20127,10800,20127m10800,0c4836,0,0,3517,0,7855c0,14236,10800,21600,10800,21600c10800,21600,21600,14236,21600,7855c21600,3517,16764,0,10800,0e">
                    <v:path o:connectlocs="53260,73227;53260,73227;53260,73227;53260,73227" o:connectangles="0,82,164,247"/>
                    <v:fill on="t" focussize="0,0"/>
                    <v:stroke weight="0.25pt" color="#FFFFFF [3212]" miterlimit="4" joinstyle="miter"/>
                    <v:imagedata o:title=""/>
                    <o:lock v:ext="edit" aspectratio="f"/>
                    <v:textbox inset="1.49992125984252pt,1.49992125984252pt,1.49992125984252pt,1.49992125984252pt"/>
                  </v:shape>
                </v:group>
              </v:group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>
      <w:bookmarkStart w:id="0" w:name="_GoBack"/>
      <w:bookmarkEnd w:id="0"/>
    </w:p>
    <w:sectPr>
      <w:pgSz w:w="11906" w:h="16838"/>
      <w:pgMar w:top="1440" w:right="1800" w:bottom="1440" w:left="1800" w:header="0" w:footer="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E2326C"/>
    <w:multiLevelType w:val="multilevel"/>
    <w:tmpl w:val="2BE2326C"/>
    <w:lvl w:ilvl="0" w:tentative="0">
      <w:start w:val="1"/>
      <w:numFmt w:val="bullet"/>
      <w:lvlText w:val=""/>
      <w:lvlJc w:val="left"/>
      <w:pPr>
        <w:tabs>
          <w:tab w:val="left" w:pos="720"/>
        </w:tabs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"/>
      <w:lvlJc w:val="left"/>
      <w:pPr>
        <w:tabs>
          <w:tab w:val="left" w:pos="1440"/>
        </w:tabs>
        <w:ind w:left="1440" w:hanging="360"/>
      </w:pPr>
      <w:rPr>
        <w:rFonts w:hint="default" w:ascii="Wingdings" w:hAnsi="Wingdings"/>
      </w:rPr>
    </w:lvl>
    <w:lvl w:ilvl="2" w:tentative="0">
      <w:start w:val="1"/>
      <w:numFmt w:val="bullet"/>
      <w:lvlText w:val="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</w:rPr>
    </w:lvl>
    <w:lvl w:ilvl="4" w:tentative="0">
      <w:start w:val="1"/>
      <w:numFmt w:val="bullet"/>
      <w:lvlText w:val="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</w:rPr>
    </w:lvl>
    <w:lvl w:ilvl="5" w:tentative="0">
      <w:start w:val="1"/>
      <w:numFmt w:val="bullet"/>
      <w:lvlText w:val="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</w:rPr>
    </w:lvl>
    <w:lvl w:ilvl="7" w:tentative="0">
      <w:start w:val="1"/>
      <w:numFmt w:val="bullet"/>
      <w:lvlText w:val="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</w:rPr>
    </w:lvl>
    <w:lvl w:ilvl="8" w:tentative="0">
      <w:start w:val="1"/>
      <w:numFmt w:val="bullet"/>
      <w:lvlText w:val="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1">
    <w:nsid w:val="44496E8A"/>
    <w:multiLevelType w:val="multilevel"/>
    <w:tmpl w:val="44496E8A"/>
    <w:lvl w:ilvl="0" w:tentative="0">
      <w:start w:val="1"/>
      <w:numFmt w:val="bullet"/>
      <w:lvlText w:val=""/>
      <w:lvlJc w:val="left"/>
      <w:pPr>
        <w:tabs>
          <w:tab w:val="left" w:pos="720"/>
        </w:tabs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"/>
      <w:lvlJc w:val="left"/>
      <w:pPr>
        <w:tabs>
          <w:tab w:val="left" w:pos="1440"/>
        </w:tabs>
        <w:ind w:left="1440" w:hanging="360"/>
      </w:pPr>
      <w:rPr>
        <w:rFonts w:hint="default" w:ascii="Wingdings" w:hAnsi="Wingdings"/>
      </w:rPr>
    </w:lvl>
    <w:lvl w:ilvl="2" w:tentative="0">
      <w:start w:val="1"/>
      <w:numFmt w:val="bullet"/>
      <w:lvlText w:val="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</w:rPr>
    </w:lvl>
    <w:lvl w:ilvl="4" w:tentative="0">
      <w:start w:val="1"/>
      <w:numFmt w:val="bullet"/>
      <w:lvlText w:val="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</w:rPr>
    </w:lvl>
    <w:lvl w:ilvl="5" w:tentative="0">
      <w:start w:val="1"/>
      <w:numFmt w:val="bullet"/>
      <w:lvlText w:val="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</w:rPr>
    </w:lvl>
    <w:lvl w:ilvl="7" w:tentative="0">
      <w:start w:val="1"/>
      <w:numFmt w:val="bullet"/>
      <w:lvlText w:val="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</w:rPr>
    </w:lvl>
    <w:lvl w:ilvl="8" w:tentative="0">
      <w:start w:val="1"/>
      <w:numFmt w:val="bullet"/>
      <w:lvlText w:val="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6DA3998"/>
    <w:rsid w:val="0003194D"/>
    <w:rsid w:val="000A7651"/>
    <w:rsid w:val="000D2F74"/>
    <w:rsid w:val="000E369D"/>
    <w:rsid w:val="00203100"/>
    <w:rsid w:val="00203300"/>
    <w:rsid w:val="00207E96"/>
    <w:rsid w:val="00216C7F"/>
    <w:rsid w:val="00361B74"/>
    <w:rsid w:val="00375104"/>
    <w:rsid w:val="003B6515"/>
    <w:rsid w:val="003F6907"/>
    <w:rsid w:val="004B7443"/>
    <w:rsid w:val="005727FE"/>
    <w:rsid w:val="005C13DA"/>
    <w:rsid w:val="006912ED"/>
    <w:rsid w:val="007539D8"/>
    <w:rsid w:val="007A6955"/>
    <w:rsid w:val="007C7F9E"/>
    <w:rsid w:val="007D213B"/>
    <w:rsid w:val="0081222C"/>
    <w:rsid w:val="00830629"/>
    <w:rsid w:val="00855EE7"/>
    <w:rsid w:val="0086487A"/>
    <w:rsid w:val="008951ED"/>
    <w:rsid w:val="00895BBD"/>
    <w:rsid w:val="009732C9"/>
    <w:rsid w:val="0097396F"/>
    <w:rsid w:val="009D43F0"/>
    <w:rsid w:val="009E700B"/>
    <w:rsid w:val="00A839CF"/>
    <w:rsid w:val="00A8465D"/>
    <w:rsid w:val="00AA0E6B"/>
    <w:rsid w:val="00AE3A0B"/>
    <w:rsid w:val="00BE005A"/>
    <w:rsid w:val="00BF3EDE"/>
    <w:rsid w:val="00DD0EE6"/>
    <w:rsid w:val="00DE2976"/>
    <w:rsid w:val="00DE3FF1"/>
    <w:rsid w:val="00DF5E27"/>
    <w:rsid w:val="00E329E1"/>
    <w:rsid w:val="3C666898"/>
    <w:rsid w:val="40AC1A2B"/>
    <w:rsid w:val="46DA3998"/>
    <w:rsid w:val="5E27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字符"/>
    <w:basedOn w:val="5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46;&#30021;&#24037;&#20316;&#25991;&#20214;&#22841;\&#33539;&#25991;&#27169;&#26495;&#32032;&#26448;\60a9848e-96ad-4a1b-a703-400c7188a90d\&#24212;&#23626;&#27605;&#19994;&#29983;&#20799;&#31185;&#25252;&#22763;&#25252;&#29702;&#27714;&#32844;&#31616;&#21382;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B4E266B-B2FC-42CD-BB45-0B0754298E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应届毕业生儿科护士护理求职简历.docx</Template>
  <Company>巴南区委办</Company>
  <Pages>3</Pages>
  <Words>0</Words>
  <Characters>0</Characters>
  <Lines>1</Lines>
  <Paragraphs>1</Paragraphs>
  <TotalTime>87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2022-02-14T07:56:00Z</dcterms:created>
  <dc:creator>铭</dc:creator>
  <cp:lastModifiedBy>铭</cp:lastModifiedBy>
  <dcterms:modified xsi:type="dcterms:W3CDTF">2022-02-14T07:59:05Z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KSOTemplateUUID">
    <vt:lpwstr>v1.0_mb_BPjlrYk/MSBs36JIfuUcqw==</vt:lpwstr>
  </property>
  <property fmtid="{D5CDD505-2E9C-101B-9397-08002B2CF9AE}" pid="4" name="ICV">
    <vt:lpwstr>CDFC23DECB2947F89FAB42B1988A014B</vt:lpwstr>
  </property>
</Properties>
</file>