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pPr>
        <w:rPr>
          <w:rFonts w:hint="eastAsia" w:eastAsia="宋体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1664970</wp:posOffset>
                </wp:positionV>
                <wp:extent cx="935355" cy="35306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1pt;margin-top:131.1pt;height:27.8pt;width:73.65pt;z-index:251664384;mso-width-relative:page;mso-height-relative:page;" filled="f" stroked="f" coordsize="21600,21600" o:gfxdata="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AdNor2wAAAAsBAAAPAAAAAAAAAAEAIAAA&#10;ACIAAABkcnMvZG93bnJldi54bWxQSwECFAAUAAAACACHTuJAyRxsUUICAAB1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8493760</wp:posOffset>
                </wp:positionV>
                <wp:extent cx="6369050" cy="652145"/>
                <wp:effectExtent l="0" t="0" r="0" b="0"/>
                <wp:wrapNone/>
                <wp:docPr id="2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6430" y="9408160"/>
                          <a:ext cx="6369050" cy="652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三年的行政管理工作经验、四年的学生干部锻炼让我拥有了出色的沟通、协调能力，优秀的组织、管理能力以及细心、热情的工作态度。本人自信开朗、勤奋刻苦。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br w:type="textWrapping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vert="horz" wrap="square" anchor="t" upright="0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39.1pt;margin-top:668.8pt;height:51.35pt;width:501.5pt;z-index:251683840;mso-width-relative:page;mso-height-relative:page;" filled="f" stroked="f" coordsize="21600,21600" o:gfxdata="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LA2RvdAAAADQEAAA8AAAAA&#10;AAAAAQAgAAAAIgAAAGRycy9kb3ducmV2LnhtbFBLAQIUABQAAAAIAIdO4kBLUN9S1gEAAIgDAAAO&#10;AAAAAAAAAAEAIAAAACw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三年的行政管理工作经验、四年的学生干部锻炼让我拥有了出色的沟通、协调能力，优秀的组织、管理能力以及细心、热情的工作态度。本人自信开朗、勤奋刻苦。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br w:type="textWrapping"/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7167245</wp:posOffset>
                </wp:positionV>
                <wp:extent cx="6351270" cy="784225"/>
                <wp:effectExtent l="0" t="0" r="0" b="0"/>
                <wp:wrapNone/>
                <wp:docPr id="27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9585" y="8062595"/>
                          <a:ext cx="6351270" cy="784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通过大学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英语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CET6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普通话二级甲等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企业行政管理证书、秘书证和人力资源证书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eastAsia="zh-CN"/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eastAsia="zh-CN"/>
                              </w:rPr>
                              <w:t>通过全国计算机等级考试（二级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eastAsia="zh-CN"/>
                              </w:rPr>
                              <w:t>），熟练掌握Word、Excel、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eastAsia="zh-CN"/>
                              </w:rPr>
                              <w:t>等日常办公软件</w:t>
                            </w:r>
                          </w:p>
                        </w:txbxContent>
                      </wps:txbx>
                      <wps:bodyPr vert="horz" wrap="square" anchor="t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-51.45pt;margin-top:564.35pt;height:61.75pt;width:500.1pt;z-index:251682816;mso-width-relative:page;mso-height-relative:page;" filled="f" stroked="f" coordsize="21600,21600" o:gfxdata="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9qx9&#10;2QAAAA4BAAAPAAAAAAAAAAEAIAAAACIAAABkcnMvZG93bnJldi54bWxQSwECFAAUAAAACACHTuJA&#10;pgtd/ecBAACjAwAADgAAAAAAAAABACAAAAAoAQAAZHJzL2Uyb0RvYy54bWxQSwUGAAAAAAYABgBZ&#10;AQAAg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通过大学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英语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CET6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普通话二级甲等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企业行政管理证书、秘书证和人力资源证书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eastAsia="zh-CN"/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eastAsia="zh-CN"/>
                        </w:rPr>
                        <w:t>通过全国计算机等级考试（二级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eastAsia="zh-CN"/>
                        </w:rPr>
                        <w:t>），熟练掌握Word、Excel、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eastAsia="zh-CN"/>
                        </w:rPr>
                        <w:t>等日常办公软件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5911215</wp:posOffset>
                </wp:positionV>
                <wp:extent cx="6522720" cy="909320"/>
                <wp:effectExtent l="0" t="0" r="0" b="0"/>
                <wp:wrapNone/>
                <wp:docPr id="2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9585" y="6797040"/>
                          <a:ext cx="6522720" cy="909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218" w:leftChars="104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积极参与学生会的各项活动，与其他干事一起参加各类学院的活动策划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;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负责该学院活动的赞助拉取，并上门拜访企业商拉赞助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完成其他学生会的工作任务分配，成功举办多次大型活动，如“专业性客座谈会”，“迎新晚会”等。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vert="horz" wrap="square" anchor="t" upright="0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51.45pt;margin-top:465.45pt;height:71.6pt;width:513.6pt;z-index:251678720;mso-width-relative:page;mso-height-relative:page;" filled="f" stroked="f" coordsize="21600,21600" o:gfxdata="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F8R4t0AAAANAQAA&#10;DwAAAAAAAAABACAAAAAiAAAAZHJzL2Rvd25yZXYueG1sUEsBAhQAFAAAAAgAh07iQGBY5N/bAQAA&#10;iAMAAA4AAAAAAAAAAQAgAAAALAEAAGRycy9lMm9Eb2MueG1sUEsFBgAAAAAGAAYAWQEAAHk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218" w:leftChars="104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积极参与学生会的各项活动，与其他干事一起参加各类学院的活动策划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;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负责该学院活动的赞助拉取，并上门拜访企业商拉赞助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完成其他学生会的工作任务分配，成功举办多次大型活动，如“专业性客座谈会”，“迎新晚会”等。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4591050</wp:posOffset>
                </wp:positionV>
                <wp:extent cx="6621145" cy="875665"/>
                <wp:effectExtent l="0" t="0" r="0" b="0"/>
                <wp:wrapNone/>
                <wp:docPr id="2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9585" y="5486400"/>
                          <a:ext cx="6621145" cy="87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afterLines="30"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2015.08-2016.09                  深圳XX外贸有限公司                     行政管理实习生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　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afterLines="30" w:line="0" w:lineRule="atLeast"/>
                              <w:ind w:left="218" w:leftChars="104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管理局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低值易耗品、办公设备的采购、登记、核查管理工作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制定办公用品计划，报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领导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审批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;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eastAsia="zh-CN"/>
                              </w:rPr>
                              <w:t>管理局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及现场指挥部办公秩序和环境卫生的监督管理工作。</w:t>
                            </w:r>
                          </w:p>
                        </w:txbxContent>
                      </wps:txbx>
                      <wps:bodyPr vert="horz" wrap="square" anchor="t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-51.45pt;margin-top:361.5pt;height:68.95pt;width:521.35pt;z-index:251679744;mso-width-relative:page;mso-height-relative:page;" filled="f" stroked="f" coordsize="21600,21600" o:gfxdata="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MKWS1wAA&#10;AAwBAAAPAAAAAAAAAAEAIAAAACIAAABkcnMvZG93bnJldi54bWxQSwECFAAUAAAACACHTuJAkY9J&#10;GOYBAACjAwAADgAAAAAAAAABACAAAAAmAQAAZHJzL2Uyb0RvYy54bWxQSwUGAAAAAAYABgBZAQAA&#10;fg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afterLines="30"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2015.08-2016.09                  深圳XX外贸有限公司                     行政管理实习生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　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afterLines="30" w:line="0" w:lineRule="atLeast"/>
                        <w:ind w:left="218" w:leftChars="104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负责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管理局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低值易耗品、办公设备的采购、登记、核查管理工作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制定办公用品计划，报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领导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审批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;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负责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管理局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及现场指挥部办公秩序和环境卫生的监督管理工作。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3396615</wp:posOffset>
                </wp:positionV>
                <wp:extent cx="6620510" cy="1271905"/>
                <wp:effectExtent l="0" t="0" r="0" b="0"/>
                <wp:wrapNone/>
                <wp:docPr id="26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9585" y="4291965"/>
                          <a:ext cx="6620510" cy="1271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30"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2014.07-2015.08                  厦门XXX科技服务公司                    经理助理工作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　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30"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负责公司企业文化建设，包括公司内、外部各类公关、宣传、演示、文体等活动的组织、安排工作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;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负责接听或转接外部电话和日常文件的归档管理，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核查管理工作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;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　　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完成上级安排的其他工作任务，协助执行公司的各项规章制度和维护工作秩序。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vert="horz" wrap="square" anchor="t" upright="0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-51.45pt;margin-top:267.45pt;height:100.15pt;width:521.3pt;z-index:251681792;mso-width-relative:page;mso-height-relative:page;" filled="f" stroked="f" coordsize="21600,21600" o:gfxdata="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8x/od4AAAAM&#10;AQAADwAAAAAAAAABACAAAAAiAAAAZHJzL2Rvd25yZXYueG1sUEsBAhQAFAAAAAgAh07iQDwVm/Pd&#10;AQAAigMAAA4AAAAAAAAAAQAgAAAALQEAAGRycy9lMm9Eb2MueG1sUEsFBgAAAAAGAAYAWQEAAHw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30"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2014.07-2015.08                  厦门XXX科技服务公司                    经理助理工作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　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30"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负责公司企业文化建设，包括公司内、外部各类公关、宣传、演示、文体等活动的组织、安排工作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;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负责接听或转接外部电话和日常文件的归档管理，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核查管理工作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;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　　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完成上级安排的其他工作任务，协助执行公司的各项规章制度和维护工作秩序。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2019935</wp:posOffset>
                </wp:positionV>
                <wp:extent cx="6538595" cy="875665"/>
                <wp:effectExtent l="0" t="0" r="0" b="0"/>
                <wp:wrapNone/>
                <wp:docPr id="2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9585" y="2934335"/>
                          <a:ext cx="6538595" cy="87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30" w:line="0" w:lineRule="atLeast"/>
                              <w:ind w:left="0" w:leftChars="0" w:right="0" w:rightChars="0" w:firstLine="21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12.9-2016.6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深圳稻壳儿学院                          行政管理专业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30" w:line="0" w:lineRule="atLeast"/>
                              <w:ind w:left="218" w:leftChars="104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公共政策分析、管理信息系统、财务管理学、市政管理学、行政秘书与公文写作、行政案例分析、行政伦理学、公共关系学。</w:t>
                            </w:r>
                          </w:p>
                        </w:txbxContent>
                      </wps:txbx>
                      <wps:bodyPr vert="horz" wrap="square" anchor="t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51.45pt;margin-top:159.05pt;height:68.95pt;width:514.85pt;z-index:251680768;mso-width-relative:page;mso-height-relative:page;" filled="f" stroked="f" coordsize="21600,21600" o:gfxdata="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1moBP&#10;2AAAAAwBAAAPAAAAAAAAAAEAIAAAACIAAABkcnMvZG93bnJldi54bWxQSwECFAAUAAAACACHTuJA&#10;X0Z9D+gBAACjAwAADgAAAAAAAAABACAAAAAnAQAAZHJzL2Uyb0RvYy54bWxQSwUGAAAAAAYABgBZ&#10;AQAAg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30" w:line="0" w:lineRule="atLeast"/>
                        <w:ind w:left="0" w:leftChars="0" w:right="0" w:rightChars="0" w:firstLine="21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12.9-2016.6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 xml:space="preserve">                    深圳稻壳儿学院                          行政管理专业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30" w:line="0" w:lineRule="atLeast"/>
                        <w:ind w:left="218" w:leftChars="104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1"/>
                          <w:szCs w:val="21"/>
                          <w:lang w:val="en-US"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auto"/>
                          <w:sz w:val="21"/>
                          <w:szCs w:val="21"/>
                          <w:lang w:val="en-US" w:eastAsia="zh-CN"/>
                        </w:rPr>
                        <w:t>公共政策分析、管理信息系统、财务管理学、市政管理学、行政秘书与公文写作、行政案例分析、行政伦理学、公共关系学。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287020</wp:posOffset>
                </wp:positionV>
                <wp:extent cx="4647565" cy="1000125"/>
                <wp:effectExtent l="0" t="0" r="0" b="0"/>
                <wp:wrapNone/>
                <wp:docPr id="1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735" y="1134745"/>
                          <a:ext cx="464756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262626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102" o:spid="_x0000_s1026" o:spt="1" style="position:absolute;left:0pt;margin-left:-30.45pt;margin-top:22.6pt;height:78.75pt;width:365.95pt;z-index:251659264;mso-width-relative:page;mso-height-relative:page;" fillcolor="#FFFFFF" filled="t" stroked="t" coordsize="21600,21600" o:gfxdata="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uwakjbAAAA&#10;CgEAAA8AAAAAAAAAAQAgAAAAIgAAAGRycy9kb3ducmV2LnhtbFBLAQIUABQAAAAIAIdO4kDhNYfU&#10;GgIAAEQEAAAOAAAAAAAAAAEAIAAAACoBAABkcnMvZTJvRG9jLnhtbFBLBQYAAAAABgAGAFkBAAC2&#10;BQAAAAA=&#10;">
                <v:fill on="t" focussize="0,0"/>
                <v:stroke weight="1.5pt" color="#262626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-329565</wp:posOffset>
                </wp:positionV>
                <wp:extent cx="3236595" cy="574040"/>
                <wp:effectExtent l="0" t="0" r="0" b="0"/>
                <wp:wrapNone/>
                <wp:docPr id="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6595" cy="57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PC6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求职岗位：公司人事行政专员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38.9pt;margin-top:-25.95pt;height:45.2pt;width:254.85pt;z-index:251671552;mso-width-relative:page;mso-height-relative:page;" filled="f" stroked="f" coordsize="21600,21600" o:gfxdata="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HX6wP2wAAAAkBAAAPAAAAAAAAAAEAIAAA&#10;ACIAAABkcnMvZG93bnJldi54bWxQSwECFAAUAAAACACHTuJA9l2GTdABAAB9AwAADgAAAAAAAAAB&#10;ACAAAAAqAQAAZHJzL2Uyb0RvYy54bWxQSwUGAAAAAAYABgBZAQAAb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PC6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求职岗位：公司人事行政专员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-781050</wp:posOffset>
            </wp:positionV>
            <wp:extent cx="2012950" cy="259080"/>
            <wp:effectExtent l="0" t="0" r="0" b="0"/>
            <wp:wrapNone/>
            <wp:docPr id="50" name="图片 109" descr="简历英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09" descr="简历英文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-1171575</wp:posOffset>
                </wp:positionH>
                <wp:positionV relativeFrom="paragraph">
                  <wp:posOffset>9375775</wp:posOffset>
                </wp:positionV>
                <wp:extent cx="7559675" cy="421005"/>
                <wp:effectExtent l="0" t="0" r="0" b="0"/>
                <wp:wrapNone/>
                <wp:docPr id="38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7559675" cy="421005"/>
                          <a:chOff x="0" y="0"/>
                          <a:chExt cx="7559675" cy="421262"/>
                        </a:xfrm>
                      </wpg:grpSpPr>
                      <wps:wsp>
                        <wps:cNvPr id="34" name="矩形 6"/>
                        <wps:cNvSpPr/>
                        <wps:spPr>
                          <a:xfrm>
                            <a:off x="0" y="0"/>
                            <a:ext cx="7559675" cy="186055"/>
                          </a:xfrm>
                          <a:prstGeom prst="rect">
                            <a:avLst/>
                          </a:prstGeom>
                          <a:solidFill>
                            <a:srgbClr val="44546B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anchor="ctr" upright="1"/>
                      </wps:wsp>
                      <wps:wsp>
                        <wps:cNvPr id="35" name="任意多边形 12"/>
                        <wps:cNvSpPr/>
                        <wps:spPr>
                          <a:xfrm>
                            <a:off x="2611755" y="179179"/>
                            <a:ext cx="2331720" cy="242083"/>
                          </a:xfrm>
                          <a:custGeom>
                            <a:avLst/>
                            <a:gdLst>
                              <a:gd name="txL" fmla="*/ 0 w 2186305"/>
                              <a:gd name="txT" fmla="*/ 0 h 241935"/>
                              <a:gd name="txR" fmla="*/ 2186305 w 2186305"/>
                              <a:gd name="txB" fmla="*/ 241935 h 241935"/>
                            </a:gdLst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2331720" y="0"/>
                              </a:cxn>
                              <a:cxn ang="0">
                                <a:pos x="2136676" y="241935"/>
                              </a:cxn>
                              <a:cxn ang="0">
                                <a:pos x="151090" y="241935"/>
                              </a:cxn>
                              <a:cxn ang="0">
                                <a:pos x="0" y="0"/>
                              </a:cxn>
                            </a:cxnLst>
                            <a:rect l="txL" t="txT" r="txR" b="txB"/>
                            <a:pathLst>
                              <a:path w="2186305" h="241935">
                                <a:moveTo>
                                  <a:pt x="0" y="0"/>
                                </a:moveTo>
                                <a:lnTo>
                                  <a:pt x="2186305" y="0"/>
                                </a:lnTo>
                                <a:lnTo>
                                  <a:pt x="2003425" y="241935"/>
                                </a:lnTo>
                                <a:lnTo>
                                  <a:pt x="141668" y="24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flip:x y;margin-left:-92.25pt;margin-top:738.25pt;height:33.15pt;width:595.25pt;z-index:251688960;mso-width-relative:page;mso-height-relative:page;" coordsize="7559675,421262" o:gfxdata="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Mr2VebaAAAADwEAAA8AAAAAAAAAAQAg&#10;AAAAIgAAAGRycy9kb3ducmV2LnhtbFBLAQIUABQAAAAIAIdO4kBSQysDmwMAAJ4JAAAOAAAAAAAA&#10;AAEAIAAAACkBAABkcnMvZTJvRG9jLnhtbFBLBQYAAAAABgAGAFkBAAA2BwAAAAA=&#10;">
                <o:lock v:ext="edit" aspectratio="f"/>
                <v:rect id="矩形 6" o:spid="_x0000_s1026" o:spt="1" style="position:absolute;left:0;top:0;height:186055;width:7559675;v-text-anchor:middle;" fillcolor="#44546B" filled="t" stroked="f" coordsize="21600,21600" o:gfxdata="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d6+3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任意多边形 12" o:spid="_x0000_s1026" o:spt="100" style="position:absolute;left:2611755;top:179179;height:242083;width:2331720;v-text-anchor:middle;" fillcolor="#44546B" filled="t" stroked="f" coordsize="2186305,241935" o:gfxdata="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Hh4G8AAAA&#10;2wAAAA8AAAAAAAAAAQAgAAAAIgAAAGRycy9kb3ducmV2LnhtbFBLAQIUABQAAAAIAIdO4kAzLwWe&#10;OwAAADkAAAAQAAAAAAAAAAEAIAAAAAsBAABkcnMvc2hhcGV4bWwueG1sUEsFBgAAAAAGAAYAWwEA&#10;ALUDAAAAAA==&#10;" path="m0,0l2186305,0,2003425,241935,141668,241935,0,0xe">
                  <v:path textboxrect="0,0,2186305,241935" o:connectlocs="0,0;2331720,0;2136676,241935;151090,24193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-920750</wp:posOffset>
                </wp:positionV>
                <wp:extent cx="7559675" cy="421005"/>
                <wp:effectExtent l="0" t="0" r="0" b="0"/>
                <wp:wrapNone/>
                <wp:docPr id="4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421005"/>
                          <a:chOff x="0" y="0"/>
                          <a:chExt cx="7559675" cy="421262"/>
                        </a:xfrm>
                      </wpg:grpSpPr>
                      <wps:wsp>
                        <wps:cNvPr id="2" name="矩形 6"/>
                        <wps:cNvSpPr/>
                        <wps:spPr>
                          <a:xfrm>
                            <a:off x="0" y="0"/>
                            <a:ext cx="7559675" cy="186055"/>
                          </a:xfrm>
                          <a:prstGeom prst="rect">
                            <a:avLst/>
                          </a:prstGeom>
                          <a:solidFill>
                            <a:srgbClr val="44546B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wrap="square" anchor="ctr" upright="1"/>
                      </wps:wsp>
                      <wps:wsp>
                        <wps:cNvPr id="3" name="任意多边形 12"/>
                        <wps:cNvSpPr/>
                        <wps:spPr>
                          <a:xfrm>
                            <a:off x="2611755" y="179179"/>
                            <a:ext cx="2331720" cy="242083"/>
                          </a:xfrm>
                          <a:custGeom>
                            <a:avLst/>
                            <a:gdLst>
                              <a:gd name="txL" fmla="*/ 0 w 2186305"/>
                              <a:gd name="txT" fmla="*/ 0 h 241935"/>
                              <a:gd name="txR" fmla="*/ 2186305 w 2186305"/>
                              <a:gd name="txB" fmla="*/ 241935 h 241935"/>
                            </a:gdLst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2331720" y="0"/>
                              </a:cxn>
                              <a:cxn ang="0">
                                <a:pos x="2136676" y="241935"/>
                              </a:cxn>
                              <a:cxn ang="0">
                                <a:pos x="151090" y="241935"/>
                              </a:cxn>
                              <a:cxn ang="0">
                                <a:pos x="0" y="0"/>
                              </a:cxn>
                            </a:cxnLst>
                            <a:rect l="txL" t="txT" r="txR" b="txB"/>
                            <a:pathLst>
                              <a:path w="2186305" h="241935">
                                <a:moveTo>
                                  <a:pt x="0" y="0"/>
                                </a:moveTo>
                                <a:lnTo>
                                  <a:pt x="2186305" y="0"/>
                                </a:lnTo>
                                <a:lnTo>
                                  <a:pt x="2003425" y="241935"/>
                                </a:lnTo>
                                <a:lnTo>
                                  <a:pt x="141668" y="24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-89.25pt;margin-top:-72.5pt;height:33.15pt;width:595.25pt;z-index:251668480;mso-width-relative:page;mso-height-relative:page;" coordsize="7559675,421262" o:gfxdata="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BWzfXL3AAAAA4BAAAPAAAAAAAAAAEAIAAAACIA&#10;AABkcnMvZG93bnJldi54bWxQSwECFAAUAAAACACHTuJAFPEHfpQDAACjCQAADgAAAAAAAAABACAA&#10;AAArAQAAZHJzL2Uyb0RvYy54bWxQSwUGAAAAAAYABgBZAQAAMQcAAAAA&#10;">
                <o:lock v:ext="edit" aspectratio="f"/>
                <v:rect id="矩形 6" o:spid="_x0000_s1026" o:spt="1" style="position:absolute;left:0;top:0;height:186055;width:7559675;v-text-anchor:middle;" fillcolor="#44546B" filled="t" stroked="f" coordsize="21600,21600" o:gfxdata="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AOwq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任意多边形 12" o:spid="_x0000_s1026" o:spt="100" style="position:absolute;left:2611755;top:179179;height:242083;width:2331720;v-text-anchor:middle;" fillcolor="#44546B" filled="t" stroked="f" coordsize="2186305,241935" o:gfxdata="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Guqe7sAAADa&#10;AAAADwAAAAAAAAABACAAAAAiAAAAZHJzL2Rvd25yZXYueG1sUEsBAhQAFAAAAAgAh07iQDMvBZ47&#10;AAAAOQAAABAAAAAAAAAAAQAgAAAACgEAAGRycy9zaGFwZXhtbC54bWxQSwUGAAAAAAYABgBbAQAA&#10;tAMAAAAA&#10;" path="m0,0l2186305,0,2003425,241935,141668,241935,0,0xe">
                  <v:path textboxrect="0,0,2186305,241935" o:connectlocs="0,0;2331720,0;2136676,241935;151090,24193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6756400</wp:posOffset>
                </wp:positionV>
                <wp:extent cx="935355" cy="3873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1pt;margin-top:532pt;height:30.5pt;width:73.65pt;z-index:251666432;mso-width-relative:page;mso-height-relative:page;" filled="f" stroked="f" coordsize="21600,21600" o:gfxdata="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oSdiZ9wAAAANAQAADwAAAAAAAAABACAA&#10;AAAiAAAAZHJzL2Rvd25yZXYueG1sUEsBAhQAFAAAAAgAh07iQBYJoE9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3013710</wp:posOffset>
                </wp:positionV>
                <wp:extent cx="935355" cy="38735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  <w:lang w:eastAsia="zh-CN"/>
                              </w:rPr>
                              <w:t>实习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  <w:t>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1pt;margin-top:237.3pt;height:30.5pt;width:73.65pt;z-index:251665408;mso-width-relative:page;mso-height-relative:page;" filled="f" stroked="f" coordsize="21600,21600" o:gfxdata="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3MvDdwAAAALAQAADwAAAAAAAAABACAA&#10;AAAiAAAAZHJzL2Rvd25yZXYueG1sUEsBAhQAFAAAAAgAh07iQDNKbzh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  <w:lang w:eastAsia="zh-CN"/>
                        </w:rPr>
                        <w:t>实习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468630</wp:posOffset>
                </wp:positionV>
                <wp:extent cx="99060" cy="171450"/>
                <wp:effectExtent l="0" t="0" r="0" b="0"/>
                <wp:wrapNone/>
                <wp:docPr id="32" name="Freef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714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8875" y="0"/>
                            </a:cxn>
                            <a:cxn ang="0">
                              <a:pos x="58875" y="0"/>
                            </a:cxn>
                            <a:cxn ang="0">
                              <a:pos x="10884" y="0"/>
                            </a:cxn>
                            <a:cxn ang="0">
                              <a:pos x="0" y="10883"/>
                            </a:cxn>
                            <a:cxn ang="0">
                              <a:pos x="0" y="107356"/>
                            </a:cxn>
                            <a:cxn ang="0">
                              <a:pos x="10884" y="120714"/>
                            </a:cxn>
                            <a:cxn ang="0">
                              <a:pos x="58875" y="120714"/>
                            </a:cxn>
                            <a:cxn ang="0">
                              <a:pos x="69759" y="107356"/>
                            </a:cxn>
                            <a:cxn ang="0">
                              <a:pos x="69759" y="10883"/>
                            </a:cxn>
                            <a:cxn ang="0">
                              <a:pos x="58875" y="0"/>
                            </a:cxn>
                            <a:cxn ang="0">
                              <a:pos x="34880" y="113788"/>
                            </a:cxn>
                            <a:cxn ang="0">
                              <a:pos x="34880" y="113788"/>
                            </a:cxn>
                            <a:cxn ang="0">
                              <a:pos x="26221" y="109583"/>
                            </a:cxn>
                            <a:cxn ang="0">
                              <a:pos x="34880" y="102904"/>
                            </a:cxn>
                            <a:cxn ang="0">
                              <a:pos x="43537" y="109583"/>
                            </a:cxn>
                            <a:cxn ang="0">
                              <a:pos x="34880" y="113788"/>
                            </a:cxn>
                            <a:cxn ang="0">
                              <a:pos x="61101" y="96472"/>
                            </a:cxn>
                            <a:cxn ang="0">
                              <a:pos x="61101" y="96472"/>
                            </a:cxn>
                            <a:cxn ang="0">
                              <a:pos x="8658" y="96472"/>
                            </a:cxn>
                            <a:cxn ang="0">
                              <a:pos x="8658" y="15336"/>
                            </a:cxn>
                            <a:cxn ang="0">
                              <a:pos x="61101" y="15336"/>
                            </a:cxn>
                            <a:cxn ang="0">
                              <a:pos x="61101" y="96472"/>
                            </a:cxn>
                          </a:cxnLst>
                          <a:pathLst>
                            <a:path w="283" h="489">
                              <a:moveTo>
                                <a:pt x="238" y="0"/>
                              </a:moveTo>
                              <a:lnTo>
                                <a:pt x="238" y="0"/>
                              </a:lnTo>
                              <a:cubicBezTo>
                                <a:pt x="44" y="0"/>
                                <a:pt x="44" y="0"/>
                                <a:pt x="44" y="0"/>
                              </a:cubicBezTo>
                              <a:cubicBezTo>
                                <a:pt x="17" y="0"/>
                                <a:pt x="0" y="18"/>
                                <a:pt x="0" y="44"/>
                              </a:cubicBezTo>
                              <a:cubicBezTo>
                                <a:pt x="0" y="434"/>
                                <a:pt x="0" y="434"/>
                                <a:pt x="0" y="434"/>
                              </a:cubicBezTo>
                              <a:cubicBezTo>
                                <a:pt x="0" y="460"/>
                                <a:pt x="17" y="488"/>
                                <a:pt x="44" y="488"/>
                              </a:cubicBezTo>
                              <a:cubicBezTo>
                                <a:pt x="238" y="488"/>
                                <a:pt x="238" y="488"/>
                                <a:pt x="238" y="488"/>
                              </a:cubicBezTo>
                              <a:cubicBezTo>
                                <a:pt x="265" y="488"/>
                                <a:pt x="282" y="460"/>
                                <a:pt x="282" y="434"/>
                              </a:cubicBezTo>
                              <a:cubicBezTo>
                                <a:pt x="282" y="44"/>
                                <a:pt x="282" y="44"/>
                                <a:pt x="282" y="44"/>
                              </a:cubicBezTo>
                              <a:cubicBezTo>
                                <a:pt x="282" y="18"/>
                                <a:pt x="265" y="0"/>
                                <a:pt x="238" y="0"/>
                              </a:cubicBezTo>
                              <a:close/>
                              <a:moveTo>
                                <a:pt x="141" y="460"/>
                              </a:moveTo>
                              <a:lnTo>
                                <a:pt x="141" y="460"/>
                              </a:lnTo>
                              <a:cubicBezTo>
                                <a:pt x="123" y="460"/>
                                <a:pt x="106" y="451"/>
                                <a:pt x="106" y="443"/>
                              </a:cubicBezTo>
                              <a:cubicBezTo>
                                <a:pt x="106" y="425"/>
                                <a:pt x="123" y="416"/>
                                <a:pt x="141" y="416"/>
                              </a:cubicBezTo>
                              <a:cubicBezTo>
                                <a:pt x="159" y="416"/>
                                <a:pt x="176" y="425"/>
                                <a:pt x="176" y="443"/>
                              </a:cubicBezTo>
                              <a:cubicBezTo>
                                <a:pt x="176" y="451"/>
                                <a:pt x="159" y="460"/>
                                <a:pt x="141" y="460"/>
                              </a:cubicBezTo>
                              <a:close/>
                              <a:moveTo>
                                <a:pt x="247" y="390"/>
                              </a:moveTo>
                              <a:lnTo>
                                <a:pt x="247" y="390"/>
                              </a:lnTo>
                              <a:cubicBezTo>
                                <a:pt x="35" y="390"/>
                                <a:pt x="35" y="390"/>
                                <a:pt x="35" y="390"/>
                              </a:cubicBezTo>
                              <a:cubicBezTo>
                                <a:pt x="35" y="62"/>
                                <a:pt x="35" y="62"/>
                                <a:pt x="35" y="62"/>
                              </a:cubicBezTo>
                              <a:cubicBezTo>
                                <a:pt x="247" y="62"/>
                                <a:pt x="247" y="62"/>
                                <a:pt x="247" y="62"/>
                              </a:cubicBezTo>
                              <a:lnTo>
                                <a:pt x="247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none" lIns="36162" tIns="18081" rIns="36162" bIns="18081" anchor="ctr" upright="1"/>
                    </wps:wsp>
                  </a:graphicData>
                </a:graphic>
              </wp:anchor>
            </w:drawing>
          </mc:Choice>
          <mc:Fallback>
            <w:pict>
              <v:shape id="Freeform 76" o:spid="_x0000_s1026" o:spt="100" style="position:absolute;left:0pt;margin-left:181.25pt;margin-top:36.9pt;height:13.5pt;width:7.8pt;mso-wrap-style:none;z-index:251686912;v-text-anchor:middle;mso-width-relative:page;mso-height-relative:page;" fillcolor="#FFFFFF" filled="t" stroked="f" coordsize="283,489" o:gfxdata="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" path="m238,0l238,0c44,0,44,0,44,0c17,0,0,18,0,44c0,434,0,434,0,434c0,460,17,488,44,488c238,488,238,488,238,488c265,488,282,460,282,434c282,44,282,44,282,44c282,18,265,0,238,0xm141,460l141,460c123,460,106,451,106,443c106,425,123,416,141,416c159,416,176,425,176,443c176,451,159,460,141,460xm247,390l247,390c35,390,35,390,35,390c35,62,35,62,35,62c247,62,247,62,247,62l247,390xe">
                <v:path o:connectlocs="58875,0;58875,0;10884,0;0,10883;0,107356;10884,120714;58875,120714;69759,107356;69759,10883;58875,0;34880,113788;34880,113788;26221,109583;34880,102904;43537,109583;34880,113788;61101,96472;61101,96472;8658,96472;8658,15336;61101,15336;61101,96472" o:connectangles="0,0,0,0,0,0,0,0,0,0,0,0,0,0,0,0,0,0,0,0,0,0"/>
                <v:fill on="t" focussize="0,0"/>
                <v:stroke on="f"/>
                <v:imagedata o:title=""/>
                <o:lock v:ext="edit" aspectratio="f"/>
                <v:textbox inset="1.0045mm,0.50225mm,1.0045mm,0.50225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932815</wp:posOffset>
                </wp:positionV>
                <wp:extent cx="160020" cy="99060"/>
                <wp:effectExtent l="0" t="0" r="0" b="0"/>
                <wp:wrapNone/>
                <wp:docPr id="33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990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38" y="6668"/>
                            </a:cxn>
                            <a:cxn ang="0">
                              <a:pos x="4438" y="6668"/>
                            </a:cxn>
                            <a:cxn ang="0">
                              <a:pos x="50058" y="30870"/>
                            </a:cxn>
                            <a:cxn ang="0">
                              <a:pos x="56963" y="32846"/>
                            </a:cxn>
                            <a:cxn ang="0">
                              <a:pos x="61155" y="30870"/>
                            </a:cxn>
                            <a:cxn ang="0">
                              <a:pos x="107022" y="6668"/>
                            </a:cxn>
                            <a:cxn ang="0">
                              <a:pos x="109241" y="0"/>
                            </a:cxn>
                            <a:cxn ang="0">
                              <a:pos x="4438" y="0"/>
                            </a:cxn>
                            <a:cxn ang="0">
                              <a:pos x="4438" y="6668"/>
                            </a:cxn>
                            <a:cxn ang="0">
                              <a:pos x="109241" y="19757"/>
                            </a:cxn>
                            <a:cxn ang="0">
                              <a:pos x="109241" y="19757"/>
                            </a:cxn>
                            <a:cxn ang="0">
                              <a:pos x="61155" y="43959"/>
                            </a:cxn>
                            <a:cxn ang="0">
                              <a:pos x="56963" y="43959"/>
                            </a:cxn>
                            <a:cxn ang="0">
                              <a:pos x="50058" y="43959"/>
                            </a:cxn>
                            <a:cxn ang="0">
                              <a:pos x="4438" y="19757"/>
                            </a:cxn>
                            <a:cxn ang="0">
                              <a:pos x="2219" y="19757"/>
                            </a:cxn>
                            <a:cxn ang="0">
                              <a:pos x="2219" y="65692"/>
                            </a:cxn>
                            <a:cxn ang="0">
                              <a:pos x="8630" y="70138"/>
                            </a:cxn>
                            <a:cxn ang="0">
                              <a:pos x="104803" y="70138"/>
                            </a:cxn>
                            <a:cxn ang="0">
                              <a:pos x="111461" y="65692"/>
                            </a:cxn>
                            <a:cxn ang="0">
                              <a:pos x="111461" y="19757"/>
                            </a:cxn>
                            <a:cxn ang="0">
                              <a:pos x="109241" y="19757"/>
                            </a:cxn>
                          </a:cxnLst>
                          <a:pathLst>
                            <a:path w="461" h="285">
                              <a:moveTo>
                                <a:pt x="18" y="27"/>
                              </a:moveTo>
                              <a:lnTo>
                                <a:pt x="18" y="27"/>
                              </a:lnTo>
                              <a:cubicBezTo>
                                <a:pt x="35" y="35"/>
                                <a:pt x="203" y="125"/>
                                <a:pt x="203" y="125"/>
                              </a:cubicBezTo>
                              <a:cubicBezTo>
                                <a:pt x="212" y="133"/>
                                <a:pt x="221" y="133"/>
                                <a:pt x="231" y="133"/>
                              </a:cubicBezTo>
                              <a:cubicBezTo>
                                <a:pt x="239" y="133"/>
                                <a:pt x="248" y="133"/>
                                <a:pt x="248" y="125"/>
                              </a:cubicBezTo>
                              <a:cubicBezTo>
                                <a:pt x="256" y="125"/>
                                <a:pt x="425" y="35"/>
                                <a:pt x="434" y="27"/>
                              </a:cubicBezTo>
                              <a:cubicBezTo>
                                <a:pt x="452" y="18"/>
                                <a:pt x="460" y="0"/>
                                <a:pt x="443" y="0"/>
                              </a:cubicBezTo>
                              <a:cubicBezTo>
                                <a:pt x="18" y="0"/>
                                <a:pt x="18" y="0"/>
                                <a:pt x="18" y="0"/>
                              </a:cubicBezTo>
                              <a:cubicBezTo>
                                <a:pt x="0" y="0"/>
                                <a:pt x="9" y="18"/>
                                <a:pt x="18" y="27"/>
                              </a:cubicBezTo>
                              <a:close/>
                              <a:moveTo>
                                <a:pt x="443" y="80"/>
                              </a:moveTo>
                              <a:lnTo>
                                <a:pt x="443" y="80"/>
                              </a:lnTo>
                              <a:cubicBezTo>
                                <a:pt x="434" y="80"/>
                                <a:pt x="256" y="169"/>
                                <a:pt x="248" y="178"/>
                              </a:cubicBezTo>
                              <a:cubicBezTo>
                                <a:pt x="248" y="178"/>
                                <a:pt x="239" y="178"/>
                                <a:pt x="231" y="178"/>
                              </a:cubicBezTo>
                              <a:cubicBezTo>
                                <a:pt x="221" y="178"/>
                                <a:pt x="212" y="178"/>
                                <a:pt x="203" y="178"/>
                              </a:cubicBezTo>
                              <a:cubicBezTo>
                                <a:pt x="194" y="169"/>
                                <a:pt x="27" y="80"/>
                                <a:pt x="18" y="80"/>
                              </a:cubicBezTo>
                              <a:cubicBezTo>
                                <a:pt x="9" y="72"/>
                                <a:pt x="9" y="80"/>
                                <a:pt x="9" y="80"/>
                              </a:cubicBezTo>
                              <a:cubicBezTo>
                                <a:pt x="9" y="88"/>
                                <a:pt x="9" y="266"/>
                                <a:pt x="9" y="266"/>
                              </a:cubicBezTo>
                              <a:cubicBezTo>
                                <a:pt x="9" y="275"/>
                                <a:pt x="18" y="284"/>
                                <a:pt x="35" y="284"/>
                              </a:cubicBezTo>
                              <a:cubicBezTo>
                                <a:pt x="425" y="284"/>
                                <a:pt x="425" y="284"/>
                                <a:pt x="425" y="284"/>
                              </a:cubicBezTo>
                              <a:cubicBezTo>
                                <a:pt x="443" y="284"/>
                                <a:pt x="452" y="275"/>
                                <a:pt x="452" y="266"/>
                              </a:cubicBezTo>
                              <a:cubicBezTo>
                                <a:pt x="452" y="266"/>
                                <a:pt x="452" y="88"/>
                                <a:pt x="452" y="80"/>
                              </a:cubicBezTo>
                              <a:cubicBezTo>
                                <a:pt x="452" y="80"/>
                                <a:pt x="452" y="72"/>
                                <a:pt x="443" y="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none" lIns="36162" tIns="18081" rIns="36162" bIns="18081" anchor="ctr" upright="1"/>
                    </wps:wsp>
                  </a:graphicData>
                </a:graphic>
              </wp:anchor>
            </w:drawing>
          </mc:Choice>
          <mc:Fallback>
            <w:pict>
              <v:shape id="Freeform 51" o:spid="_x0000_s1026" o:spt="100" style="position:absolute;left:0pt;margin-left:178.8pt;margin-top:73.45pt;height:7.8pt;width:12.6pt;mso-wrap-style:none;z-index:251687936;v-text-anchor:middle;mso-width-relative:page;mso-height-relative:page;" fillcolor="#FFFFFF" filled="t" stroked="f" coordsize="461,285" o:gfxdata="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AAAAAGRycy9QSwECFAAUAAAACACH&#10;TuJAr1W/A9sAAAALAQAADwAAAAAAAAABACAAAAAiAAAAZHJzL2Rvd25yZXYueG1sUEsBAhQAFAAA&#10;AAgAh07iQEYpXg0mBAAAxg8AAA4AAAAAAAAAAQAgAAAAKgEAAGRycy9lMm9Eb2MueG1sUEsFBgAA&#10;AAAGAAYAWQEAAMIHAAAAAA==&#10;" path="m18,27l18,27c35,35,203,125,203,125c212,133,221,133,231,133c239,133,248,133,248,125c256,125,425,35,434,27c452,18,460,0,443,0c18,0,18,0,18,0c0,0,9,18,18,27xm443,80l443,80c434,80,256,169,248,178c248,178,239,178,231,178c221,178,212,178,203,178c194,169,27,80,18,80c9,72,9,80,9,80c9,88,9,266,9,266c9,275,18,284,35,284c425,284,425,284,425,284c443,284,452,275,452,266c452,266,452,88,452,80c452,80,452,72,443,80xe">
                <v:path o:connectlocs="4438,6668;4438,6668;50058,30870;56963,32846;61155,30870;107022,6668;109241,0;4438,0;4438,6668;109241,19757;109241,19757;61155,43959;56963,43959;50058,43959;4438,19757;2219,19757;2219,65692;8630,70138;104803,70138;111461,65692;111461,19757;109241,19757" o:connectangles="0,0,0,0,0,0,0,0,0,0,0,0,0,0,0,0,0,0,0,0,0,0"/>
                <v:fill on="t" focussize="0,0"/>
                <v:stroke on="f"/>
                <v:imagedata o:title=""/>
                <o:lock v:ext="edit" aspectratio="f"/>
                <v:textbox inset="1.0045mm,0.50225mm,1.0045mm,0.5022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8074025</wp:posOffset>
                </wp:positionV>
                <wp:extent cx="935355" cy="38735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  <w:t>自我介绍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1pt;margin-top:635.75pt;height:30.5pt;width:73.65pt;z-index:251667456;mso-width-relative:page;mso-height-relative:page;" filled="f" stroked="f" coordsize="21600,21600" o:gfxdata="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fQ2NTdAAAADQEAAA8AAAAAAAAAAQAg&#10;AAAAIgAAAGRycy9kb3ducmV2LnhtbFBLAQIUABQAAAAIAIdO4kCj+dSdQgIAAHUEAAAOAAAAAAAA&#10;AAEAIAAAACw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  <w:t>自我介绍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5505450</wp:posOffset>
                </wp:positionV>
                <wp:extent cx="935355" cy="387350"/>
                <wp:effectExtent l="0" t="0" r="0" b="0"/>
                <wp:wrapNone/>
                <wp:docPr id="30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FFFFF"/>
                                <w:sz w:val="26"/>
                                <w:szCs w:val="26"/>
                                <w:lang w:eastAsia="zh-CN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" o:spid="_x0000_s1026" o:spt="202" type="#_x0000_t202" style="position:absolute;left:0pt;margin-left:-23.1pt;margin-top:433.5pt;height:30.5pt;width:73.65pt;z-index:251684864;mso-width-relative:page;mso-height-relative:page;" filled="f" stroked="f" coordsize="21600,21600" o:gfxdata="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/8tB2wAAAAsBAAAPAAAAAAAAAAEAIAAA&#10;ACIAAABkcnMvZG93bnJldi54bWxQSwECFAAUAAAACACHTuJA1E0wU0ICAAB1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FFFFF"/>
                          <w:sz w:val="26"/>
                          <w:szCs w:val="26"/>
                          <w:lang w:eastAsia="zh-CN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416560</wp:posOffset>
                </wp:positionV>
                <wp:extent cx="295910" cy="720725"/>
                <wp:effectExtent l="0" t="0" r="0" b="0"/>
                <wp:wrapNone/>
                <wp:docPr id="17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720725"/>
                          <a:chOff x="15132" y="3819"/>
                          <a:chExt cx="466" cy="1135"/>
                        </a:xfrm>
                      </wpg:grpSpPr>
                      <wps:wsp>
                        <wps:cNvPr id="15" name="圆角矩形 85"/>
                        <wps:cNvSpPr/>
                        <wps:spPr>
                          <a:xfrm>
                            <a:off x="15132" y="4500"/>
                            <a:ext cx="454" cy="4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17375E"/>
                          </a:solidFill>
                          <a:ln w="12700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anchor="ctr" upright="1"/>
                      </wps:wsp>
                      <wps:wsp>
                        <wps:cNvPr id="16" name="圆角矩形 87"/>
                        <wps:cNvSpPr/>
                        <wps:spPr>
                          <a:xfrm>
                            <a:off x="15144" y="3819"/>
                            <a:ext cx="454" cy="4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17375E"/>
                          </a:solidFill>
                          <a:ln w="12700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3" o:spid="_x0000_s1026" o:spt="203" style="position:absolute;left:0pt;margin-left:173.5pt;margin-top:32.8pt;height:56.75pt;width:23.3pt;z-index:251676672;mso-width-relative:page;mso-height-relative:page;" coordorigin="15132,3819" coordsize="466,1135" o:gfxdata="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8qJ9K2gAAAAoBAAAPAAAAAAAAAAEAIAAAACIAAABkcnMvZG93bnJldi54bWxQSwECFAAUAAAA&#10;CACHTuJAVmtgoZcCAAD8BgAADgAAAAAAAAABACAAAAApAQAAZHJzL2Uyb0RvYy54bWxQSwUGAAAA&#10;AAYABgBZAQAAMgYAAAAA&#10;">
                <o:lock v:ext="edit" aspectratio="f"/>
                <v:roundrect id="圆角矩形 85" o:spid="_x0000_s1026" o:spt="2" style="position:absolute;left:15132;top:4500;height:454;width:454;v-text-anchor:middle;" fillcolor="#17375E" filled="t" stroked="f" coordsize="21600,21600" arcsize="0.166666666666667" o:gfxdata="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mWEO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  <v:roundrect id="圆角矩形 87" o:spid="_x0000_s1026" o:spt="2" style="position:absolute;left:15144;top:3819;height:454;width:454;v-text-anchor:middle;" fillcolor="#17375E" filled="t" stroked="f" coordsize="21600,21600" arcsize="0.166666666666667" o:gfxdata="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FtMY0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1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6843395</wp:posOffset>
                </wp:positionV>
                <wp:extent cx="6576695" cy="251460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95" cy="251460"/>
                          <a:chOff x="0" y="0"/>
                          <a:chExt cx="6576640" cy="251488"/>
                        </a:xfrm>
                        <a:effectLst/>
                      </wpg:grpSpPr>
                      <wps:wsp>
                        <wps:cNvPr id="44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8.9pt;margin-top:538.85pt;height:19.8pt;width:517.85pt;z-index:251661312;mso-width-relative:page;mso-height-relative:page;" coordsize="6576640,251488" o:gfxdata="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7kecib4AAADb&#10;AAAADwAAAGRycy9kb3ducmV2LnhtbEWPT2sCMRTE7wW/Q3gFL0WzihTdbtaDUvEg2Lrd+2Pzurt0&#10;8xKS1D/f3giFHoeZ+Q1TrK9mEGfyobesYDbNQBA3VvfcKviq3idLECEiaxwsk4IbBViXo6cCc20v&#10;/EnnU2xFgnDIUUEXo8ulDE1HBsPUOuLkfVtvMCbpW6k9XhLcDHKeZa/SYM9poUNHm46an9OvUdCQ&#10;3+xW9fLl4CpTH+ft1tUflVLj51n2BiLSNf6H/9p7rWCxgMeX9ANk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ecib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TorvSbcAAADb&#10;AAAADwAAAGRycy9kb3ducmV2LnhtbEWPSwvCMBCE74L/IazgTdOKL6rRgyB4UnzgeWnWtthsSpO2&#10;+u+NIHgcZuYbZr19mVK0VLvCsoJ4HIEgTq0uOFNwu+5HSxDOI2ssLZOCNznYbvq9NSbadnym9uIz&#10;ESDsElSQe18lUro0J4NubCvi4D1sbdAHWWdS19gFuCnlJIrm0mDBYSHHinY5pc9LYxRc5/K+605N&#10;S0fbZO82PuJCk1LDQRytQHh6+X/41z5oBdMZfL+EHyA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iu9J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1753235</wp:posOffset>
                </wp:positionV>
                <wp:extent cx="6576060" cy="25146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060" cy="251460"/>
                          <a:chOff x="0" y="0"/>
                          <a:chExt cx="6576640" cy="251488"/>
                        </a:xfrm>
                        <a:effectLst/>
                      </wpg:grpSpPr>
                      <wps:wsp>
                        <wps:cNvPr id="36" name="任意多边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任意多边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8.95pt;margin-top:138.05pt;height:19.8pt;width:517.8pt;z-index:251663360;mso-width-relative:page;mso-height-relative:page;" coordsize="6576640,251488" o:gfxdata="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">
                <o:lock v:ext="edit" aspectratio="f"/>
                <v:shape id="_x0000_s1026" o:spid="_x0000_s1026" o:spt="100" style="position:absolute;left:0;top:0;height:250825;width:1590675;v-text-anchor:middle;" fillcolor="#44546B" filled="t" stroked="f" coordsize="1590950,251063" o:gfxdata="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/UGL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00" style="position:absolute;left:1614115;top:198783;height:52705;width:4962525;v-text-anchor:middle;" fillcolor="#44546B" filled="t" stroked="f" coordsize="4962525,52705" o:gfxdata="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EqfY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-172720</wp:posOffset>
            </wp:positionV>
            <wp:extent cx="1049655" cy="1473835"/>
            <wp:effectExtent l="0" t="0" r="0" b="0"/>
            <wp:wrapNone/>
            <wp:docPr id="31" name="图片 1" descr="E:\临时桌面\word兼职素材\2.稻壳文档\简历头像\用于长方形头像99x139\10.jpg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E:\临时桌面\word兼职素材\2.稻壳文档\简历头像\用于长方形头像99x139\10.jpg10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14738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FFFF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410845</wp:posOffset>
                </wp:positionV>
                <wp:extent cx="4131945" cy="807720"/>
                <wp:effectExtent l="0" t="0" r="0" b="0"/>
                <wp:wrapNone/>
                <wp:docPr id="20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7010" y="1087120"/>
                          <a:ext cx="4131945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afterLines="100" w:line="0" w:lineRule="atLeast"/>
                              <w:ind w:left="0" w:leftChars="0" w:right="0" w:rightChars="0" w:firstLine="22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eastAsia="zh-CN"/>
                              </w:rPr>
                              <w:t>生日：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 xml:space="preserve">1995.05                    手机：12345678910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afterLines="100" w:line="0" w:lineRule="atLeast"/>
                              <w:ind w:left="0" w:leftChars="0" w:right="0" w:rightChars="0" w:firstLine="22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现居：上海市浦东                  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instrText xml:space="preserve"> HYPERLINK "mailto:123456@qq.com"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docer@qq.com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fldChar w:fldCharType="end"/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4.25pt;margin-top:32.35pt;height:63.6pt;width:325.35pt;z-index:251672576;mso-width-relative:page;mso-height-relative:page;" filled="f" stroked="f" coordsize="21600,21600" o:gfxdata="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te+1F2QAAAAgB&#10;AAAPAAAAAAAAAAEAIAAAACIAAABkcnMvZG93bnJldi54bWxQSwECFAAUAAAACACHTuJA4LZE0FMC&#10;AACOBAAADgAAAAAAAAABACAAAAAo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afterLines="100" w:line="0" w:lineRule="atLeast"/>
                        <w:ind w:left="0" w:leftChars="0" w:right="0" w:rightChars="0" w:firstLine="22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eastAsia="zh-CN"/>
                        </w:rPr>
                        <w:t>生日：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t xml:space="preserve">1995.05                    手机：12345678910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afterLines="100" w:line="0" w:lineRule="atLeast"/>
                        <w:ind w:left="0" w:leftChars="0" w:right="0" w:rightChars="0" w:firstLine="22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t>现居：上海市浦东                  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instrText xml:space="preserve"> HYPERLINK "mailto:123456@qq.com"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t>docer@qq.com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u w:val="none"/>
                          <w:lang w:val="en-US" w:eastAsia="zh-CN"/>
                        </w:rPr>
                        <w:fldChar w:fldCharType="end"/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427355</wp:posOffset>
                </wp:positionV>
                <wp:extent cx="288290" cy="288290"/>
                <wp:effectExtent l="0" t="0" r="0" b="0"/>
                <wp:wrapNone/>
                <wp:docPr id="7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75E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82" o:spid="_x0000_s1026" o:spt="2" style="position:absolute;left:0pt;margin-left:-9.7pt;margin-top:33.65pt;height:22.7pt;width:22.7pt;z-index:251674624;v-text-anchor:middle;mso-width-relative:page;mso-height-relative:page;" fillcolor="#17375E" filled="t" stroked="f" coordsize="21600,21600" arcsize="0.166666666666667" o:gfxdata="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I6lS3VAAAACQEAAA8AAAAAAAAAAQAgAAAAIgAAAGRycy9kb3ducmV2LnhtbFBL&#10;AQIUABQAAAAIAIdO4kB7WEcU+QEAAMcDAAAOAAAAAAAAAAEAIAAAACQBAABkcnMvZTJvRG9jLnht&#10;bFBLBQYAAAAABgAGAFkBAACPBQAAAAA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480060</wp:posOffset>
                </wp:positionV>
                <wp:extent cx="2520950" cy="617855"/>
                <wp:effectExtent l="0" t="0" r="0" b="0"/>
                <wp:wrapNone/>
                <wp:docPr id="14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950" cy="617855"/>
                          <a:chOff x="2329" y="1950"/>
                          <a:chExt cx="3970" cy="973"/>
                        </a:xfrm>
                      </wpg:grpSpPr>
                      <wps:wsp>
                        <wps:cNvPr id="8" name="Freeform 51"/>
                        <wps:cNvSpPr/>
                        <wps:spPr>
                          <a:xfrm>
                            <a:off x="6050" y="2677"/>
                            <a:ext cx="249" cy="15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85" y="6625"/>
                              </a:cxn>
                              <a:cxn ang="0">
                                <a:pos x="4385" y="6625"/>
                              </a:cxn>
                              <a:cxn ang="0">
                                <a:pos x="49462" y="30672"/>
                              </a:cxn>
                              <a:cxn ang="0">
                                <a:pos x="56285" y="32635"/>
                              </a:cxn>
                              <a:cxn ang="0">
                                <a:pos x="60427" y="30672"/>
                              </a:cxn>
                              <a:cxn ang="0">
                                <a:pos x="105748" y="6625"/>
                              </a:cxn>
                              <a:cxn ang="0">
                                <a:pos x="107941" y="0"/>
                              </a:cxn>
                              <a:cxn ang="0">
                                <a:pos x="4385" y="0"/>
                              </a:cxn>
                              <a:cxn ang="0">
                                <a:pos x="4385" y="6625"/>
                              </a:cxn>
                              <a:cxn ang="0">
                                <a:pos x="107941" y="19630"/>
                              </a:cxn>
                              <a:cxn ang="0">
                                <a:pos x="107941" y="19630"/>
                              </a:cxn>
                              <a:cxn ang="0">
                                <a:pos x="60427" y="43677"/>
                              </a:cxn>
                              <a:cxn ang="0">
                                <a:pos x="56285" y="43677"/>
                              </a:cxn>
                              <a:cxn ang="0">
                                <a:pos x="49462" y="43677"/>
                              </a:cxn>
                              <a:cxn ang="0">
                                <a:pos x="4385" y="19630"/>
                              </a:cxn>
                              <a:cxn ang="0">
                                <a:pos x="2192" y="19630"/>
                              </a:cxn>
                              <a:cxn ang="0">
                                <a:pos x="2192" y="65271"/>
                              </a:cxn>
                              <a:cxn ang="0">
                                <a:pos x="8528" y="69688"/>
                              </a:cxn>
                              <a:cxn ang="0">
                                <a:pos x="103555" y="69688"/>
                              </a:cxn>
                              <a:cxn ang="0">
                                <a:pos x="110134" y="65271"/>
                              </a:cxn>
                              <a:cxn ang="0">
                                <a:pos x="110134" y="19630"/>
                              </a:cxn>
                              <a:cxn ang="0">
                                <a:pos x="107941" y="19630"/>
                              </a:cxn>
                            </a:cxnLst>
                            <a:pathLst>
                              <a:path w="461" h="285">
                                <a:moveTo>
                                  <a:pt x="18" y="27"/>
                                </a:moveTo>
                                <a:lnTo>
                                  <a:pt x="18" y="27"/>
                                </a:lnTo>
                                <a:cubicBezTo>
                                  <a:pt x="35" y="35"/>
                                  <a:pt x="203" y="125"/>
                                  <a:pt x="203" y="125"/>
                                </a:cubicBezTo>
                                <a:cubicBezTo>
                                  <a:pt x="212" y="133"/>
                                  <a:pt x="221" y="133"/>
                                  <a:pt x="231" y="133"/>
                                </a:cubicBezTo>
                                <a:cubicBezTo>
                                  <a:pt x="239" y="133"/>
                                  <a:pt x="248" y="133"/>
                                  <a:pt x="248" y="125"/>
                                </a:cubicBezTo>
                                <a:cubicBezTo>
                                  <a:pt x="256" y="125"/>
                                  <a:pt x="425" y="35"/>
                                  <a:pt x="434" y="27"/>
                                </a:cubicBezTo>
                                <a:cubicBezTo>
                                  <a:pt x="452" y="18"/>
                                  <a:pt x="460" y="0"/>
                                  <a:pt x="443" y="0"/>
                                </a:cubicBezTo>
                                <a:cubicBezTo>
                                  <a:pt x="18" y="0"/>
                                  <a:pt x="18" y="0"/>
                                  <a:pt x="18" y="0"/>
                                </a:cubicBezTo>
                                <a:cubicBezTo>
                                  <a:pt x="0" y="0"/>
                                  <a:pt x="9" y="18"/>
                                  <a:pt x="18" y="27"/>
                                </a:cubicBezTo>
                                <a:close/>
                                <a:moveTo>
                                  <a:pt x="443" y="80"/>
                                </a:moveTo>
                                <a:lnTo>
                                  <a:pt x="443" y="80"/>
                                </a:lnTo>
                                <a:cubicBezTo>
                                  <a:pt x="434" y="80"/>
                                  <a:pt x="256" y="169"/>
                                  <a:pt x="248" y="178"/>
                                </a:cubicBezTo>
                                <a:cubicBezTo>
                                  <a:pt x="248" y="178"/>
                                  <a:pt x="239" y="178"/>
                                  <a:pt x="231" y="178"/>
                                </a:cubicBezTo>
                                <a:cubicBezTo>
                                  <a:pt x="221" y="178"/>
                                  <a:pt x="212" y="178"/>
                                  <a:pt x="203" y="178"/>
                                </a:cubicBezTo>
                                <a:cubicBezTo>
                                  <a:pt x="194" y="169"/>
                                  <a:pt x="27" y="80"/>
                                  <a:pt x="18" y="80"/>
                                </a:cubicBezTo>
                                <a:cubicBezTo>
                                  <a:pt x="9" y="72"/>
                                  <a:pt x="9" y="80"/>
                                  <a:pt x="9" y="80"/>
                                </a:cubicBezTo>
                                <a:cubicBezTo>
                                  <a:pt x="9" y="88"/>
                                  <a:pt x="9" y="266"/>
                                  <a:pt x="9" y="266"/>
                                </a:cubicBezTo>
                                <a:cubicBezTo>
                                  <a:pt x="9" y="275"/>
                                  <a:pt x="18" y="284"/>
                                  <a:pt x="35" y="284"/>
                                </a:cubicBezTo>
                                <a:cubicBezTo>
                                  <a:pt x="425" y="284"/>
                                  <a:pt x="425" y="284"/>
                                  <a:pt x="425" y="284"/>
                                </a:cubicBezTo>
                                <a:cubicBezTo>
                                  <a:pt x="443" y="284"/>
                                  <a:pt x="452" y="275"/>
                                  <a:pt x="452" y="266"/>
                                </a:cubicBezTo>
                                <a:cubicBezTo>
                                  <a:pt x="452" y="266"/>
                                  <a:pt x="452" y="88"/>
                                  <a:pt x="452" y="80"/>
                                </a:cubicBezTo>
                                <a:cubicBezTo>
                                  <a:pt x="452" y="80"/>
                                  <a:pt x="452" y="72"/>
                                  <a:pt x="443" y="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none" lIns="36162" tIns="18081" rIns="36162" bIns="18081" anchor="ctr" upright="1"/>
                      </wps:wsp>
                      <wps:wsp>
                        <wps:cNvPr id="9" name="Freeform 2"/>
                        <wps:cNvSpPr/>
                        <wps:spPr>
                          <a:xfrm>
                            <a:off x="2377" y="2652"/>
                            <a:ext cx="166" cy="2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190" y="0"/>
                              </a:cxn>
                              <a:cxn ang="0">
                                <a:pos x="37190" y="0"/>
                              </a:cxn>
                              <a:cxn ang="0">
                                <a:pos x="0" y="37979"/>
                              </a:cxn>
                              <a:cxn ang="0">
                                <a:pos x="37190" y="121231"/>
                              </a:cxn>
                              <a:cxn ang="0">
                                <a:pos x="73786" y="37979"/>
                              </a:cxn>
                              <a:cxn ang="0">
                                <a:pos x="37190" y="0"/>
                              </a:cxn>
                              <a:cxn ang="0">
                                <a:pos x="37190" y="59552"/>
                              </a:cxn>
                              <a:cxn ang="0">
                                <a:pos x="37190" y="59552"/>
                              </a:cxn>
                              <a:cxn ang="0">
                                <a:pos x="15768" y="37979"/>
                              </a:cxn>
                              <a:cxn ang="0">
                                <a:pos x="37190" y="16407"/>
                              </a:cxn>
                              <a:cxn ang="0">
                                <a:pos x="58017" y="37979"/>
                              </a:cxn>
                              <a:cxn ang="0">
                                <a:pos x="37190" y="59552"/>
                              </a:cxn>
                            </a:cxnLst>
                            <a:pathLst>
                              <a:path w="249" h="400">
                                <a:moveTo>
                                  <a:pt x="125" y="0"/>
                                </a:moveTo>
                                <a:lnTo>
                                  <a:pt x="125" y="0"/>
                                </a:lnTo>
                                <a:cubicBezTo>
                                  <a:pt x="53" y="0"/>
                                  <a:pt x="0" y="54"/>
                                  <a:pt x="0" y="125"/>
                                </a:cubicBezTo>
                                <a:cubicBezTo>
                                  <a:pt x="0" y="240"/>
                                  <a:pt x="125" y="399"/>
                                  <a:pt x="125" y="399"/>
                                </a:cubicBezTo>
                                <a:cubicBezTo>
                                  <a:pt x="125" y="399"/>
                                  <a:pt x="248" y="240"/>
                                  <a:pt x="248" y="125"/>
                                </a:cubicBezTo>
                                <a:cubicBezTo>
                                  <a:pt x="248" y="54"/>
                                  <a:pt x="195" y="0"/>
                                  <a:pt x="125" y="0"/>
                                </a:cubicBezTo>
                                <a:close/>
                                <a:moveTo>
                                  <a:pt x="125" y="196"/>
                                </a:moveTo>
                                <a:lnTo>
                                  <a:pt x="125" y="196"/>
                                </a:lnTo>
                                <a:cubicBezTo>
                                  <a:pt x="88" y="196"/>
                                  <a:pt x="53" y="160"/>
                                  <a:pt x="53" y="125"/>
                                </a:cubicBezTo>
                                <a:cubicBezTo>
                                  <a:pt x="53" y="89"/>
                                  <a:pt x="88" y="54"/>
                                  <a:pt x="125" y="54"/>
                                </a:cubicBezTo>
                                <a:cubicBezTo>
                                  <a:pt x="159" y="54"/>
                                  <a:pt x="195" y="89"/>
                                  <a:pt x="195" y="125"/>
                                </a:cubicBezTo>
                                <a:cubicBezTo>
                                  <a:pt x="195" y="160"/>
                                  <a:pt x="159" y="196"/>
                                  <a:pt x="125" y="1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none" lIns="36162" tIns="18081" rIns="36162" bIns="18081" anchor="ctr" upright="1"/>
                      </wps:wsp>
                      <wps:wsp>
                        <wps:cNvPr id="10" name="Freeform 76"/>
                        <wps:cNvSpPr/>
                        <wps:spPr>
                          <a:xfrm>
                            <a:off x="6109" y="1950"/>
                            <a:ext cx="152" cy="26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7365" y="0"/>
                              </a:cxn>
                              <a:cxn ang="0">
                                <a:pos x="57365" y="0"/>
                              </a:cxn>
                              <a:cxn ang="0">
                                <a:pos x="10605" y="0"/>
                              </a:cxn>
                              <a:cxn ang="0">
                                <a:pos x="0" y="10682"/>
                              </a:cxn>
                              <a:cxn ang="0">
                                <a:pos x="0" y="105368"/>
                              </a:cxn>
                              <a:cxn ang="0">
                                <a:pos x="10605" y="118478"/>
                              </a:cxn>
                              <a:cxn ang="0">
                                <a:pos x="57365" y="118478"/>
                              </a:cxn>
                              <a:cxn ang="0">
                                <a:pos x="67970" y="105368"/>
                              </a:cxn>
                              <a:cxn ang="0">
                                <a:pos x="67970" y="10682"/>
                              </a:cxn>
                              <a:cxn ang="0">
                                <a:pos x="57365" y="0"/>
                              </a:cxn>
                              <a:cxn ang="0">
                                <a:pos x="33985" y="111680"/>
                              </a:cxn>
                              <a:cxn ang="0">
                                <a:pos x="33985" y="111680"/>
                              </a:cxn>
                              <a:cxn ang="0">
                                <a:pos x="25549" y="107553"/>
                              </a:cxn>
                              <a:cxn ang="0">
                                <a:pos x="33985" y="100998"/>
                              </a:cxn>
                              <a:cxn ang="0">
                                <a:pos x="42421" y="107553"/>
                              </a:cxn>
                              <a:cxn ang="0">
                                <a:pos x="33985" y="111680"/>
                              </a:cxn>
                              <a:cxn ang="0">
                                <a:pos x="59535" y="94685"/>
                              </a:cxn>
                              <a:cxn ang="0">
                                <a:pos x="59535" y="94685"/>
                              </a:cxn>
                              <a:cxn ang="0">
                                <a:pos x="8436" y="94685"/>
                              </a:cxn>
                              <a:cxn ang="0">
                                <a:pos x="8436" y="15052"/>
                              </a:cxn>
                              <a:cxn ang="0">
                                <a:pos x="59535" y="15052"/>
                              </a:cxn>
                              <a:cxn ang="0">
                                <a:pos x="59535" y="94685"/>
                              </a:cxn>
                            </a:cxnLst>
                            <a:pathLst>
                              <a:path w="283" h="489">
                                <a:moveTo>
                                  <a:pt x="238" y="0"/>
                                </a:moveTo>
                                <a:lnTo>
                                  <a:pt x="238" y="0"/>
                                </a:ln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17" y="0"/>
                                  <a:pt x="0" y="18"/>
                                  <a:pt x="0" y="44"/>
                                </a:cubicBezTo>
                                <a:cubicBezTo>
                                  <a:pt x="0" y="434"/>
                                  <a:pt x="0" y="434"/>
                                  <a:pt x="0" y="434"/>
                                </a:cubicBezTo>
                                <a:cubicBezTo>
                                  <a:pt x="0" y="460"/>
                                  <a:pt x="17" y="488"/>
                                  <a:pt x="44" y="488"/>
                                </a:cubicBezTo>
                                <a:cubicBezTo>
                                  <a:pt x="238" y="488"/>
                                  <a:pt x="238" y="488"/>
                                  <a:pt x="238" y="488"/>
                                </a:cubicBezTo>
                                <a:cubicBezTo>
                                  <a:pt x="265" y="488"/>
                                  <a:pt x="282" y="460"/>
                                  <a:pt x="282" y="434"/>
                                </a:cubicBezTo>
                                <a:cubicBezTo>
                                  <a:pt x="282" y="44"/>
                                  <a:pt x="282" y="44"/>
                                  <a:pt x="282" y="44"/>
                                </a:cubicBezTo>
                                <a:cubicBezTo>
                                  <a:pt x="282" y="18"/>
                                  <a:pt x="265" y="0"/>
                                  <a:pt x="238" y="0"/>
                                </a:cubicBezTo>
                                <a:close/>
                                <a:moveTo>
                                  <a:pt x="141" y="460"/>
                                </a:moveTo>
                                <a:lnTo>
                                  <a:pt x="141" y="460"/>
                                </a:lnTo>
                                <a:cubicBezTo>
                                  <a:pt x="123" y="460"/>
                                  <a:pt x="106" y="451"/>
                                  <a:pt x="106" y="443"/>
                                </a:cubicBezTo>
                                <a:cubicBezTo>
                                  <a:pt x="106" y="425"/>
                                  <a:pt x="123" y="416"/>
                                  <a:pt x="141" y="416"/>
                                </a:cubicBezTo>
                                <a:cubicBezTo>
                                  <a:pt x="159" y="416"/>
                                  <a:pt x="176" y="425"/>
                                  <a:pt x="176" y="443"/>
                                </a:cubicBezTo>
                                <a:cubicBezTo>
                                  <a:pt x="176" y="451"/>
                                  <a:pt x="159" y="460"/>
                                  <a:pt x="141" y="460"/>
                                </a:cubicBezTo>
                                <a:close/>
                                <a:moveTo>
                                  <a:pt x="247" y="390"/>
                                </a:moveTo>
                                <a:lnTo>
                                  <a:pt x="247" y="390"/>
                                </a:lnTo>
                                <a:cubicBezTo>
                                  <a:pt x="35" y="390"/>
                                  <a:pt x="35" y="390"/>
                                  <a:pt x="35" y="390"/>
                                </a:cubicBezTo>
                                <a:cubicBezTo>
                                  <a:pt x="35" y="62"/>
                                  <a:pt x="35" y="62"/>
                                  <a:pt x="35" y="62"/>
                                </a:cubicBezTo>
                                <a:cubicBezTo>
                                  <a:pt x="247" y="62"/>
                                  <a:pt x="247" y="62"/>
                                  <a:pt x="247" y="62"/>
                                </a:cubicBezTo>
                                <a:lnTo>
                                  <a:pt x="247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none" lIns="36162" tIns="18081" rIns="36162" bIns="18081" anchor="ctr" upright="1"/>
                      </wps:wsp>
                      <wpg:grpSp>
                        <wpg:cNvPr id="13" name="组合 71"/>
                        <wpg:cNvGrpSpPr/>
                        <wpg:grpSpPr>
                          <a:xfrm>
                            <a:off x="2329" y="1964"/>
                            <a:ext cx="275" cy="273"/>
                            <a:chOff x="2337" y="2143"/>
                            <a:chExt cx="258" cy="254"/>
                          </a:xfrm>
                        </wpg:grpSpPr>
                        <wps:wsp>
                          <wps:cNvPr id="11" name="Freeform 31"/>
                          <wps:cNvSpPr/>
                          <wps:spPr>
                            <a:xfrm>
                              <a:off x="2337" y="2143"/>
                              <a:ext cx="258" cy="25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4640" y="0"/>
                                </a:cxn>
                                <a:cxn ang="0">
                                  <a:pos x="154640" y="0"/>
                                </a:cxn>
                                <a:cxn ang="0">
                                  <a:pos x="0" y="149285"/>
                                </a:cxn>
                                <a:cxn ang="0">
                                  <a:pos x="154640" y="303951"/>
                                </a:cxn>
                                <a:cxn ang="0">
                                  <a:pos x="308612" y="149285"/>
                                </a:cxn>
                                <a:cxn ang="0">
                                  <a:pos x="154640" y="0"/>
                                </a:cxn>
                                <a:cxn ang="0">
                                  <a:pos x="154640" y="268310"/>
                                </a:cxn>
                                <a:cxn ang="0">
                                  <a:pos x="154640" y="268310"/>
                                </a:cxn>
                                <a:cxn ang="0">
                                  <a:pos x="35480" y="149285"/>
                                </a:cxn>
                                <a:cxn ang="0">
                                  <a:pos x="154640" y="30260"/>
                                </a:cxn>
                                <a:cxn ang="0">
                                  <a:pos x="273132" y="149285"/>
                                </a:cxn>
                                <a:cxn ang="0">
                                  <a:pos x="154640" y="268310"/>
                                </a:cxn>
                              </a:cxnLst>
                              <a:pathLst>
                                <a:path w="462" h="453">
                                  <a:moveTo>
                                    <a:pt x="231" y="0"/>
                                  </a:moveTo>
                                  <a:lnTo>
                                    <a:pt x="231" y="0"/>
                                  </a:lnTo>
                                  <a:cubicBezTo>
                                    <a:pt x="106" y="0"/>
                                    <a:pt x="0" y="98"/>
                                    <a:pt x="0" y="222"/>
                                  </a:cubicBezTo>
                                  <a:cubicBezTo>
                                    <a:pt x="0" y="346"/>
                                    <a:pt x="106" y="452"/>
                                    <a:pt x="231" y="452"/>
                                  </a:cubicBezTo>
                                  <a:cubicBezTo>
                                    <a:pt x="355" y="452"/>
                                    <a:pt x="461" y="346"/>
                                    <a:pt x="461" y="222"/>
                                  </a:cubicBezTo>
                                  <a:cubicBezTo>
                                    <a:pt x="461" y="98"/>
                                    <a:pt x="355" y="0"/>
                                    <a:pt x="231" y="0"/>
                                  </a:cubicBezTo>
                                  <a:close/>
                                  <a:moveTo>
                                    <a:pt x="231" y="399"/>
                                  </a:moveTo>
                                  <a:lnTo>
                                    <a:pt x="231" y="399"/>
                                  </a:lnTo>
                                  <a:cubicBezTo>
                                    <a:pt x="133" y="399"/>
                                    <a:pt x="53" y="319"/>
                                    <a:pt x="53" y="222"/>
                                  </a:cubicBezTo>
                                  <a:cubicBezTo>
                                    <a:pt x="53" y="124"/>
                                    <a:pt x="133" y="45"/>
                                    <a:pt x="231" y="45"/>
                                  </a:cubicBezTo>
                                  <a:cubicBezTo>
                                    <a:pt x="328" y="45"/>
                                    <a:pt x="408" y="124"/>
                                    <a:pt x="408" y="222"/>
                                  </a:cubicBezTo>
                                  <a:cubicBezTo>
                                    <a:pt x="408" y="319"/>
                                    <a:pt x="328" y="399"/>
                                    <a:pt x="231" y="3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wrap="none" anchor="ctr" upright="1"/>
                        </wps:wsp>
                        <wps:wsp>
                          <wps:cNvPr id="12" name="Freeform 32"/>
                          <wps:cNvSpPr/>
                          <wps:spPr>
                            <a:xfrm>
                              <a:off x="2445" y="2210"/>
                              <a:ext cx="59" cy="12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3529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85967"/>
                                </a:cxn>
                                <a:cxn ang="0">
                                  <a:pos x="58170" y="142848"/>
                                </a:cxn>
                                <a:cxn ang="0">
                                  <a:pos x="69281" y="126043"/>
                                </a:cxn>
                                <a:cxn ang="0">
                                  <a:pos x="23529" y="73686"/>
                                </a:cxn>
                                <a:cxn ang="0">
                                  <a:pos x="23529" y="0"/>
                                </a:cxn>
                              </a:cxnLst>
                              <a:pathLst>
                                <a:path w="107" h="222">
                                  <a:moveTo>
                                    <a:pt x="3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89" y="221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36" y="114"/>
                                  </a:lnTo>
                                  <a:lnTo>
                                    <a:pt x="3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wrap="none" anchor="ctr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5" o:spid="_x0000_s1026" o:spt="203" style="position:absolute;left:0pt;margin-left:-4.85pt;margin-top:37.8pt;height:48.65pt;width:198.5pt;z-index:251675648;mso-width-relative:page;mso-height-relative:page;" coordorigin="2329,1950" coordsize="3970,973" o:gfxdata="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">
                <o:lock v:ext="edit" aspectratio="f"/>
                <v:shape id="Freeform 51" o:spid="_x0000_s1026" o:spt="100" style="position:absolute;left:6050;top:2677;height:155;width:249;mso-wrap-style:none;v-text-anchor:middle;" fillcolor="#FFFFFF" filled="t" stroked="f" coordsize="461,285" o:gfxdata="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vxR7gAAADaAAAA&#10;DwAAAAAAAAABACAAAAAiAAAAZHJzL2Rvd25yZXYueG1sUEsBAhQAFAAAAAgAh07iQDMvBZ47AAAA&#10;OQAAABAAAAAAAAAAAQAgAAAABwEAAGRycy9zaGFwZXhtbC54bWxQSwUGAAAAAAYABgBbAQAAsQMA&#10;AAAA&#10;" path="m18,27l18,27c35,35,203,125,203,125c212,133,221,133,231,133c239,133,248,133,248,125c256,125,425,35,434,27c452,18,460,0,443,0c18,0,18,0,18,0c0,0,9,18,18,27xm443,80l443,80c434,80,256,169,248,178c248,178,239,178,231,178c221,178,212,178,203,178c194,169,27,80,18,80c9,72,9,80,9,80c9,88,9,266,9,266c9,275,18,284,35,284c425,284,425,284,425,284c443,284,452,275,452,266c452,266,452,88,452,80c452,80,452,72,443,80xe">
                  <v:path o:connectlocs="4385,6625;4385,6625;49462,30672;56285,32635;60427,30672;105748,6625;107941,0;4385,0;4385,6625;107941,19630;107941,19630;60427,43677;56285,43677;49462,43677;4385,19630;2192,19630;2192,65271;8528,69688;103555,69688;110134,65271;110134,19630;107941,19630" o:connectangles="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2" o:spid="_x0000_s1026" o:spt="100" style="position:absolute;left:2377;top:2652;height:271;width:166;mso-wrap-style:none;v-text-anchor:middle;" fillcolor="#FFFFFF" filled="t" stroked="f" coordsize="249,400" o:gfxdata="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1LTcvQAA&#10;ANoAAAAPAAAAAAAAAAEAIAAAACIAAABkcnMvZG93bnJldi54bWxQSwECFAAUAAAACACHTuJAMy8F&#10;njsAAAA5AAAAEAAAAAAAAAABACAAAAAMAQAAZHJzL3NoYXBleG1sLnhtbFBLBQYAAAAABgAGAFsB&#10;AAC2AwAAAAA=&#10;" path="m125,0l125,0c53,0,0,54,0,125c0,240,125,399,125,399c125,399,248,240,248,125c248,54,195,0,125,0xm125,196l125,196c88,196,53,160,53,125c53,89,88,54,125,54c159,54,195,89,195,125c195,160,159,196,125,196xe">
                  <v:path o:connectlocs="37190,0;37190,0;0,37979;37190,121231;73786,37979;37190,0;37190,59552;37190,59552;15768,37979;37190,16407;58017,37979;37190,59552" o:connectangles="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76" o:spid="_x0000_s1026" o:spt="100" style="position:absolute;left:6109;top:1950;height:265;width:152;mso-wrap-style:none;v-text-anchor:middle;" fillcolor="#FFFFFF" filled="t" stroked="f" coordsize="283,489" o:gfxdata="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qjI/vQAA&#10;ANsAAAAPAAAAAAAAAAEAIAAAACIAAABkcnMvZG93bnJldi54bWxQSwECFAAUAAAACACHTuJAMy8F&#10;njsAAAA5AAAAEAAAAAAAAAABACAAAAAMAQAAZHJzL3NoYXBleG1sLnhtbFBLBQYAAAAABgAGAFsB&#10;AAC2AwAAAAA=&#10;" path="m238,0l238,0c44,0,44,0,44,0c17,0,0,18,0,44c0,434,0,434,0,434c0,460,17,488,44,488c238,488,238,488,238,488c265,488,282,460,282,434c282,44,282,44,282,44c282,18,265,0,238,0xm141,460l141,460c123,460,106,451,106,443c106,425,123,416,141,416c159,416,176,425,176,443c176,451,159,460,141,460xm247,390l247,390c35,390,35,390,35,390c35,62,35,62,35,62c247,62,247,62,247,62l247,390xe">
                  <v:path o:connectlocs="57365,0;57365,0;10605,0;0,10682;0,105368;10605,118478;57365,118478;67970,105368;67970,10682;57365,0;33985,111680;33985,111680;25549,107553;33985,100998;42421,107553;33985,111680;59535,94685;59535,94685;8436,94685;8436,15052;59535,15052;59535,94685" o:connectangles="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group id="组合 71" o:spid="_x0000_s1026" o:spt="203" style="position:absolute;left:2329;top:1964;height:273;width:275;" coordorigin="2337,2143" coordsize="258,25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31" o:spid="_x0000_s1026" o:spt="100" style="position:absolute;left:2337;top:2143;height:254;width:258;mso-wrap-style:none;v-text-anchor:middle;" fillcolor="#FFFFFF" filled="t" stroked="f" coordsize="462,453" o:gfxdata="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/2aRO8AAAA&#10;2wAAAA8AAAAAAAAAAQAgAAAAIgAAAGRycy9kb3ducmV2LnhtbFBLAQIUABQAAAAIAIdO4kAzLwWe&#10;OwAAADkAAAAQAAAAAAAAAAEAIAAAAAsBAABkcnMvc2hhcGV4bWwueG1sUEsFBgAAAAAGAAYAWwEA&#10;ALUDAAAAAA==&#10;" path="m231,0l231,0c106,0,0,98,0,222c0,346,106,452,231,452c355,452,461,346,461,222c461,98,355,0,231,0xm231,399l231,399c133,399,53,319,53,222c53,124,133,45,231,45c328,45,408,124,408,222c408,319,328,399,231,399xe">
                    <v:path o:connectlocs="154640,0;154640,0;0,149285;154640,303951;308612,149285;154640,0;154640,268310;154640,268310;35480,149285;154640,30260;273132,149285;154640,268310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32" o:spid="_x0000_s1026" o:spt="100" style="position:absolute;left:2445;top:2210;height:122;width:59;mso-wrap-style:none;v-text-anchor:middle;" fillcolor="#FFFFFF" filled="t" stroked="f" coordsize="107,222" o:gfxdata="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S/TIvQAA&#10;ANsAAAAPAAAAAAAAAAEAIAAAACIAAABkcnMvZG93bnJldi54bWxQSwECFAAUAAAACACHTuJAMy8F&#10;njsAAAA5AAAAEAAAAAAAAAABACAAAAAMAQAAZHJzL3NoYXBleG1sLnhtbFBLBQYAAAAABgAGAFsB&#10;AAC2AwAAAAA=&#10;" path="m36,0l0,0,0,133,89,221,106,195,36,114,36,0e">
                    <v:path o:connectlocs="23529,0;0,0;0,85967;58170,142848;69281,126043;23529,73686;23529,0" o:connectangles="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870585</wp:posOffset>
                </wp:positionV>
                <wp:extent cx="288290" cy="288290"/>
                <wp:effectExtent l="0" t="0" r="0" b="0"/>
                <wp:wrapNone/>
                <wp:docPr id="6" name="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75E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84" o:spid="_x0000_s1026" o:spt="2" style="position:absolute;left:0pt;margin-left:-9.7pt;margin-top:68.55pt;height:22.7pt;width:22.7pt;z-index:251673600;v-text-anchor:middle;mso-width-relative:page;mso-height-relative:page;" fillcolor="#17375E" filled="t" stroked="f" coordsize="21600,21600" arcsize="0.166666666666667" o:gfxdata="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YytJPWAAAACgEAAA8AAAAAAAAAAQAgAAAAIgAAAGRycy9kb3ducmV2&#10;LnhtbFBLAQIUABQAAAAIAIdO4kAOT6o+/gEAANIDAAAOAAAAAAAAAAEAIAAAACUBAABkcnMvZTJv&#10;RG9jLnhtbFBLBQYAAAAABgAGAFkBAACVBQAAAAA=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8146415</wp:posOffset>
                </wp:positionV>
                <wp:extent cx="6576695" cy="251460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95" cy="251460"/>
                          <a:chOff x="0" y="0"/>
                          <a:chExt cx="6576640" cy="251488"/>
                        </a:xfrm>
                        <a:effectLst/>
                      </wpg:grpSpPr>
                      <wps:wsp>
                        <wps:cNvPr id="47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8.9pt;margin-top:641.45pt;height:19.8pt;width:517.85pt;z-index:251662336;mso-width-relative:page;mso-height-relative:page;" coordsize="6576640,251488" o:gfxdata="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HpUC/r4AAADb&#10;AAAADwAAAGRycy9kb3ducmV2LnhtbEWPzWsCMRTE70L/h/AKvUjNKmJ1NXqwWHoo+LHu/bF57i7d&#10;vIQkfvS/NwXB4zAzv2EWq5vpxIV8aC0rGA4yEMSV1S3XCo7F5n0KIkRkjZ1lUvBHAVbLl94Cc22v&#10;vKfLIdYiQTjkqKCJ0eVShqohg2FgHXHyTtYbjEn6WmqP1wQ3nRxl2UQabDktNOho3VD1ezgbBRX5&#10;9desnPZ/XGHK7aj+dOWuUOrtdZjNQUS6xWf40f7WCsYf8P8l/QC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UC/r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oItA17QAAADb&#10;AAAADwAAAGRycy9kb3ducmV2LnhtbEVPuwrCMBTdBf8hXMFN04qoVNMOguCk+MD50lzbYnNTmrTV&#10;vzeD4Hg47132NrXoqXWVZQXxPAJBnFtdcaHgfjvMNiCcR9ZYWyYFH3KQpePRDhNtB75Qf/WFCCHs&#10;ElRQet8kUrq8JINubhviwD1ta9AH2BZStziEcFPLRRStpMGKQ0OJDe1Lyl/Xzii4reRjP5y7nk62&#10;Kz59fMK1JqWmkzjagvD09n/xz33UCpZhbPgSfoBM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gi0DXtAAAANsAAAAPAAAA&#10;AAAAAAEAIAAAACIAAABkcnMvZG93bnJldi54bWxQSwECFAAUAAAACACHTuJAMy8FnjsAAAA5AAAA&#10;EAAAAAAAAAABACAAAAADAQAAZHJzL3NoYXBleG1sLnhtbFBLBQYAAAAABgAGAFsBAACtAwAA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5582285</wp:posOffset>
                </wp:positionV>
                <wp:extent cx="6576060" cy="251460"/>
                <wp:effectExtent l="0" t="0" r="0" b="0"/>
                <wp:wrapNone/>
                <wp:docPr id="18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060" cy="251460"/>
                          <a:chOff x="0" y="0"/>
                          <a:chExt cx="6576640" cy="251488"/>
                        </a:xfrm>
                        <a:effectLst/>
                      </wpg:grpSpPr>
                      <wps:wsp>
                        <wps:cNvPr id="21" name="任意多边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任意多边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-48.9pt;margin-top:439.55pt;height:19.8pt;width:517.8pt;z-index:251677696;mso-width-relative:page;mso-height-relative:page;" coordsize="6576640,251488" o:gfxdata="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">
                <o:lock v:ext="edit" aspectratio="f"/>
                <v:shape id="任意多边形 36" o:spid="_x0000_s1026" o:spt="100" style="position:absolute;left:0;top:0;height:250825;width:1590675;v-text-anchor:middle;" fillcolor="#44546B" filled="t" stroked="f" coordsize="1590950,251063" o:gfxdata="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79qxvQAA&#10;ANsAAAAPAAAAAAAAAAEAIAAAACIAAABkcnMvZG93bnJldi54bWxQSwECFAAUAAAACACHTuJAMy8F&#10;njsAAAA5AAAAEAAAAAAAAAABACAAAAAMAQAAZHJzL3NoYXBleG1sLnhtbFBLBQYAAAAABgAGAFsB&#10;AAC2AwAAAAA=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任意多边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HLySnbcAAADb&#10;AAAADwAAAGRycy9kb3ducmV2LnhtbEWPzQrCMBCE74LvEFbwZtP2oFKNHgTBk+IPnpdmbYvNpjRp&#10;q29vBMHjMDPfMOvty9Sip9ZVlhUkUQyCOLe64kLB7bqfLUE4j6yxtkwK3uRguxmP1phpO/CZ+osv&#10;RICwy1BB6X2TSenykgy6yDbEwXvY1qAPsi2kbnEIcFPLNI7n0mDFYaHEhnYl5c9LZxRc5/K+G05d&#10;T0fbFe8+OeJCk1LTSRKvQHh6+X/41z5oBWkK3y/hB8jN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vJKd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-621030</wp:posOffset>
                </wp:positionH>
                <wp:positionV relativeFrom="paragraph">
                  <wp:posOffset>3087370</wp:posOffset>
                </wp:positionV>
                <wp:extent cx="6576695" cy="251460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95" cy="251460"/>
                          <a:chOff x="0" y="0"/>
                          <a:chExt cx="6576640" cy="251488"/>
                        </a:xfrm>
                        <a:effectLst/>
                      </wpg:grpSpPr>
                      <wps:wsp>
                        <wps:cNvPr id="41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8.9pt;margin-top:243.1pt;height:19.8pt;width:517.85pt;z-index:251660288;mso-width-relative:page;mso-height-relative:page;" coordsize="6576640,251488" o:gfxdata="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/jA/Eb0AAADb&#10;AAAADwAAAGRycy9kb3ducmV2LnhtbEWPQWsCMRSE7wX/Q3iCl6LZFSm6Gj0oFg9Cq+veH5vn7uLm&#10;JSSp2n/fFAo9DjPzDbPaPE0v7uRDZ1lBPslAENdWd9wouJT78RxEiMgae8uk4JsCbNaDlxUW2j74&#10;RPdzbESCcChQQRujK6QMdUsGw8Q64uRdrTcYk/SN1B4fCW56Oc2yN2mw47TQoqNtS/Xt/GUU1OS3&#10;74tq/np0pak+ps3OVZ+lUqNhni1BRHrG//Bf+6AVzHL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MD8RvQAA&#10;ANsAAAAPAAAAAAAAAAEAIAAAACIAAABkcnMvZG93bnJldi54bWxQSwECFAAUAAAACACHTuJAMy8F&#10;njsAAAA5AAAAEAAAAAAAAAABACAAAAAMAQAAZHJzL3NoYXBleG1sLnhtbFBLBQYAAAAABgAGAFsB&#10;AAC2AwAAAAA=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wWN3PbcAAADb&#10;AAAADwAAAGRycy9kb3ducmV2LnhtbEWPzQrCMBCE74LvEFbwZtOKqFSjB0HwpPiD56VZ22KzKU3a&#10;6tsbQfA4zMw3zHr7MpXoqHGlZQVJFIMgzqwuOVdwu+4nSxDOI2usLJOCNznYboaDNaba9nym7uJz&#10;ESDsUlRQeF+nUrqsIIMusjVx8B62MeiDbHKpG+wD3FRyGsdzabDksFBgTbuCsuelNQquc3nf9ae2&#10;o6Nt83eXHHGhSanxKIlXIDy9/D/8ax+0gtkU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BY3c9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2657475</wp:posOffset>
                </wp:positionH>
                <wp:positionV relativeFrom="margin">
                  <wp:posOffset>10346690</wp:posOffset>
                </wp:positionV>
                <wp:extent cx="2332355" cy="240665"/>
                <wp:effectExtent l="0" t="0" r="0" b="0"/>
                <wp:wrapSquare wrapText="bothSides"/>
                <wp:docPr id="20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240665"/>
                        </a:xfrm>
                        <a:custGeom>
                          <a:avLst/>
                          <a:gdLst>
                            <a:gd name="connsiteX0" fmla="*/ 194949 w 2332355"/>
                            <a:gd name="connsiteY0" fmla="*/ 0 h 240665"/>
                            <a:gd name="connsiteX1" fmla="*/ 2183824 w 2332355"/>
                            <a:gd name="connsiteY1" fmla="*/ 0 h 240665"/>
                            <a:gd name="connsiteX2" fmla="*/ 2332355 w 2332355"/>
                            <a:gd name="connsiteY2" fmla="*/ 240665 h 240665"/>
                            <a:gd name="connsiteX3" fmla="*/ 0 w 2332355"/>
                            <a:gd name="connsiteY3" fmla="*/ 240665 h 240665"/>
                            <a:gd name="connsiteX4" fmla="*/ 194949 w 2332355"/>
                            <a:gd name="connsiteY4" fmla="*/ 0 h 240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355" h="240665">
                              <a:moveTo>
                                <a:pt x="194949" y="0"/>
                              </a:moveTo>
                              <a:lnTo>
                                <a:pt x="2183824" y="0"/>
                              </a:lnTo>
                              <a:lnTo>
                                <a:pt x="2332355" y="240665"/>
                              </a:lnTo>
                              <a:lnTo>
                                <a:pt x="0" y="240665"/>
                              </a:lnTo>
                              <a:lnTo>
                                <a:pt x="194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5C7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209.25pt;margin-top:814.7pt;height:18.95pt;width:183.65pt;mso-position-horizontal-relative:margin;mso-position-vertical-relative:margin;mso-wrap-distance-bottom:0pt;mso-wrap-distance-left:9pt;mso-wrap-distance-right:9pt;mso-wrap-distance-top:0pt;z-index:251670528;v-text-anchor:middle;mso-width-relative:page;mso-height-relative:page;" fillcolor="#4C5C74" filled="t" stroked="f" coordsize="2332355,240665" o:gfxdata="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" path="m194949,0l2183824,0,2332355,240665,0,240665,194949,0xe">
                <v:path o:connectlocs="194949,0;2183824,0;2332355,240665;0,240665;194949,0" o:connectangles="0,0,0,0,0"/>
                <v:fill on="t" focussize="0,0"/>
                <v:stroke on="f" weight="2pt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10514330</wp:posOffset>
                </wp:positionV>
                <wp:extent cx="7559675" cy="186055"/>
                <wp:effectExtent l="0" t="0" r="0" b="0"/>
                <wp:wrapNone/>
                <wp:docPr id="19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8605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0pt;margin-top:827.9pt;height:14.65pt;width:595.25pt;z-index:251669504;v-text-anchor:middle;mso-width-relative:page;mso-height-relative:page;" fillcolor="#44546B" filled="t" stroked="f" coordsize="21600,21600" o:gfxdata="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MsM/BtcAAAALAQAADwAAAAAAAAABACAA&#10;AAAiAAAAZHJzL2Rvd25yZXYueG1sUEsBAhQAFAAAAAgAh07iQMZQX/q5AgAAXgUAAA4AAAAAAAAA&#10;AQAgAAAAJgEAAGRycy9lMm9Eb2MueG1sUEsFBgAAAAAGAAYAWQEAAFEG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20" w:num="1"/>
      <w:rtlGutter w:val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思源黑体 CN Medium">
    <w:altName w:val="黑体"/>
    <w:panose1 w:val="020B06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03766"/>
    <w:rsid w:val="000908AB"/>
    <w:rsid w:val="00130307"/>
    <w:rsid w:val="001511CE"/>
    <w:rsid w:val="00177DF4"/>
    <w:rsid w:val="0019045B"/>
    <w:rsid w:val="001B0E57"/>
    <w:rsid w:val="0021627C"/>
    <w:rsid w:val="00295F3C"/>
    <w:rsid w:val="002C3150"/>
    <w:rsid w:val="002D1043"/>
    <w:rsid w:val="002F0072"/>
    <w:rsid w:val="00347AF8"/>
    <w:rsid w:val="004B5D09"/>
    <w:rsid w:val="004E30C8"/>
    <w:rsid w:val="00501BCB"/>
    <w:rsid w:val="005101A4"/>
    <w:rsid w:val="00513149"/>
    <w:rsid w:val="005405F2"/>
    <w:rsid w:val="00545834"/>
    <w:rsid w:val="005513D6"/>
    <w:rsid w:val="00555105"/>
    <w:rsid w:val="00584EE2"/>
    <w:rsid w:val="00595E3C"/>
    <w:rsid w:val="005C523A"/>
    <w:rsid w:val="00663A73"/>
    <w:rsid w:val="00690FB6"/>
    <w:rsid w:val="00692D04"/>
    <w:rsid w:val="006B1FE6"/>
    <w:rsid w:val="006C2669"/>
    <w:rsid w:val="006E7019"/>
    <w:rsid w:val="007262F0"/>
    <w:rsid w:val="007334F0"/>
    <w:rsid w:val="00753FAE"/>
    <w:rsid w:val="00773864"/>
    <w:rsid w:val="00787AF3"/>
    <w:rsid w:val="00800046"/>
    <w:rsid w:val="0086256A"/>
    <w:rsid w:val="00946A8B"/>
    <w:rsid w:val="00957BE3"/>
    <w:rsid w:val="009E5637"/>
    <w:rsid w:val="00A56942"/>
    <w:rsid w:val="00AB15D6"/>
    <w:rsid w:val="00B006A5"/>
    <w:rsid w:val="00B10CD7"/>
    <w:rsid w:val="00B13AD6"/>
    <w:rsid w:val="00B678D5"/>
    <w:rsid w:val="00BC3255"/>
    <w:rsid w:val="00BD2AB4"/>
    <w:rsid w:val="00C05118"/>
    <w:rsid w:val="00C23264"/>
    <w:rsid w:val="00C57C62"/>
    <w:rsid w:val="00CA4FB9"/>
    <w:rsid w:val="00CB3BA5"/>
    <w:rsid w:val="00D031B5"/>
    <w:rsid w:val="00D46819"/>
    <w:rsid w:val="00D46A90"/>
    <w:rsid w:val="00D77C0D"/>
    <w:rsid w:val="00D82AEC"/>
    <w:rsid w:val="00DB3387"/>
    <w:rsid w:val="00E02B68"/>
    <w:rsid w:val="00EB3FA2"/>
    <w:rsid w:val="00FB2120"/>
    <w:rsid w:val="00FD0B1E"/>
    <w:rsid w:val="00FD0FB1"/>
    <w:rsid w:val="00FF7EB4"/>
    <w:rsid w:val="08DF44B6"/>
    <w:rsid w:val="0AFFCA76"/>
    <w:rsid w:val="128552C5"/>
    <w:rsid w:val="12C2519B"/>
    <w:rsid w:val="1CC36412"/>
    <w:rsid w:val="1ED17A78"/>
    <w:rsid w:val="218045F6"/>
    <w:rsid w:val="23FF5984"/>
    <w:rsid w:val="246C0C39"/>
    <w:rsid w:val="2AA44EC9"/>
    <w:rsid w:val="3B6A4296"/>
    <w:rsid w:val="41286E98"/>
    <w:rsid w:val="4B603766"/>
    <w:rsid w:val="53B41DBA"/>
    <w:rsid w:val="545D1FC7"/>
    <w:rsid w:val="5B124E84"/>
    <w:rsid w:val="5C934228"/>
    <w:rsid w:val="61262855"/>
    <w:rsid w:val="63311C2A"/>
    <w:rsid w:val="68DF0F72"/>
    <w:rsid w:val="696E6F67"/>
    <w:rsid w:val="69F814C3"/>
    <w:rsid w:val="6BF82302"/>
    <w:rsid w:val="7D0B6D11"/>
    <w:rsid w:val="7D8A193A"/>
    <w:rsid w:val="7E8655A3"/>
    <w:rsid w:val="DFB31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41bc9a22-26d6-4a45-845e-8ff475ae51a5\&#31616;&#32422;&#20844;&#21496;&#20154;&#20107;&#34892;&#25919;&#19987;&#21592;&#20010;&#20154;&#31616;&#21382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简约公司人事行政专员个人简历.docx</Template>
  <Company>巴南区委办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2022-02-11T08:42:00Z</dcterms:created>
  <dc:creator>铭</dc:creator>
  <cp:lastModifiedBy>铭</cp:lastModifiedBy>
  <dcterms:modified xsi:type="dcterms:W3CDTF">2022-02-11T08:46:01Z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v1.0_mb_Ch/SSzsTBDYB2g0QETlMHg==</vt:lpwstr>
  </property>
  <property fmtid="{D5CDD505-2E9C-101B-9397-08002B2CF9AE}" pid="4" name="ICV">
    <vt:lpwstr>F8F72970CF2A4F1FBB78E022785232F2</vt:lpwstr>
  </property>
</Properties>
</file>