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护士三八妇女节演讲稿范文</w:t>
      </w:r>
      <w:r>
        <w:rPr>
          <w:rFonts w:asciiTheme="majorEastAsia" w:hAnsiTheme="majorEastAsia" w:eastAsiaTheme="majorEastAsia"/>
          <w:b/>
          <w:sz w:val="44"/>
          <w:szCs w:val="44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sz w:val="24"/>
          <w:szCs w:val="24"/>
          <w:lang w:val="en-US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sz w:val="24"/>
          <w:szCs w:val="24"/>
        </w:rPr>
        <w:br w:type="textWrapping"/>
      </w:r>
      <w:bookmarkStart w:id="0" w:name="_GoBack"/>
      <w:r>
        <w:rPr>
          <w:rFonts w:hint="eastAsia" w:ascii="宋体" w:hAnsi="宋体"/>
          <w:sz w:val="24"/>
          <w:szCs w:val="24"/>
          <w:lang w:val="en-US"/>
        </w:rPr>
        <w:t>　　各位领导、各位评委，来宾们，同事们：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sz w:val="24"/>
          <w:szCs w:val="24"/>
          <w:lang w:val="en-US"/>
        </w:rPr>
      </w:pPr>
      <w:r>
        <w:rPr>
          <w:rFonts w:hint="eastAsia" w:ascii="宋体" w:hAnsi="宋体"/>
          <w:sz w:val="24"/>
          <w:szCs w:val="24"/>
          <w:lang w:val="en-US"/>
        </w:rPr>
        <w:t>　　大家好！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sz w:val="24"/>
          <w:szCs w:val="24"/>
          <w:lang w:val="en-US"/>
        </w:rPr>
      </w:pPr>
      <w:r>
        <w:rPr>
          <w:rFonts w:hint="eastAsia" w:ascii="宋体" w:hAnsi="宋体"/>
          <w:sz w:val="24"/>
          <w:szCs w:val="24"/>
          <w:lang w:val="en-US"/>
        </w:rPr>
        <w:t>　　很荣幸我能有这样的机会参加今天的演讲，我是手术室的一名普通护士。我演讲的题目是：无影灯下天使情。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sz w:val="24"/>
          <w:szCs w:val="24"/>
          <w:lang w:val="en-US"/>
        </w:rPr>
      </w:pPr>
      <w:r>
        <w:rPr>
          <w:rFonts w:hint="eastAsia" w:ascii="宋体" w:hAnsi="宋体"/>
          <w:sz w:val="24"/>
          <w:szCs w:val="24"/>
          <w:lang w:val="en-US"/>
        </w:rPr>
        <w:t>　　记得我刚踏上手术室岗位的时候，心里充满了对新生活的美好憧憬，无影灯下，我曾用自己火样的热情和赤诚去描绘着自己未来的事业。然而，现实并不像伊甸园的菩提果那般完美和甜蜜。我每天要面对着的是一张张被病痛扭曲的面孔，听到的是一声声长吁短叹，一阵阵抽泣呜咽……永远忙碌的脚步分不清时间的分分秒秒，3个小时，6个小时，甚至10几个小时，腿酸了要站得住，肚子饿了要挺得住，眼睛困了要熬得住……多少个深夜，我们被急诊电话惊醒，不管是雷电交加或是风啸雪寒，也得从温暖的被窝中爬起来，冲入沉沉的黑夜之中。紧张、劳累的工作中，我真正体验到了手术室护士平凡生活的滋味，体验到了其中的艰辛和压力。我苦恼过、迷惘过；苦恼迷惘之后也曾动摇过、退却过。但有一件事深深地触动了我，使我从迷惘中寻回了自我，在退却时坚定了初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sz w:val="24"/>
          <w:szCs w:val="24"/>
          <w:lang w:val="en-US"/>
        </w:rPr>
      </w:pPr>
      <w:r>
        <w:rPr>
          <w:rFonts w:hint="eastAsia" w:ascii="宋体" w:hAnsi="宋体"/>
          <w:sz w:val="24"/>
          <w:szCs w:val="24"/>
          <w:lang w:val="en-US"/>
        </w:rPr>
        <w:t>　　那是几年前一个初冬的深夜，当我正甜甜的酣睡在温暖的家中时，一阵急促的电话铃声把我从梦中惊醒。</w:t>
      </w:r>
      <w:r>
        <w:rPr>
          <w:rFonts w:hint="default" w:ascii="宋体" w:hAnsi="宋体"/>
          <w:sz w:val="24"/>
          <w:szCs w:val="24"/>
          <w:lang w:val="en-US"/>
        </w:rPr>
        <w:t>“</w:t>
      </w:r>
      <w:r>
        <w:rPr>
          <w:rFonts w:hint="eastAsia" w:ascii="宋体" w:hAnsi="宋体"/>
          <w:sz w:val="24"/>
          <w:szCs w:val="24"/>
          <w:lang w:val="en-US"/>
        </w:rPr>
        <w:t>有急诊手术，速来参加抢救！</w:t>
      </w:r>
      <w:r>
        <w:rPr>
          <w:rFonts w:hint="default" w:ascii="宋体" w:hAnsi="宋体"/>
          <w:sz w:val="24"/>
          <w:szCs w:val="24"/>
          <w:lang w:val="en-US"/>
        </w:rPr>
        <w:t>”</w:t>
      </w:r>
      <w:r>
        <w:rPr>
          <w:rFonts w:hint="eastAsia" w:ascii="宋体" w:hAnsi="宋体"/>
          <w:sz w:val="24"/>
          <w:szCs w:val="24"/>
          <w:lang w:val="en-US"/>
        </w:rPr>
        <w:t xml:space="preserve"> 我不得不将舒适、温暖抛在身后，顶着刺骨的寒风向医院奔去。漆黑的深夜，冷清的马路，呼啸的北风，我的心里有说不出的沉重，甚至看到焦急等待手术病人的家属，我的表情都有些麻木。可当我疾步走上手术台，面对那张被病痛扭曲的面孔和那双祈盼生命的眼睛，顿时，同情之心、爱怜之情却又油然而生。无影灯下，我们和死神作斗争，我们同时间争分秒。当东方露出一抹曙光时，手术成功了，病人脱险了，当我们把病人推出手术室告诉家人：</w:t>
      </w:r>
      <w:r>
        <w:rPr>
          <w:rFonts w:hint="default" w:ascii="宋体" w:hAnsi="宋体"/>
          <w:sz w:val="24"/>
          <w:szCs w:val="24"/>
          <w:lang w:val="en-US"/>
        </w:rPr>
        <w:t>“</w:t>
      </w:r>
      <w:r>
        <w:rPr>
          <w:rFonts w:hint="eastAsia" w:ascii="宋体" w:hAnsi="宋体"/>
          <w:sz w:val="24"/>
          <w:szCs w:val="24"/>
          <w:lang w:val="en-US"/>
        </w:rPr>
        <w:t>手术做完了，很顺利，我们现在送回病房</w:t>
      </w:r>
      <w:r>
        <w:rPr>
          <w:rFonts w:hint="default" w:ascii="宋体" w:hAnsi="宋体"/>
          <w:sz w:val="24"/>
          <w:szCs w:val="24"/>
          <w:lang w:val="en-US"/>
        </w:rPr>
        <w:t>”</w:t>
      </w:r>
      <w:r>
        <w:rPr>
          <w:rFonts w:hint="eastAsia" w:ascii="宋体" w:hAnsi="宋体"/>
          <w:sz w:val="24"/>
          <w:szCs w:val="24"/>
          <w:lang w:val="en-US"/>
        </w:rPr>
        <w:t>时。一句简单而又平凡的话语，竟使焦急等候的家人流下了热泪。一刹那间，一股从未有过的体验蓦然涌上了心头：原来我岗位是如此的重要，它不仅维系着健康、快乐，它甚至维系着一个人的生命。那一刻我深深地体会到：无影灯虽然不是世界上最美丽的灯光，它没有耀眼闪烁的美丽，但不可否认，它是世界上对生命最重要的灯光，它点燃了无数患者和家属的希望，它就象人生旅途中的一盏指航灯，为面临惊涛骇浪的小舟指引方向，为生命垂危的患者带来一丝丝光明。我也明白了一个真理：在平凡的护理岗位上，同样可以施展才华，创造业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sz w:val="24"/>
          <w:szCs w:val="24"/>
          <w:lang w:val="en-US"/>
        </w:rPr>
      </w:pPr>
      <w:r>
        <w:rPr>
          <w:rFonts w:hint="eastAsia" w:ascii="宋体" w:hAnsi="宋体"/>
          <w:sz w:val="24"/>
          <w:szCs w:val="24"/>
          <w:lang w:val="en-US"/>
        </w:rPr>
        <w:t>　　我不是诗人，不能用漂亮的诗句讴歌我的职业；我不是学者，不能用深邃的思想思考我的价值；我不是歌手，不能用动听的歌喉歌咏我的岗位。然而，我是护士</w:t>
      </w:r>
      <w:r>
        <w:rPr>
          <w:rFonts w:hint="default" w:ascii="宋体" w:hAnsi="宋体"/>
          <w:sz w:val="24"/>
          <w:szCs w:val="24"/>
          <w:lang w:val="en-US"/>
        </w:rPr>
        <w:t>——</w:t>
      </w:r>
      <w:r>
        <w:rPr>
          <w:rFonts w:hint="eastAsia" w:ascii="宋体" w:hAnsi="宋体"/>
          <w:sz w:val="24"/>
          <w:szCs w:val="24"/>
          <w:lang w:val="en-US"/>
        </w:rPr>
        <w:t>一名手术室护士，我要感谢我的职业，是它让我知道如何平等、善良、真诚地对待每一个生命，是它让我理解了活着就是一种美丽！我要感谢我的职业，是它让我懂得了如何珍爱生命，明白了平凡就是幸福，奉献让我更美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sz w:val="24"/>
          <w:szCs w:val="24"/>
          <w:lang w:val="en-US"/>
        </w:rPr>
      </w:pPr>
      <w:r>
        <w:rPr>
          <w:rFonts w:hint="eastAsia" w:ascii="宋体" w:hAnsi="宋体"/>
          <w:sz w:val="24"/>
          <w:szCs w:val="24"/>
          <w:lang w:val="en-US"/>
        </w:rPr>
        <w:t>　　创优无止境，服务无穷期。在手术室这个平凡的护理岗位上，我要以新的姿态，展示新的风貌，创造新的业绩，让青春在无影灯下焕发出绚丽的光彩。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eastAsia="宋体" w:asciiTheme="minorEastAsia" w:hAnsiTheme="minorEastAsia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val="en-US"/>
        </w:rPr>
        <w:t>　　谢谢大家！ (手术室护士：赵蓉</w:t>
      </w:r>
      <w:r>
        <w:rPr>
          <w:rFonts w:hint="eastAsia" w:ascii="宋体" w:hAnsi="宋体"/>
          <w:sz w:val="24"/>
          <w:szCs w:val="24"/>
          <w:lang w:val="en-US"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B6D27"/>
    <w:rsid w:val="001D0743"/>
    <w:rsid w:val="0021361C"/>
    <w:rsid w:val="00217F42"/>
    <w:rsid w:val="0025739E"/>
    <w:rsid w:val="002F39B4"/>
    <w:rsid w:val="002F3BFF"/>
    <w:rsid w:val="002F6963"/>
    <w:rsid w:val="00544AC7"/>
    <w:rsid w:val="005C1122"/>
    <w:rsid w:val="00753B7B"/>
    <w:rsid w:val="007A19D7"/>
    <w:rsid w:val="007B5DA0"/>
    <w:rsid w:val="007E2DDB"/>
    <w:rsid w:val="008D5EE1"/>
    <w:rsid w:val="009A27D4"/>
    <w:rsid w:val="00DA5FFB"/>
    <w:rsid w:val="00FC3368"/>
    <w:rsid w:val="1B775F20"/>
    <w:rsid w:val="794F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eastAsia="宋体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三八妇女节优秀演讲稿公众演讲.docx</Template>
  <Company>巴南区委办</Company>
  <Pages>2</Pages>
  <Words>1203</Words>
  <Characters>1204</Characters>
  <Lines>8</Lines>
  <Paragraphs>2</Paragraphs>
  <TotalTime>7</TotalTime>
  <ScaleCrop>false</ScaleCrop>
  <LinksUpToDate>false</LinksUpToDate>
  <CharactersWithSpaces>1227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2022-03-04T08:04:00Z</dcterms:created>
  <dc:creator>铭</dc:creator>
  <cp:lastModifiedBy>铭</cp:lastModifiedBy>
  <dcterms:modified xsi:type="dcterms:W3CDTF">2022-03-04T08:08:17Z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KSOTemplateUUID">
    <vt:lpwstr>v1.0_library_OhCkq/ZvxgA1/19wNZH1Dw==</vt:lpwstr>
  </property>
  <property fmtid="{D5CDD505-2E9C-101B-9397-08002B2CF9AE}" pid="4" name="ICV">
    <vt:lpwstr>0A02ED0AE9E14BE68FF80E36AE5AF995</vt:lpwstr>
  </property>
</Properties>
</file>