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en-US"/>
        </w:rPr>
      </w:pPr>
      <w:r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en-US"/>
        </w:rPr>
        <w:t>领导层个人年度述职报告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bookmarkStart w:id="0" w:name="_GoBack"/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尊敬的同仁、领导：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大家下午好！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转眼之间、XXXX年即将过去。在单位各位领导正确领导下个人也出色的完成了任务。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在各位同仁的大力支持、关心下，我部门工作进展一切顺利。我的工作岗位是XXX,主要负责单位部门XXXX业务。下面我就过去一年的工作进行如下述职，请各位同仁、领导批评指正。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回顾过去和大家相处的这一年，现将我这一年来的工作情况总结如下：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一、思想觉悟汇报。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我个人在日常工作、生活中，严格要求自己，时刻牢记不跨域法律法规戒线。我以身作则，时刻关注单位的发展，切身为单位建设奉献自己的力量、智慧。在业务上不断进取，提高自己的思想觉悟认识水平，不断充实自己，做到一边工作、一边强化业务技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二、工作情况回顾。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1、健全部门管理制度、规范化工作流程，进一步提高业务水平。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2、将部门工作岗位责任制、落实到人，谁管理谁负责。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3、配合其它部门完成相关工作内容。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4、积极参与公司组织的各项工作内容。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5、积极营造良好的学习氛围重视职工素质教育、不断提高本部门人员整体素质。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6、强化日常办公环境卫生管理建设。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7、强化管理员工的考勤管理制度建设。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三、工作中的业绩。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1、荣获单位业务技能提升大赛，优秀奖、二等奖各1名。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2、部门员工荣获3次优秀员工。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3、圆满完成接待任务XX次。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4、定期参加部门组织的技能座谈会。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四、工作中存在不足之处。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1、部门人员考核制度需要进一步完善如加班制度、调休制度、换休制度等。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2、部门任务量增大，需要补充2名人员。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3、部门安全意识需要加强如防火、防盗等。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4、其它不足之处希望大家踊跃提出，我部门积极改进。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五、下年工作计划。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1、继续弥部门业务不足之处，进一步提高自己业务技能水平。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2、遵守公司的各项规章制度，以身作则、遵纪守法、接受各位同仁、领导的监督。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3、爱岗敬业敬业，做到干一行、爱一行。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4、做好与其它部门之间的密切配合默契，确保公司XXX年任务圆满完成。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5、制定周密、详细的部门年度工作计划。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6、虚心学习，借鉴好的工作方法，发扬部门工作精神。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以上是我的个人总结，在职业生涯的这个大舞台中，我喜欢我的这份工作，在接下来的日子里，我将不断完善自己、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激发自己、坚持不懈、高质量、高标准的完成工作。为公司在新的一年中业绩蒸蒸日上，登上一个新的台阶。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最后，祝各位同仁、领导，工作顺利、身体健康、事事顺心。谢谢大家。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right"/>
        <w:textAlignment w:val="auto"/>
        <w:rPr>
          <w:rFonts w:hint="eastAsia" w:ascii="宋体" w:hAnsi="宋体"/>
          <w:color w:val="000000"/>
          <w:position w:val="6"/>
          <w:sz w:val="24"/>
          <w:szCs w:val="24"/>
          <w:lang w:val="en-US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汇报人：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position w:val="6"/>
          <w:sz w:val="24"/>
          <w:szCs w:val="24"/>
          <w:lang w:val="en-US"/>
        </w:rPr>
        <w:t>　　XXXX年XX月XX日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润圆-65简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Microsoft YaHei Bold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颜楷简">
    <w:panose1 w:val="00020600040101010101"/>
    <w:charset w:val="86"/>
    <w:family w:val="auto"/>
    <w:pitch w:val="default"/>
    <w:sig w:usb0="800000EF" w:usb1="0A417C9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84845"/>
    <w:rsid w:val="00496D10"/>
    <w:rsid w:val="005C7485"/>
    <w:rsid w:val="00D770E2"/>
    <w:rsid w:val="01AA7748"/>
    <w:rsid w:val="01DC4B3B"/>
    <w:rsid w:val="032E2D86"/>
    <w:rsid w:val="044A73B0"/>
    <w:rsid w:val="05F008FE"/>
    <w:rsid w:val="05F8409D"/>
    <w:rsid w:val="08500319"/>
    <w:rsid w:val="09854C85"/>
    <w:rsid w:val="0A9041E2"/>
    <w:rsid w:val="0B3F4A34"/>
    <w:rsid w:val="0B9B051C"/>
    <w:rsid w:val="0C7540D4"/>
    <w:rsid w:val="0C765409"/>
    <w:rsid w:val="0C772785"/>
    <w:rsid w:val="0CAE4877"/>
    <w:rsid w:val="0D9C1829"/>
    <w:rsid w:val="0E0514BC"/>
    <w:rsid w:val="0E3B03A4"/>
    <w:rsid w:val="0EA526EC"/>
    <w:rsid w:val="0EAD5A6D"/>
    <w:rsid w:val="1050022F"/>
    <w:rsid w:val="1066770C"/>
    <w:rsid w:val="10B601B5"/>
    <w:rsid w:val="118664E2"/>
    <w:rsid w:val="1221789C"/>
    <w:rsid w:val="12A90D00"/>
    <w:rsid w:val="13892101"/>
    <w:rsid w:val="14D14D92"/>
    <w:rsid w:val="155C6B22"/>
    <w:rsid w:val="16470DC2"/>
    <w:rsid w:val="16B14A38"/>
    <w:rsid w:val="18205602"/>
    <w:rsid w:val="18560D33"/>
    <w:rsid w:val="19407D2F"/>
    <w:rsid w:val="1967237E"/>
    <w:rsid w:val="1975120B"/>
    <w:rsid w:val="1AB66D72"/>
    <w:rsid w:val="1AFC59C1"/>
    <w:rsid w:val="1BD230BD"/>
    <w:rsid w:val="1C296F83"/>
    <w:rsid w:val="1CAA6980"/>
    <w:rsid w:val="1E347750"/>
    <w:rsid w:val="1E3B511C"/>
    <w:rsid w:val="1FE56960"/>
    <w:rsid w:val="20AD5A8E"/>
    <w:rsid w:val="21A46446"/>
    <w:rsid w:val="22314BBE"/>
    <w:rsid w:val="260A37B3"/>
    <w:rsid w:val="261A6001"/>
    <w:rsid w:val="267D7D8C"/>
    <w:rsid w:val="26D068D6"/>
    <w:rsid w:val="26EB3A7F"/>
    <w:rsid w:val="27851C53"/>
    <w:rsid w:val="2863472B"/>
    <w:rsid w:val="2928191D"/>
    <w:rsid w:val="2AD44C4A"/>
    <w:rsid w:val="2BF4288E"/>
    <w:rsid w:val="2C7714DB"/>
    <w:rsid w:val="2E6E26A0"/>
    <w:rsid w:val="2FEB3223"/>
    <w:rsid w:val="30535EB2"/>
    <w:rsid w:val="3170458C"/>
    <w:rsid w:val="31901607"/>
    <w:rsid w:val="31983883"/>
    <w:rsid w:val="31AC5397"/>
    <w:rsid w:val="322D7C19"/>
    <w:rsid w:val="32540E2E"/>
    <w:rsid w:val="3285152A"/>
    <w:rsid w:val="33364B51"/>
    <w:rsid w:val="33702CC1"/>
    <w:rsid w:val="345030B1"/>
    <w:rsid w:val="34820DB8"/>
    <w:rsid w:val="366E2F2D"/>
    <w:rsid w:val="37303115"/>
    <w:rsid w:val="3794173A"/>
    <w:rsid w:val="37B837A8"/>
    <w:rsid w:val="380C3FE7"/>
    <w:rsid w:val="3822462C"/>
    <w:rsid w:val="3D88272E"/>
    <w:rsid w:val="3EED790C"/>
    <w:rsid w:val="3F276AC7"/>
    <w:rsid w:val="3F2D67F4"/>
    <w:rsid w:val="3F410DBC"/>
    <w:rsid w:val="3F5D7B4E"/>
    <w:rsid w:val="3FEF479F"/>
    <w:rsid w:val="41A6323C"/>
    <w:rsid w:val="42396756"/>
    <w:rsid w:val="425050D3"/>
    <w:rsid w:val="43CC32A3"/>
    <w:rsid w:val="43E55D00"/>
    <w:rsid w:val="45044FAC"/>
    <w:rsid w:val="46C856A7"/>
    <w:rsid w:val="49580910"/>
    <w:rsid w:val="4BAB28B4"/>
    <w:rsid w:val="4BC50953"/>
    <w:rsid w:val="4CCB2519"/>
    <w:rsid w:val="4D1906A0"/>
    <w:rsid w:val="4E0728D3"/>
    <w:rsid w:val="4E7057B3"/>
    <w:rsid w:val="4E7673D7"/>
    <w:rsid w:val="4FEE2819"/>
    <w:rsid w:val="510E59CC"/>
    <w:rsid w:val="514E233F"/>
    <w:rsid w:val="517E251E"/>
    <w:rsid w:val="51D11647"/>
    <w:rsid w:val="533A5C6C"/>
    <w:rsid w:val="54840F63"/>
    <w:rsid w:val="5545007F"/>
    <w:rsid w:val="55625409"/>
    <w:rsid w:val="56027FA9"/>
    <w:rsid w:val="56A61FAB"/>
    <w:rsid w:val="59157F6E"/>
    <w:rsid w:val="5932795B"/>
    <w:rsid w:val="59D8639A"/>
    <w:rsid w:val="5A9C4E1E"/>
    <w:rsid w:val="5AEE29F4"/>
    <w:rsid w:val="5B946275"/>
    <w:rsid w:val="5BDF6E6A"/>
    <w:rsid w:val="5BE85FB8"/>
    <w:rsid w:val="5C9E2C99"/>
    <w:rsid w:val="5D5C5690"/>
    <w:rsid w:val="5EC63978"/>
    <w:rsid w:val="5F297E7E"/>
    <w:rsid w:val="5FA44864"/>
    <w:rsid w:val="60427F1D"/>
    <w:rsid w:val="609665CD"/>
    <w:rsid w:val="60F97498"/>
    <w:rsid w:val="623B7969"/>
    <w:rsid w:val="62626C26"/>
    <w:rsid w:val="62675E25"/>
    <w:rsid w:val="626A052C"/>
    <w:rsid w:val="63B56851"/>
    <w:rsid w:val="648B756D"/>
    <w:rsid w:val="65F44C9A"/>
    <w:rsid w:val="68C6679F"/>
    <w:rsid w:val="68D80C75"/>
    <w:rsid w:val="69E515F3"/>
    <w:rsid w:val="6A143703"/>
    <w:rsid w:val="6A1755A8"/>
    <w:rsid w:val="6ADA6DBD"/>
    <w:rsid w:val="6AF04B82"/>
    <w:rsid w:val="6B6E4409"/>
    <w:rsid w:val="6C2E12DF"/>
    <w:rsid w:val="6C604A37"/>
    <w:rsid w:val="6D72501E"/>
    <w:rsid w:val="6EF24862"/>
    <w:rsid w:val="6EFD5087"/>
    <w:rsid w:val="6F764CD9"/>
    <w:rsid w:val="7063455D"/>
    <w:rsid w:val="70DD3274"/>
    <w:rsid w:val="72CB46C9"/>
    <w:rsid w:val="72D4663A"/>
    <w:rsid w:val="73154520"/>
    <w:rsid w:val="73EB1756"/>
    <w:rsid w:val="74166AD4"/>
    <w:rsid w:val="74791013"/>
    <w:rsid w:val="75B95B9E"/>
    <w:rsid w:val="75DD062F"/>
    <w:rsid w:val="765964D8"/>
    <w:rsid w:val="766E2618"/>
    <w:rsid w:val="769462BA"/>
    <w:rsid w:val="77A56AE4"/>
    <w:rsid w:val="77FF6615"/>
    <w:rsid w:val="780E18C2"/>
    <w:rsid w:val="7A5E769D"/>
    <w:rsid w:val="7AAB7BCD"/>
    <w:rsid w:val="7C162D37"/>
    <w:rsid w:val="7EBF1417"/>
    <w:rsid w:val="7FDF490D"/>
    <w:rsid w:val="7FFF1C70"/>
    <w:rsid w:val="9EDF6DA2"/>
    <w:rsid w:val="FF7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rPr>
      <w:sz w:val="24"/>
    </w:rPr>
  </w:style>
  <w:style w:type="paragraph" w:customStyle="1" w:styleId="6">
    <w:name w:val="分类号"/>
    <w:basedOn w:val="1"/>
    <w:qFormat/>
    <w:uiPriority w:val="0"/>
    <w:rPr>
      <w:rFonts w:ascii="仿宋_GB2312" w:hAnsi="Times New Roman" w:eastAsia="仿宋_GB2312" w:cs="Times New Roman"/>
      <w:sz w:val="28"/>
      <w:szCs w:val="28"/>
    </w:rPr>
  </w:style>
  <w:style w:type="paragraph" w:customStyle="1" w:styleId="7">
    <w:name w:val="封面日期"/>
    <w:basedOn w:val="1"/>
    <w:qFormat/>
    <w:uiPriority w:val="0"/>
    <w:pPr>
      <w:jc w:val="center"/>
    </w:pPr>
    <w:rPr>
      <w:rFonts w:ascii="黑体" w:hAnsi="Times New Roman" w:eastAsia="黑体" w:cs="Times New Roman"/>
      <w:sz w:val="32"/>
      <w:szCs w:val="32"/>
    </w:rPr>
  </w:style>
  <w:style w:type="paragraph" w:customStyle="1" w:styleId="8">
    <w:name w:val="论文标题"/>
    <w:basedOn w:val="1"/>
    <w:qFormat/>
    <w:uiPriority w:val="0"/>
    <w:pPr>
      <w:jc w:val="center"/>
    </w:pPr>
    <w:rPr>
      <w:rFonts w:ascii="Times New Roman" w:hAnsi="Times New Roman" w:eastAsia="楷体_GB2312" w:cs="Times New Roman"/>
      <w:b/>
      <w:kern w:val="36"/>
      <w:sz w:val="52"/>
      <w:szCs w:val="52"/>
    </w:rPr>
  </w:style>
  <w:style w:type="paragraph" w:customStyle="1" w:styleId="9">
    <w:name w:val="硕士学位论文"/>
    <w:basedOn w:val="1"/>
    <w:qFormat/>
    <w:uiPriority w:val="0"/>
    <w:pPr>
      <w:spacing w:before="240"/>
      <w:jc w:val="center"/>
    </w:pPr>
    <w:rPr>
      <w:rFonts w:ascii="Times New Roman" w:hAnsi="Times New Roman" w:eastAsia="宋体" w:cs="Times New Roman"/>
      <w:sz w:val="44"/>
      <w:szCs w:val="44"/>
    </w:rPr>
  </w:style>
  <w:style w:type="paragraph" w:customStyle="1" w:styleId="10">
    <w:name w:val="研究生姓名"/>
    <w:basedOn w:val="1"/>
    <w:qFormat/>
    <w:uiPriority w:val="0"/>
    <w:pPr>
      <w:ind w:firstLine="700" w:firstLineChars="700"/>
    </w:pPr>
    <w:rPr>
      <w:rFonts w:ascii="Times New Roman" w:hAnsi="Times New Roman" w:eastAsia="宋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领导层个人年度述职报告.docx</Template>
  <Company>巴南区委办</Company>
  <Pages>5</Pages>
  <Words>912</Words>
  <Characters>929</Characters>
  <Lines>1</Lines>
  <Paragraphs>1</Paragraphs>
  <TotalTime>29</TotalTime>
  <ScaleCrop>false</ScaleCrop>
  <LinksUpToDate>false</LinksUpToDate>
  <CharactersWithSpaces>1080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2022-01-11T05:48:00Z</dcterms:created>
  <dc:creator>铭</dc:creator>
  <cp:lastModifiedBy>铭</cp:lastModifiedBy>
  <dcterms:modified xsi:type="dcterms:W3CDTF">2022-01-11T06:14:54Z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794E405DD2C441019962D59DCEB87BBF</vt:lpwstr>
  </property>
  <property fmtid="{D5CDD505-2E9C-101B-9397-08002B2CF9AE}" pid="4" name="KSOSaveFontToCloudKey">
    <vt:lpwstr>388882573_btnclosed</vt:lpwstr>
  </property>
  <property fmtid="{D5CDD505-2E9C-101B-9397-08002B2CF9AE}" pid="5" name="KSOTemplateUUID">
    <vt:lpwstr>v1.0_mb_gBYCtQzXZ4fmPgOh/qXLlA==</vt:lpwstr>
  </property>
</Properties>
</file>