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7734935</wp:posOffset>
                </wp:positionV>
                <wp:extent cx="1069340" cy="982980"/>
                <wp:effectExtent l="0" t="0" r="16510" b="762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340" cy="982980"/>
                          <a:chOff x="9014" y="13904"/>
                          <a:chExt cx="1684" cy="1548"/>
                        </a:xfrm>
                      </wpg:grpSpPr>
                      <wps:wsp>
                        <wps:cNvPr id="8" name="矩形 8"/>
                        <wps:cNvSpPr/>
                        <wps:spPr>
                          <a:xfrm>
                            <a:off x="9031" y="13904"/>
                            <a:ext cx="1650" cy="1549"/>
                          </a:xfrm>
                          <a:prstGeom prst="rect">
                            <a:avLst/>
                          </a:prstGeom>
                          <a:solidFill>
                            <a:srgbClr val="E7CE7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矩形 9"/>
                        <wps:cNvSpPr/>
                        <wps:spPr>
                          <a:xfrm>
                            <a:off x="9014" y="14097"/>
                            <a:ext cx="1684" cy="116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60" w:lineRule="exact"/>
                                <w:ind w:left="0"/>
                                <w:jc w:val="center"/>
                                <w:textAlignment w:val="auto"/>
                                <w:rPr>
                                  <w:rFonts w:hint="eastAsia" w:ascii="汉仪文黑-75简" w:hAnsi="汉仪文黑-75简" w:eastAsia="汉仪文黑-75简" w:cs="汉仪文黑-75简"/>
                                  <w:b w:val="0"/>
                                  <w:bCs/>
                                  <w:color w:val="E00003"/>
                                  <w:kern w:val="24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汉仪文黑-75简" w:hAnsi="汉仪文黑-75简" w:eastAsia="汉仪文黑-75简" w:cs="汉仪文黑-75简"/>
                                  <w:b w:val="0"/>
                                  <w:bCs/>
                                  <w:color w:val="E00003"/>
                                  <w:kern w:val="24"/>
                                  <w:sz w:val="32"/>
                                  <w:szCs w:val="32"/>
                                  <w:lang w:val="en-US" w:eastAsia="zh-CN"/>
                                </w:rPr>
                                <w:t>请替换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60" w:lineRule="exact"/>
                                <w:ind w:left="0"/>
                                <w:jc w:val="center"/>
                                <w:textAlignment w:val="auto"/>
                                <w:rPr>
                                  <w:rFonts w:hint="default" w:ascii="汉仪文黑-75简" w:hAnsi="汉仪文黑-75简" w:eastAsia="汉仪文黑-75简" w:cs="汉仪文黑-75简"/>
                                  <w:b w:val="0"/>
                                  <w:bCs/>
                                  <w:color w:val="E00003"/>
                                  <w:kern w:val="24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汉仪文黑-75简" w:hAnsi="汉仪文黑-75简" w:eastAsia="汉仪文黑-75简" w:cs="汉仪文黑-75简"/>
                                  <w:b w:val="0"/>
                                  <w:bCs/>
                                  <w:color w:val="E00003"/>
                                  <w:kern w:val="24"/>
                                  <w:sz w:val="32"/>
                                  <w:szCs w:val="32"/>
                                  <w:lang w:val="en-US" w:eastAsia="zh-CN"/>
                                </w:rPr>
                                <w:t>二维码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5.55pt;margin-top:609.05pt;height:77.4pt;width:84.2pt;z-index:251664384;mso-width-relative:page;mso-height-relative:page;" coordorigin="9014,13904" coordsize="1684,1548" o:gfxdata="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">
                <o:lock v:ext="edit" aspectratio="f"/>
                <v:rect id="_x0000_s1026" o:spid="_x0000_s1026" o:spt="1" style="position:absolute;left:9031;top:13904;height:1549;width:1650;v-text-anchor:middle;" fillcolor="#E7CE7A" filled="t" stroked="f" coordsize="21600,21600" o:gfxdata="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zuLbugAAANo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9014;top:14097;height:1163;width:1684;" filled="f" stroked="f" coordsize="21600,21600" o:gfxdata="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TiVL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60" w:lineRule="exact"/>
                          <w:ind w:left="0"/>
                          <w:jc w:val="center"/>
                          <w:textAlignment w:val="auto"/>
                          <w:rPr>
                            <w:rFonts w:hint="eastAsia" w:ascii="汉仪文黑-75简" w:hAnsi="汉仪文黑-75简" w:eastAsia="汉仪文黑-75简" w:cs="汉仪文黑-75简"/>
                            <w:b w:val="0"/>
                            <w:bCs/>
                            <w:color w:val="E00003"/>
                            <w:kern w:val="24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 w:ascii="汉仪文黑-75简" w:hAnsi="汉仪文黑-75简" w:eastAsia="汉仪文黑-75简" w:cs="汉仪文黑-75简"/>
                            <w:b w:val="0"/>
                            <w:bCs/>
                            <w:color w:val="E00003"/>
                            <w:kern w:val="24"/>
                            <w:sz w:val="32"/>
                            <w:szCs w:val="32"/>
                            <w:lang w:val="en-US" w:eastAsia="zh-CN"/>
                          </w:rPr>
                          <w:t>请替换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60" w:lineRule="exact"/>
                          <w:ind w:left="0"/>
                          <w:jc w:val="center"/>
                          <w:textAlignment w:val="auto"/>
                          <w:rPr>
                            <w:rFonts w:hint="default" w:ascii="汉仪文黑-75简" w:hAnsi="汉仪文黑-75简" w:eastAsia="汉仪文黑-75简" w:cs="汉仪文黑-75简"/>
                            <w:b w:val="0"/>
                            <w:bCs/>
                            <w:color w:val="E00003"/>
                            <w:kern w:val="24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 w:ascii="汉仪文黑-75简" w:hAnsi="汉仪文黑-75简" w:eastAsia="汉仪文黑-75简" w:cs="汉仪文黑-75简"/>
                            <w:b w:val="0"/>
                            <w:bCs/>
                            <w:color w:val="E00003"/>
                            <w:kern w:val="24"/>
                            <w:sz w:val="32"/>
                            <w:szCs w:val="32"/>
                            <w:lang w:val="en-US" w:eastAsia="zh-CN"/>
                          </w:rPr>
                          <w:t>二维码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ge">
                  <wp:posOffset>6231890</wp:posOffset>
                </wp:positionV>
                <wp:extent cx="5132705" cy="2293620"/>
                <wp:effectExtent l="0" t="0" r="0" b="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2705" cy="22936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ind w:left="0"/>
                              <w:jc w:val="center"/>
                              <w:textAlignment w:val="auto"/>
                              <w:rPr>
                                <w:rFonts w:hint="eastAsia" w:ascii="汉仪文黑-75简" w:hAnsi="汉仪文黑-75简" w:eastAsia="汉仪文黑-75简" w:cs="汉仪文黑-75简"/>
                                <w:b w:val="0"/>
                                <w:bCs/>
                                <w:color w:val="F6D36B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汉仪文黑-75简" w:hAnsi="汉仪文黑-75简" w:eastAsia="汉仪文黑-75简" w:cs="汉仪文黑-75简"/>
                                <w:b w:val="0"/>
                                <w:bCs/>
                                <w:color w:val="F6D36B"/>
                                <w:kern w:val="24"/>
                                <w:sz w:val="32"/>
                                <w:szCs w:val="32"/>
                              </w:rPr>
                              <w:t>20XX，阳光与风雨同在，成功与失败并行，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ind w:left="0"/>
                              <w:jc w:val="center"/>
                              <w:textAlignment w:val="auto"/>
                              <w:rPr>
                                <w:rFonts w:hint="eastAsia" w:ascii="汉仪文黑-75简" w:hAnsi="汉仪文黑-75简" w:eastAsia="汉仪文黑-75简" w:cs="汉仪文黑-75简"/>
                                <w:b w:val="0"/>
                                <w:bCs/>
                                <w:color w:val="F6D36B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汉仪文黑-75简" w:hAnsi="汉仪文黑-75简" w:eastAsia="汉仪文黑-75简" w:cs="汉仪文黑-75简"/>
                                <w:b w:val="0"/>
                                <w:bCs/>
                                <w:color w:val="F6D36B"/>
                                <w:kern w:val="24"/>
                                <w:sz w:val="32"/>
                                <w:szCs w:val="32"/>
                              </w:rPr>
                              <w:t>希望与失望纠缠，梦想与坎坷斗争，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ind w:left="0"/>
                              <w:jc w:val="center"/>
                              <w:textAlignment w:val="auto"/>
                              <w:rPr>
                                <w:rFonts w:hint="eastAsia" w:ascii="汉仪文黑-75简" w:hAnsi="汉仪文黑-75简" w:eastAsia="汉仪文黑-75简" w:cs="汉仪文黑-75简"/>
                                <w:b w:val="0"/>
                                <w:bCs/>
                                <w:color w:val="F6D36B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汉仪文黑-75简" w:hAnsi="汉仪文黑-75简" w:eastAsia="汉仪文黑-75简" w:cs="汉仪文黑-75简"/>
                                <w:b w:val="0"/>
                                <w:bCs/>
                                <w:color w:val="F6D36B"/>
                                <w:kern w:val="24"/>
                                <w:sz w:val="32"/>
                                <w:szCs w:val="32"/>
                              </w:rPr>
                              <w:t>在20XX新的一年中，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ind w:left="0"/>
                              <w:jc w:val="center"/>
                              <w:textAlignment w:val="auto"/>
                              <w:rPr>
                                <w:rFonts w:hint="eastAsia" w:ascii="汉仪文黑-75简" w:hAnsi="汉仪文黑-75简" w:eastAsia="汉仪文黑-75简" w:cs="汉仪文黑-75简"/>
                                <w:b w:val="0"/>
                                <w:bCs/>
                                <w:color w:val="F6D36B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汉仪文黑-75简" w:hAnsi="汉仪文黑-75简" w:eastAsia="汉仪文黑-75简" w:cs="汉仪文黑-75简"/>
                                <w:b w:val="0"/>
                                <w:bCs/>
                                <w:color w:val="F6D36B"/>
                                <w:kern w:val="24"/>
                                <w:sz w:val="32"/>
                                <w:szCs w:val="32"/>
                              </w:rPr>
                              <w:t>愿大家都能够美梦成真，一飞冲天!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ind w:left="0"/>
                              <w:jc w:val="center"/>
                              <w:textAlignment w:val="auto"/>
                              <w:rPr>
                                <w:rFonts w:hint="eastAsia" w:ascii="汉仪文黑-75简" w:hAnsi="汉仪文黑-75简" w:eastAsia="汉仪文黑-75简" w:cs="汉仪文黑-75简"/>
                                <w:b w:val="0"/>
                                <w:bCs/>
                                <w:color w:val="F6D36B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汉仪文黑-75简" w:hAnsi="汉仪文黑-75简" w:eastAsia="汉仪文黑-75简" w:cs="汉仪文黑-75简"/>
                                <w:b w:val="0"/>
                                <w:bCs/>
                                <w:color w:val="F6D36B"/>
                                <w:kern w:val="24"/>
                                <w:sz w:val="32"/>
                                <w:szCs w:val="32"/>
                              </w:rPr>
                              <w:t>我们相约20XX-XX-XX/18∶00-22∶00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ind w:left="0"/>
                              <w:jc w:val="center"/>
                              <w:textAlignment w:val="auto"/>
                              <w:rPr>
                                <w:rFonts w:hint="eastAsia" w:ascii="汉仪文黑-75简" w:hAnsi="汉仪文黑-75简" w:eastAsia="汉仪文黑-75简" w:cs="汉仪文黑-75简"/>
                                <w:b w:val="0"/>
                                <w:bCs/>
                                <w:color w:val="F6D36B"/>
                                <w:kern w:val="24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75简" w:hAnsi="汉仪文黑-75简" w:eastAsia="汉仪文黑-75简" w:cs="汉仪文黑-75简"/>
                                <w:b w:val="0"/>
                                <w:bCs/>
                                <w:color w:val="F6D36B"/>
                                <w:kern w:val="24"/>
                                <w:sz w:val="32"/>
                                <w:szCs w:val="32"/>
                              </w:rPr>
                              <w:t>某某大道某某000号商务大酒店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.6pt;margin-top:490.7pt;height:180.6pt;width:404.15pt;mso-position-vertical-relative:page;z-index:251663360;mso-width-relative:page;mso-height-relative:page;" filled="f" stroked="f" coordsize="21600,21600" o:gfxdata="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zo3iPtsAAAALAQAA&#10;DwAAAAAAAAABACAAAAAiAAAAZHJzL2Rvd25yZXYueG1sUEsBAhQAFAAAAAgAh07iQDnxEKCkAQAA&#10;OwMAAA4AAAAAAAAAAQAgAAAAKgEAAGRycy9lMm9Eb2MueG1sUEsFBgAAAAAGAAYAWQEAAEA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ind w:left="0"/>
                        <w:jc w:val="center"/>
                        <w:textAlignment w:val="auto"/>
                        <w:rPr>
                          <w:rFonts w:hint="eastAsia" w:ascii="汉仪文黑-75简" w:hAnsi="汉仪文黑-75简" w:eastAsia="汉仪文黑-75简" w:cs="汉仪文黑-75简"/>
                          <w:b w:val="0"/>
                          <w:bCs/>
                          <w:color w:val="F6D36B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汉仪文黑-75简" w:hAnsi="汉仪文黑-75简" w:eastAsia="汉仪文黑-75简" w:cs="汉仪文黑-75简"/>
                          <w:b w:val="0"/>
                          <w:bCs/>
                          <w:color w:val="F6D36B"/>
                          <w:kern w:val="24"/>
                          <w:sz w:val="32"/>
                          <w:szCs w:val="32"/>
                        </w:rPr>
                        <w:t>20XX，阳光与风雨同在，成功与失败并行，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ind w:left="0"/>
                        <w:jc w:val="center"/>
                        <w:textAlignment w:val="auto"/>
                        <w:rPr>
                          <w:rFonts w:hint="eastAsia" w:ascii="汉仪文黑-75简" w:hAnsi="汉仪文黑-75简" w:eastAsia="汉仪文黑-75简" w:cs="汉仪文黑-75简"/>
                          <w:b w:val="0"/>
                          <w:bCs/>
                          <w:color w:val="F6D36B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汉仪文黑-75简" w:hAnsi="汉仪文黑-75简" w:eastAsia="汉仪文黑-75简" w:cs="汉仪文黑-75简"/>
                          <w:b w:val="0"/>
                          <w:bCs/>
                          <w:color w:val="F6D36B"/>
                          <w:kern w:val="24"/>
                          <w:sz w:val="32"/>
                          <w:szCs w:val="32"/>
                        </w:rPr>
                        <w:t>希望与失望纠缠，梦想与坎坷斗争，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ind w:left="0"/>
                        <w:jc w:val="center"/>
                        <w:textAlignment w:val="auto"/>
                        <w:rPr>
                          <w:rFonts w:hint="eastAsia" w:ascii="汉仪文黑-75简" w:hAnsi="汉仪文黑-75简" w:eastAsia="汉仪文黑-75简" w:cs="汉仪文黑-75简"/>
                          <w:b w:val="0"/>
                          <w:bCs/>
                          <w:color w:val="F6D36B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汉仪文黑-75简" w:hAnsi="汉仪文黑-75简" w:eastAsia="汉仪文黑-75简" w:cs="汉仪文黑-75简"/>
                          <w:b w:val="0"/>
                          <w:bCs/>
                          <w:color w:val="F6D36B"/>
                          <w:kern w:val="24"/>
                          <w:sz w:val="32"/>
                          <w:szCs w:val="32"/>
                        </w:rPr>
                        <w:t>在20XX新的一年中，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ind w:left="0"/>
                        <w:jc w:val="center"/>
                        <w:textAlignment w:val="auto"/>
                        <w:rPr>
                          <w:rFonts w:hint="eastAsia" w:ascii="汉仪文黑-75简" w:hAnsi="汉仪文黑-75简" w:eastAsia="汉仪文黑-75简" w:cs="汉仪文黑-75简"/>
                          <w:b w:val="0"/>
                          <w:bCs/>
                          <w:color w:val="F6D36B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汉仪文黑-75简" w:hAnsi="汉仪文黑-75简" w:eastAsia="汉仪文黑-75简" w:cs="汉仪文黑-75简"/>
                          <w:b w:val="0"/>
                          <w:bCs/>
                          <w:color w:val="F6D36B"/>
                          <w:kern w:val="24"/>
                          <w:sz w:val="32"/>
                          <w:szCs w:val="32"/>
                        </w:rPr>
                        <w:t>愿大家都能够美梦成真，一飞冲天!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ind w:left="0"/>
                        <w:jc w:val="center"/>
                        <w:textAlignment w:val="auto"/>
                        <w:rPr>
                          <w:rFonts w:hint="eastAsia" w:ascii="汉仪文黑-75简" w:hAnsi="汉仪文黑-75简" w:eastAsia="汉仪文黑-75简" w:cs="汉仪文黑-75简"/>
                          <w:b w:val="0"/>
                          <w:bCs/>
                          <w:color w:val="F6D36B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汉仪文黑-75简" w:hAnsi="汉仪文黑-75简" w:eastAsia="汉仪文黑-75简" w:cs="汉仪文黑-75简"/>
                          <w:b w:val="0"/>
                          <w:bCs/>
                          <w:color w:val="F6D36B"/>
                          <w:kern w:val="24"/>
                          <w:sz w:val="32"/>
                          <w:szCs w:val="32"/>
                        </w:rPr>
                        <w:t>我们相约20XX-XX-XX/18∶00-22∶00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ind w:left="0"/>
                        <w:jc w:val="center"/>
                        <w:textAlignment w:val="auto"/>
                        <w:rPr>
                          <w:rFonts w:hint="eastAsia" w:ascii="汉仪文黑-75简" w:hAnsi="汉仪文黑-75简" w:eastAsia="汉仪文黑-75简" w:cs="汉仪文黑-75简"/>
                          <w:b w:val="0"/>
                          <w:bCs/>
                          <w:color w:val="F6D36B"/>
                          <w:kern w:val="24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汉仪文黑-75简" w:hAnsi="汉仪文黑-75简" w:eastAsia="汉仪文黑-75简" w:cs="汉仪文黑-75简"/>
                          <w:b w:val="0"/>
                          <w:bCs/>
                          <w:color w:val="F6D36B"/>
                          <w:kern w:val="24"/>
                          <w:sz w:val="32"/>
                          <w:szCs w:val="32"/>
                        </w:rPr>
                        <w:t>某某大道某某000号商务大酒店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ge">
                  <wp:posOffset>1813560</wp:posOffset>
                </wp:positionV>
                <wp:extent cx="4065905" cy="1064895"/>
                <wp:effectExtent l="0" t="0" r="0" b="0"/>
                <wp:wrapNone/>
                <wp:docPr id="93" name="矩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5905" cy="10648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40" w:lineRule="exact"/>
                              <w:ind w:left="0"/>
                              <w:jc w:val="center"/>
                              <w:textAlignment w:val="auto"/>
                              <w:rPr>
                                <w:rFonts w:hint="eastAsia" w:ascii="汉仪文黑-75简" w:hAnsi="汉仪文黑-75简" w:eastAsia="汉仪文黑-75简" w:cs="汉仪文黑-75简"/>
                                <w:b w:val="0"/>
                                <w:bCs/>
                                <w:color w:val="F6D36B"/>
                                <w:kern w:val="2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 w:ascii="汉仪文黑-75简" w:hAnsi="汉仪文黑-75简" w:eastAsia="汉仪文黑-75简" w:cs="汉仪文黑-75简"/>
                                <w:b w:val="0"/>
                                <w:bCs/>
                                <w:color w:val="F6D36B"/>
                                <w:kern w:val="24"/>
                                <w:sz w:val="48"/>
                                <w:szCs w:val="48"/>
                              </w:rPr>
                              <w:t>风雨同舟·再创辉煌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40" w:lineRule="exact"/>
                              <w:ind w:left="0"/>
                              <w:jc w:val="center"/>
                              <w:textAlignment w:val="auto"/>
                              <w:rPr>
                                <w:rFonts w:hint="eastAsia" w:ascii="汉仪文黑-75简" w:hAnsi="汉仪文黑-75简" w:eastAsia="汉仪文黑-75简" w:cs="汉仪文黑-75简"/>
                                <w:b w:val="0"/>
                                <w:bCs/>
                                <w:color w:val="F6D36B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75简" w:hAnsi="汉仪文黑-75简" w:eastAsia="汉仪文黑-75简" w:cs="汉仪文黑-75简"/>
                                <w:b w:val="0"/>
                                <w:bCs/>
                                <w:color w:val="F6D36B"/>
                                <w:kern w:val="24"/>
                                <w:sz w:val="36"/>
                                <w:szCs w:val="36"/>
                              </w:rPr>
                              <w:t>——20</w:t>
                            </w:r>
                            <w:r>
                              <w:rPr>
                                <w:rFonts w:hint="eastAsia" w:ascii="汉仪文黑-75简" w:hAnsi="汉仪文黑-75简" w:eastAsia="汉仪文黑-75简" w:cs="汉仪文黑-75简"/>
                                <w:b w:val="0"/>
                                <w:bCs/>
                                <w:color w:val="F6D36B"/>
                                <w:kern w:val="24"/>
                                <w:sz w:val="36"/>
                                <w:szCs w:val="36"/>
                                <w:lang w:val="en-US" w:eastAsia="zh-CN"/>
                              </w:rPr>
                              <w:t>XX~某某年</w:t>
                            </w:r>
                            <w:r>
                              <w:rPr>
                                <w:rFonts w:hint="eastAsia" w:ascii="汉仪文黑-75简" w:hAnsi="汉仪文黑-75简" w:eastAsia="汉仪文黑-75简" w:cs="汉仪文黑-75简"/>
                                <w:b w:val="0"/>
                                <w:bCs/>
                                <w:color w:val="F6D36B"/>
                                <w:kern w:val="24"/>
                                <w:sz w:val="36"/>
                                <w:szCs w:val="36"/>
                              </w:rPr>
                              <w:t>——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0.95pt;margin-top:142.8pt;height:83.85pt;width:320.15pt;mso-position-vertical-relative:page;z-index:251661312;mso-width-relative:page;mso-height-relative:page;" filled="f" stroked="f" coordsize="21600,21600" o:gfxdata="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pyo33AAAAAsB&#10;AAAPAAAAAAAAAAEAIAAAACIAAABkcnMvZG93bnJldi54bWxQSwECFAAUAAAACACHTuJALw8p86UB&#10;AAA9AwAADgAAAAAAAAABACAAAAArAQAAZHJzL2Uyb0RvYy54bWxQSwUGAAAAAAYABgBZAQAAQg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40" w:lineRule="exact"/>
                        <w:ind w:left="0"/>
                        <w:jc w:val="center"/>
                        <w:textAlignment w:val="auto"/>
                        <w:rPr>
                          <w:rFonts w:hint="eastAsia" w:ascii="汉仪文黑-75简" w:hAnsi="汉仪文黑-75简" w:eastAsia="汉仪文黑-75简" w:cs="汉仪文黑-75简"/>
                          <w:b w:val="0"/>
                          <w:bCs/>
                          <w:color w:val="F6D36B"/>
                          <w:kern w:val="24"/>
                          <w:sz w:val="48"/>
                          <w:szCs w:val="48"/>
                        </w:rPr>
                      </w:pPr>
                      <w:r>
                        <w:rPr>
                          <w:rFonts w:hint="eastAsia" w:ascii="汉仪文黑-75简" w:hAnsi="汉仪文黑-75简" w:eastAsia="汉仪文黑-75简" w:cs="汉仪文黑-75简"/>
                          <w:b w:val="0"/>
                          <w:bCs/>
                          <w:color w:val="F6D36B"/>
                          <w:kern w:val="24"/>
                          <w:sz w:val="48"/>
                          <w:szCs w:val="48"/>
                        </w:rPr>
                        <w:t>风雨同舟·再创辉煌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40" w:lineRule="exact"/>
                        <w:ind w:left="0"/>
                        <w:jc w:val="center"/>
                        <w:textAlignment w:val="auto"/>
                        <w:rPr>
                          <w:rFonts w:hint="eastAsia" w:ascii="汉仪文黑-75简" w:hAnsi="汉仪文黑-75简" w:eastAsia="汉仪文黑-75简" w:cs="汉仪文黑-75简"/>
                          <w:b w:val="0"/>
                          <w:bCs/>
                          <w:color w:val="F6D36B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汉仪文黑-75简" w:hAnsi="汉仪文黑-75简" w:eastAsia="汉仪文黑-75简" w:cs="汉仪文黑-75简"/>
                          <w:b w:val="0"/>
                          <w:bCs/>
                          <w:color w:val="F6D36B"/>
                          <w:kern w:val="24"/>
                          <w:sz w:val="36"/>
                          <w:szCs w:val="36"/>
                        </w:rPr>
                        <w:t>——20</w:t>
                      </w:r>
                      <w:r>
                        <w:rPr>
                          <w:rFonts w:hint="eastAsia" w:ascii="汉仪文黑-75简" w:hAnsi="汉仪文黑-75简" w:eastAsia="汉仪文黑-75简" w:cs="汉仪文黑-75简"/>
                          <w:b w:val="0"/>
                          <w:bCs/>
                          <w:color w:val="F6D36B"/>
                          <w:kern w:val="24"/>
                          <w:sz w:val="36"/>
                          <w:szCs w:val="36"/>
                          <w:lang w:val="en-US" w:eastAsia="zh-CN"/>
                        </w:rPr>
                        <w:t>XX~某某年</w:t>
                      </w:r>
                      <w:r>
                        <w:rPr>
                          <w:rFonts w:hint="eastAsia" w:ascii="汉仪文黑-75简" w:hAnsi="汉仪文黑-75简" w:eastAsia="汉仪文黑-75简" w:cs="汉仪文黑-75简"/>
                          <w:b w:val="0"/>
                          <w:bCs/>
                          <w:color w:val="F6D36B"/>
                          <w:kern w:val="24"/>
                          <w:sz w:val="36"/>
                          <w:szCs w:val="36"/>
                        </w:rPr>
                        <w:t>——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-386715</wp:posOffset>
                </wp:positionH>
                <wp:positionV relativeFrom="page">
                  <wp:posOffset>5297805</wp:posOffset>
                </wp:positionV>
                <wp:extent cx="6048375" cy="632460"/>
                <wp:effectExtent l="0" t="0" r="0" b="0"/>
                <wp:wrapNone/>
                <wp:docPr id="5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6324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800" w:lineRule="exact"/>
                              <w:jc w:val="center"/>
                              <w:textAlignment w:val="auto"/>
                              <w:rPr>
                                <w:rFonts w:hint="eastAsia" w:ascii="汉仪文黑-75简" w:hAnsi="汉仪文黑-75简" w:eastAsia="汉仪文黑-75简" w:cs="汉仪文黑-75简"/>
                                <w:b/>
                                <w:bCs/>
                                <w:color w:val="F6D36B"/>
                                <w:kern w:val="2"/>
                                <w:sz w:val="60"/>
                                <w:szCs w:val="6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75简" w:hAnsi="汉仪文黑-75简" w:eastAsia="汉仪文黑-75简" w:cs="汉仪文黑-75简"/>
                                <w:b/>
                                <w:bCs/>
                                <w:color w:val="F6D36B"/>
                                <w:kern w:val="2"/>
                                <w:sz w:val="60"/>
                                <w:szCs w:val="60"/>
                                <w:lang w:val="en-US" w:eastAsia="zh-CN"/>
                              </w:rPr>
                              <w:t>诚邀您参加某某公司年度盛典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1" o:spid="_x0000_s1026" o:spt="1" style="position:absolute;left:0pt;margin-left:-30.45pt;margin-top:417.15pt;height:49.8pt;width:476.25pt;mso-position-vertical-relative:page;z-index:251659264;mso-width-relative:page;mso-height-relative:page;" filled="f" stroked="f" coordsize="21600,21600" o:gfxdata="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HFonJzcAAAACwEA&#10;AA8AAAAAAAAAAQAgAAAAIgAAAGRycy9kb3ducmV2LnhtbFBLAQIUABQAAAAIAIdO4kCeY6kQpAEA&#10;ADsDAAAOAAAAAAAAAAEAIAAAACsBAABkcnMvZTJvRG9jLnhtbFBLBQYAAAAABgAGAFkBAABBBQAA&#10;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800" w:lineRule="exact"/>
                        <w:jc w:val="center"/>
                        <w:textAlignment w:val="auto"/>
                        <w:rPr>
                          <w:rFonts w:hint="eastAsia" w:ascii="汉仪文黑-75简" w:hAnsi="汉仪文黑-75简" w:eastAsia="汉仪文黑-75简" w:cs="汉仪文黑-75简"/>
                          <w:b/>
                          <w:bCs/>
                          <w:color w:val="F6D36B"/>
                          <w:kern w:val="2"/>
                          <w:sz w:val="60"/>
                          <w:szCs w:val="60"/>
                          <w:lang w:val="en-US" w:eastAsia="zh-CN"/>
                        </w:rPr>
                      </w:pPr>
                      <w:r>
                        <w:rPr>
                          <w:rFonts w:hint="eastAsia" w:ascii="汉仪文黑-75简" w:hAnsi="汉仪文黑-75简" w:eastAsia="汉仪文黑-75简" w:cs="汉仪文黑-75简"/>
                          <w:b/>
                          <w:bCs/>
                          <w:color w:val="F6D36B"/>
                          <w:kern w:val="2"/>
                          <w:sz w:val="60"/>
                          <w:szCs w:val="60"/>
                          <w:lang w:val="en-US" w:eastAsia="zh-CN"/>
                        </w:rPr>
                        <w:t>诚邀您参加某某公司年度盛典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4277995</wp:posOffset>
                </wp:positionV>
                <wp:extent cx="5726430" cy="835025"/>
                <wp:effectExtent l="0" t="13970" r="7620" b="27305"/>
                <wp:wrapNone/>
                <wp:docPr id="112" name="组合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6430" cy="835025"/>
                          <a:chOff x="8279" y="10093"/>
                          <a:chExt cx="8753" cy="1315"/>
                        </a:xfrm>
                      </wpg:grpSpPr>
                      <wps:wsp>
                        <wps:cNvPr id="32" name="直接连接符 32"/>
                        <wps:cNvCnPr/>
                        <wps:spPr>
                          <a:xfrm>
                            <a:off x="8279" y="10093"/>
                            <a:ext cx="8753" cy="0"/>
                          </a:xfrm>
                          <a:prstGeom prst="line">
                            <a:avLst/>
                          </a:prstGeom>
                          <a:ln w="28575">
                            <a:gradFill>
                              <a:gsLst>
                                <a:gs pos="0">
                                  <a:srgbClr val="DB0004">
                                    <a:alpha val="0"/>
                                  </a:srgbClr>
                                </a:gs>
                                <a:gs pos="71000">
                                  <a:srgbClr val="E2C864"/>
                                </a:gs>
                                <a:gs pos="35000">
                                  <a:srgbClr val="E2C864"/>
                                </a:gs>
                                <a:gs pos="100000">
                                  <a:srgbClr val="FB0005">
                                    <a:alpha val="0"/>
                                  </a:srgbClr>
                                </a:gs>
                              </a:gsLst>
                              <a:lin ang="0" scaled="0"/>
                            </a:gra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接连接符 33"/>
                        <wps:cNvCnPr/>
                        <wps:spPr>
                          <a:xfrm>
                            <a:off x="8279" y="11408"/>
                            <a:ext cx="8753" cy="0"/>
                          </a:xfrm>
                          <a:prstGeom prst="line">
                            <a:avLst/>
                          </a:prstGeom>
                          <a:ln w="28575">
                            <a:gradFill>
                              <a:gsLst>
                                <a:gs pos="0">
                                  <a:srgbClr val="DB0004">
                                    <a:alpha val="0"/>
                                  </a:srgbClr>
                                </a:gs>
                                <a:gs pos="71000">
                                  <a:srgbClr val="E2C864"/>
                                </a:gs>
                                <a:gs pos="35000">
                                  <a:srgbClr val="E2C864"/>
                                </a:gs>
                                <a:gs pos="100000">
                                  <a:srgbClr val="FB0005">
                                    <a:alpha val="0"/>
                                  </a:srgbClr>
                                </a:gs>
                              </a:gsLst>
                              <a:lin ang="0" scaled="0"/>
                            </a:gra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7.8pt;margin-top:336.85pt;height:65.75pt;width:450.9pt;z-index:251660288;mso-width-relative:page;mso-height-relative:page;" coordorigin="8279,10093" coordsize="8753,1315" o:gfxdata="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">
                <o:lock v:ext="edit" aspectratio="f"/>
                <v:line id="_x0000_s1026" o:spid="_x0000_s1026" o:spt="20" style="position:absolute;left:8279;top:10093;height:0;width:8753;" filled="f" stroked="t" coordsize="21600,21600" o:gfxdata="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uCJMbgAAADbAAAA&#10;DwAAAAAAAAABACAAAAAiAAAAZHJzL2Rvd25yZXYueG1sUEsBAhQAFAAAAAgAh07iQDMvBZ47AAAA&#10;OQAAABAAAAAAAAAAAQAgAAAABwEAAGRycy9zaGFwZXhtbC54bWxQSwUGAAAAAAYABgBbAQAAsQMA&#10;AAAA&#10;">
                  <v:fill on="f" focussize="0,0"/>
                  <v:stroke weight="2.25pt" color="#000000" miterlimit="8" joinstyle="miter"/>
                  <v:imagedata o:title=""/>
                  <o:lock v:ext="edit" aspectratio="f"/>
                </v:line>
                <v:line id="_x0000_s1026" o:spid="_x0000_s1026" o:spt="20" style="position:absolute;left:8279;top:11408;height:0;width:8753;" filled="f" stroked="t" coordsize="21600,21600" o:gfxdata="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awsqrgAAADbAAAA&#10;DwAAAAAAAAABACAAAAAiAAAAZHJzL2Rvd25yZXYueG1sUEsBAhQAFAAAAAgAh07iQDMvBZ47AAAA&#10;OQAAABAAAAAAAAAAAQAgAAAABwEAAGRycy9zaGFwZXhtbC54bWxQSwUGAAAAAAYABgBbAQAAsQMA&#10;AAAA&#10;">
                  <v:fill on="f" focussize="0,0"/>
                  <v:stroke weight="2.25pt" color="#000000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ragraph">
                  <wp:posOffset>2151380</wp:posOffset>
                </wp:positionV>
                <wp:extent cx="5069840" cy="1783715"/>
                <wp:effectExtent l="0" t="0" r="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69840" cy="1783715"/>
                          <a:chOff x="7816" y="5006"/>
                          <a:chExt cx="7984" cy="2809"/>
                        </a:xfrm>
                      </wpg:grpSpPr>
                      <wps:wsp>
                        <wps:cNvPr id="1" name="矩形 8"/>
                        <wps:cNvSpPr/>
                        <wps:spPr>
                          <a:xfrm>
                            <a:off x="7816" y="5006"/>
                            <a:ext cx="7984" cy="189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1900" w:lineRule="exact"/>
                                <w:ind w:left="0"/>
                                <w:jc w:val="center"/>
                                <w:textAlignment w:val="auto"/>
                                <w:rPr>
                                  <w:rFonts w:hint="eastAsia" w:ascii="汉仪尚巍手书简" w:hAnsi="汉仪尚巍手书简" w:eastAsia="汉仪尚巍手书简" w:cs="汉仪尚巍手书简"/>
                                  <w:b w:val="0"/>
                                  <w:bCs/>
                                  <w:color w:val="F6D36B"/>
                                  <w:sz w:val="180"/>
                                  <w:szCs w:val="18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汉仪尚巍手书简" w:hAnsi="汉仪尚巍手书简" w:eastAsia="汉仪尚巍手书简" w:cs="汉仪尚巍手书简"/>
                                  <w:b w:val="0"/>
                                  <w:bCs/>
                                  <w:color w:val="F6D36B"/>
                                  <w:kern w:val="24"/>
                                  <w:sz w:val="180"/>
                                  <w:szCs w:val="180"/>
                                  <w:lang w:val="en-US" w:eastAsia="zh-CN"/>
                                </w:rPr>
                                <w:t>邀请函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2" name="矩形 2"/>
                        <wps:cNvSpPr/>
                        <wps:spPr>
                          <a:xfrm>
                            <a:off x="9514" y="7009"/>
                            <a:ext cx="4589" cy="807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20" w:lineRule="exact"/>
                                <w:ind w:left="0"/>
                                <w:jc w:val="distribute"/>
                                <w:textAlignment w:val="auto"/>
                                <w:rPr>
                                  <w:rFonts w:hint="eastAsia" w:ascii="汉仪文黑-75简" w:hAnsi="汉仪文黑-75简" w:eastAsia="汉仪文黑-75简" w:cs="汉仪文黑-75简"/>
                                  <w:b w:val="0"/>
                                  <w:bCs/>
                                  <w:color w:val="F6D36B"/>
                                  <w:kern w:val="24"/>
                                  <w:sz w:val="40"/>
                                  <w:szCs w:val="4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汉仪文黑-75简" w:hAnsi="汉仪文黑-75简" w:eastAsia="汉仪文黑-75简" w:cs="汉仪文黑-75简"/>
                                  <w:b w:val="0"/>
                                  <w:bCs/>
                                  <w:color w:val="F6D36B"/>
                                  <w:kern w:val="24"/>
                                  <w:sz w:val="40"/>
                                  <w:szCs w:val="40"/>
                                </w:rPr>
                                <w:t>INVITATION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05pt;margin-top:169.4pt;height:140.45pt;width:399.2pt;z-index:251662336;mso-width-relative:page;mso-height-relative:page;" coordorigin="7816,5006" coordsize="7984,2809" o:gfxdata="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mdH5Y2gAAAAoBAAAPAAAAAAAAAAEAIAAAACIAAABkcnMv&#10;ZG93bnJldi54bWxQSwECFAAUAAAACACHTuJA1v/GYzoCAADIBQAADgAAAAAAAAABACAAAAApAQAA&#10;ZHJzL2Uyb0RvYy54bWxQSwUGAAAAAAYABgBZAQAA1QUAAAAA&#10;">
                <o:lock v:ext="edit" aspectratio="f"/>
                <v:rect id="矩形 8" o:spid="_x0000_s1026" o:spt="1" style="position:absolute;left:7816;top:5006;height:1894;width:7984;" filled="f" stroked="f" coordsize="21600,21600" o:gfxdata="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OClN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1900" w:lineRule="exact"/>
                          <w:ind w:left="0"/>
                          <w:jc w:val="center"/>
                          <w:textAlignment w:val="auto"/>
                          <w:rPr>
                            <w:rFonts w:hint="eastAsia" w:ascii="汉仪尚巍手书简" w:hAnsi="汉仪尚巍手书简" w:eastAsia="汉仪尚巍手书简" w:cs="汉仪尚巍手书简"/>
                            <w:b w:val="0"/>
                            <w:bCs/>
                            <w:color w:val="F6D36B"/>
                            <w:sz w:val="180"/>
                            <w:szCs w:val="180"/>
                            <w:lang w:val="en-US" w:eastAsia="zh-CN"/>
                          </w:rPr>
                        </w:pPr>
                        <w:r>
                          <w:rPr>
                            <w:rFonts w:hint="eastAsia" w:ascii="汉仪尚巍手书简" w:hAnsi="汉仪尚巍手书简" w:eastAsia="汉仪尚巍手书简" w:cs="汉仪尚巍手书简"/>
                            <w:b w:val="0"/>
                            <w:bCs/>
                            <w:color w:val="F6D36B"/>
                            <w:kern w:val="24"/>
                            <w:sz w:val="180"/>
                            <w:szCs w:val="180"/>
                            <w:lang w:val="en-US" w:eastAsia="zh-CN"/>
                          </w:rPr>
                          <w:t>邀请函</w:t>
                        </w:r>
                      </w:p>
                    </w:txbxContent>
                  </v:textbox>
                </v:rect>
                <v:rect id="_x0000_s1026" o:spid="_x0000_s1026" o:spt="1" style="position:absolute;left:9514;top:7009;height:807;width:4589;" filled="f" stroked="f" coordsize="21600,21600" o:gfxdata="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zqtz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20" w:lineRule="exact"/>
                          <w:ind w:left="0"/>
                          <w:jc w:val="distribute"/>
                          <w:textAlignment w:val="auto"/>
                          <w:rPr>
                            <w:rFonts w:hint="eastAsia" w:ascii="汉仪文黑-75简" w:hAnsi="汉仪文黑-75简" w:eastAsia="汉仪文黑-75简" w:cs="汉仪文黑-75简"/>
                            <w:b w:val="0"/>
                            <w:bCs/>
                            <w:color w:val="F6D36B"/>
                            <w:kern w:val="24"/>
                            <w:sz w:val="40"/>
                            <w:szCs w:val="40"/>
                            <w:lang w:val="en-US" w:eastAsia="zh-CN"/>
                          </w:rPr>
                        </w:pPr>
                        <w:r>
                          <w:rPr>
                            <w:rFonts w:hint="eastAsia" w:ascii="汉仪文黑-75简" w:hAnsi="汉仪文黑-75简" w:eastAsia="汉仪文黑-75简" w:cs="汉仪文黑-75简"/>
                            <w:b w:val="0"/>
                            <w:bCs/>
                            <w:color w:val="F6D36B"/>
                            <w:kern w:val="24"/>
                            <w:sz w:val="40"/>
                            <w:szCs w:val="40"/>
                          </w:rPr>
                          <w:t>INVITATION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-1141730</wp:posOffset>
            </wp:positionH>
            <wp:positionV relativeFrom="page">
              <wp:posOffset>1270</wp:posOffset>
            </wp:positionV>
            <wp:extent cx="7559040" cy="10692130"/>
            <wp:effectExtent l="0" t="0" r="3810" b="13970"/>
            <wp:wrapNone/>
            <wp:docPr id="3" name="图片 3" descr="I:\国外可商用素材\节日\春节\2022春节\放假通知-06.jpg放假通知-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:\国外可商用素材\节日\春节\2022春节\放假通知-06.jpg放假通知-06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汉仪文黑-75简">
    <w:panose1 w:val="00020600040101010101"/>
    <w:charset w:val="86"/>
    <w:family w:val="auto"/>
    <w:pitch w:val="default"/>
    <w:sig w:usb0="A00002BF" w:usb1="1ACF7CFA" w:usb2="00000016" w:usb3="00000000" w:csb0="0004009F" w:csb1="DFD70000"/>
    <w:embedRegular r:id="rId1" w:fontKey="{8014D74B-62EB-4114-9B0C-5DDBF4781EEE}"/>
  </w:font>
  <w:font w:name="汉仪尚巍手书简">
    <w:panose1 w:val="00020600040101010101"/>
    <w:charset w:val="86"/>
    <w:family w:val="auto"/>
    <w:pitch w:val="default"/>
    <w:sig w:usb0="8000001F" w:usb1="1A0F781A" w:usb2="00000016" w:usb3="00000000" w:csb0="00040000" w:csb1="00000000"/>
    <w:embedRegular r:id="rId2" w:fontKey="{8E6034A1-895B-4D7D-91B1-578DE2390C2B}"/>
  </w:font>
  <w:font w:name="汉仪书魂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黑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Microsoft YaHei Bold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大黑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EC06E3"/>
    <w:rsid w:val="0AEC06E3"/>
    <w:rsid w:val="0C0C1595"/>
    <w:rsid w:val="0FCF3DE9"/>
    <w:rsid w:val="0FD91D08"/>
    <w:rsid w:val="11AC1DC2"/>
    <w:rsid w:val="13DC0EF8"/>
    <w:rsid w:val="1DC8426C"/>
    <w:rsid w:val="1E8B3593"/>
    <w:rsid w:val="292473F9"/>
    <w:rsid w:val="2C2E0ADD"/>
    <w:rsid w:val="2DE417FB"/>
    <w:rsid w:val="3CAD5157"/>
    <w:rsid w:val="3F595A0B"/>
    <w:rsid w:val="3FB638A0"/>
    <w:rsid w:val="42E40130"/>
    <w:rsid w:val="51502CCE"/>
    <w:rsid w:val="554B25D8"/>
    <w:rsid w:val="55CD169C"/>
    <w:rsid w:val="581A789F"/>
    <w:rsid w:val="5DC44A3E"/>
    <w:rsid w:val="5FFE0859"/>
    <w:rsid w:val="60995DF4"/>
    <w:rsid w:val="60D808C9"/>
    <w:rsid w:val="613765BA"/>
    <w:rsid w:val="644C0194"/>
    <w:rsid w:val="66EF31B1"/>
    <w:rsid w:val="6E220872"/>
    <w:rsid w:val="6F0F26C4"/>
    <w:rsid w:val="6FE7285D"/>
    <w:rsid w:val="739B07FB"/>
    <w:rsid w:val="74C704F8"/>
    <w:rsid w:val="77B30EB9"/>
    <w:rsid w:val="77BA31E5"/>
    <w:rsid w:val="7AD25A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46;&#30021;&#24037;&#20316;&#25991;&#20214;&#22841;\&#33539;&#25991;&#27169;&#26495;&#32032;&#26448;\776f032b-d942-4674-8ab3-86d79a076682\&#24180;&#20250;&#36992;&#35831;&#20989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年会邀请函.docx</Template>
  <Company>巴南区委办</Company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2022-01-17T09:02:00Z</dcterms:created>
  <dc:creator>铭</dc:creator>
  <cp:lastModifiedBy>铭</cp:lastModifiedBy>
  <dcterms:modified xsi:type="dcterms:W3CDTF">2022-01-17T09:05:01Z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AE1CA6FCADFC491B93E5BE7183BFD301</vt:lpwstr>
  </property>
  <property fmtid="{D5CDD505-2E9C-101B-9397-08002B2CF9AE}" pid="4" name="KSOTemplateUUID">
    <vt:lpwstr>v1.0_mb_gKlcXmOBbrSTMEfh6hm8eQ==</vt:lpwstr>
  </property>
</Properties>
</file>