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sz w:val="21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-900430</wp:posOffset>
                </wp:positionH>
                <wp:positionV relativeFrom="paragraph">
                  <wp:posOffset>-666750</wp:posOffset>
                </wp:positionV>
                <wp:extent cx="53975" cy="467995"/>
                <wp:effectExtent l="0" t="0" r="3175" b="8255"/>
                <wp:wrapNone/>
                <wp:docPr id="77" name="矩形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3975" cy="4679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flip:x;margin-left:-70.9pt;margin-top:-52.5pt;height:36.85pt;width:4.25pt;z-index:251673600;v-text-anchor:middle;mso-width-relative:page;mso-height-relative:page;" fillcolor="#FFFFFF [3212]" filled="t" stroked="f" coordsize="21600,21600" o:gfxdata="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GlwfBHbAAAADgEAAA8AAAAAAAAAAQAgAAAAIgAA&#10;AGRycy9kb3ducmV2LnhtbFBLAQIUABQAAAAIAIdO4kAVuuOmdwIAAOAEAAAOAAAAAAAAAAEAIAAA&#10;ACoBAABkcnMvZTJvRG9jLnhtbFBLBQYAAAAABgAGAFkBAAATBgAAAAA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-900430</wp:posOffset>
                </wp:positionH>
                <wp:positionV relativeFrom="paragraph">
                  <wp:posOffset>-1009015</wp:posOffset>
                </wp:positionV>
                <wp:extent cx="53975" cy="10839450"/>
                <wp:effectExtent l="0" t="0" r="3175" b="0"/>
                <wp:wrapNone/>
                <wp:docPr id="21" name="圆角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3975" cy="108394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637A9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flip:x;margin-left:-70.9pt;margin-top:-79.45pt;height:853.5pt;width:4.25pt;z-index:251659264;v-text-anchor:middle;mso-width-relative:page;mso-height-relative:page;" fillcolor="#637A99" filled="t" stroked="f" coordsize="21600,21600" arcsize="0.5" o:gfxdata="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ragraph">
                  <wp:posOffset>-55880</wp:posOffset>
                </wp:positionV>
                <wp:extent cx="2573020" cy="607695"/>
                <wp:effectExtent l="0" t="0" r="0" b="0"/>
                <wp:wrapNone/>
                <wp:docPr id="20" name="文本框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3020" cy="607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288" w:lineRule="auto"/>
                              <w:jc w:val="left"/>
                              <w:textAlignment w:val="auto"/>
                              <w:rPr>
                                <w:rFonts w:hint="default"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sz w:val="44"/>
                                <w:szCs w:val="4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凌晨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应聘：实习会计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7" o:spid="_x0000_s1026" o:spt="202" type="#_x0000_t202" style="position:absolute;left:0pt;margin-left:-42.75pt;margin-top:-4.4pt;height:47.85pt;width:202.6pt;z-index:251663360;mso-width-relative:page;mso-height-relative:page;" filled="f" stroked="f" coordsize="21600,21600" o:gfxdata="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ZpeBH2wAAAAkBAAAPAAAAAAAAAAEAIAAA&#10;ACIAAABkcnMvZG93bnJldi54bWxQSwECFAAUAAAACACHTuJA/B+ynUICAAB2BAAADgAAAAAAAAAB&#10;ACAAAAAqAQAAZHJzL2Uyb0RvYy54bWxQSwUGAAAAAAYABgBZAQAA3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288" w:lineRule="auto"/>
                        <w:jc w:val="left"/>
                        <w:textAlignment w:val="auto"/>
                        <w:rPr>
                          <w:rFonts w:hint="default" w:ascii="微软雅黑" w:hAnsi="微软雅黑" w:eastAsia="微软雅黑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 w:themeColor="text1" w:themeTint="BF"/>
                          <w:sz w:val="44"/>
                          <w:szCs w:val="4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凌晨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应聘：实习会计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4815205</wp:posOffset>
            </wp:positionH>
            <wp:positionV relativeFrom="paragraph">
              <wp:posOffset>55245</wp:posOffset>
            </wp:positionV>
            <wp:extent cx="1010920" cy="1414780"/>
            <wp:effectExtent l="42545" t="4445" r="51435" b="85725"/>
            <wp:wrapNone/>
            <wp:docPr id="67" name="图片 2" descr="D:\Word设计\资料\组件\头像 - 女.jpg头像 - 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2" descr="D:\Word设计\资料\组件\头像 - 女.jpg头像 - 女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0920" cy="1414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  <a:effectLst>
                      <a:outerShdw blurRad="50800" dist="38100" dir="5400000" algn="t" rotWithShape="0">
                        <a:prstClr val="black">
                          <a:alpha val="18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-619125</wp:posOffset>
                </wp:positionH>
                <wp:positionV relativeFrom="paragraph">
                  <wp:posOffset>-722630</wp:posOffset>
                </wp:positionV>
                <wp:extent cx="1353820" cy="607695"/>
                <wp:effectExtent l="0" t="0" r="0" b="0"/>
                <wp:wrapNone/>
                <wp:docPr id="11" name="文本框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607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288" w:lineRule="auto"/>
                              <w:jc w:val="left"/>
                              <w:textAlignment w:val="auto"/>
                              <w:rPr>
                                <w:rFonts w:hint="default" w:ascii="微软雅黑" w:hAnsi="微软雅黑" w:eastAsia="微软雅黑"/>
                                <w:b w:val="0"/>
                                <w:bCs w:val="0"/>
                                <w:color w:val="FFFFFF" w:themeColor="background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7" o:spid="_x0000_s1026" o:spt="202" type="#_x0000_t202" style="position:absolute;left:0pt;margin-left:-48.75pt;margin-top:-56.9pt;height:47.85pt;width:106.6pt;z-index:251664384;mso-width-relative:page;mso-height-relative:page;" filled="f" stroked="f" coordsize="21600,21600" o:gfxdata="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Ht3oHvcAAAADAEAAA8AAAAAAAAAAQAgAAAA&#10;IgAAAGRycy9kb3ducmV2LnhtbFBLAQIUABQAAAAIAIdO4kDgHT+cQAIAAHYEAAAOAAAAAAAAAAEA&#10;IAAAACsBAABkcnMvZTJvRG9jLnhtbFBLBQYAAAAABgAGAFkBAADd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288" w:lineRule="auto"/>
                        <w:jc w:val="left"/>
                        <w:textAlignment w:val="auto"/>
                        <w:rPr>
                          <w:rFonts w:hint="default" w:ascii="微软雅黑" w:hAnsi="微软雅黑" w:eastAsia="微软雅黑"/>
                          <w:b w:val="0"/>
                          <w:bCs w:val="0"/>
                          <w:color w:val="FFFFFF" w:themeColor="background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FFFFFF" w:themeColor="background1"/>
                          <w:sz w:val="44"/>
                          <w:szCs w:val="4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个人简历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-1434465</wp:posOffset>
                </wp:positionH>
                <wp:positionV relativeFrom="paragraph">
                  <wp:posOffset>-665480</wp:posOffset>
                </wp:positionV>
                <wp:extent cx="2372995" cy="466725"/>
                <wp:effectExtent l="0" t="0" r="8255" b="9525"/>
                <wp:wrapNone/>
                <wp:docPr id="76" name="圆角矩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2995" cy="4667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44546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112.95pt;margin-top:-52.4pt;height:36.75pt;width:186.85pt;z-index:251660288;v-text-anchor:middle;mso-width-relative:page;mso-height-relative:page;" fillcolor="#44546B" filled="t" stroked="f" coordsize="21600,21600" arcsize="0.5" o:gfxdata="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AemH+U2QAAAA0BAAAPAAAAAAAAAAEAIAAAACIAAABkcnMvZG93bnJldi54bWxQSwECFAAU&#10;AAAACACHTuJAbju5e5sCAAAPBQAADgAAAAAAAAABACAAAAAoAQAAZHJzL2Uyb0RvYy54bWxQSwUG&#10;AAAAAAYABgBZAQAANQYAAAAA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eastAsiaTheme="minorEastAsia"/>
          <w:sz w:val="21"/>
          <w:lang w:eastAsia="zh-CN"/>
        </w:rPr>
      </w:pPr>
    </w:p>
    <w:p>
      <w:pPr>
        <w:rPr>
          <w:sz w:val="21"/>
        </w:rPr>
      </w:pPr>
      <w:bookmarkStart w:id="0" w:name="_GoBack"/>
      <w:bookmarkEnd w:id="0"/>
      <w:r>
        <w:rPr>
          <w:sz w:val="21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-558165</wp:posOffset>
                </wp:positionH>
                <wp:positionV relativeFrom="paragraph">
                  <wp:posOffset>5090795</wp:posOffset>
                </wp:positionV>
                <wp:extent cx="6410960" cy="370205"/>
                <wp:effectExtent l="0" t="0" r="8890" b="11430"/>
                <wp:wrapNone/>
                <wp:docPr id="79" name="组合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10960" cy="370205"/>
                          <a:chOff x="6885" y="4664"/>
                          <a:chExt cx="10096" cy="583"/>
                        </a:xfrm>
                      </wpg:grpSpPr>
                      <wps:wsp>
                        <wps:cNvPr id="55" name="圆角矩形 51"/>
                        <wps:cNvSpPr/>
                        <wps:spPr>
                          <a:xfrm>
                            <a:off x="8895" y="4920"/>
                            <a:ext cx="8086" cy="57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E5E5E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8" name="圆角矩形 24"/>
                        <wps:cNvSpPr/>
                        <wps:spPr>
                          <a:xfrm>
                            <a:off x="6885" y="4695"/>
                            <a:ext cx="1883" cy="51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44546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2" name="矩形 60"/>
                        <wps:cNvSpPr/>
                        <wps:spPr>
                          <a:xfrm>
                            <a:off x="7378" y="4664"/>
                            <a:ext cx="1329" cy="5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jc w:val="left"/>
                                <w:textAlignment w:val="auto"/>
                                <w:rPr>
                                  <w:rFonts w:hint="default" w:eastAsiaTheme="minorEastAsia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 w:val="0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在校经历</w:t>
                              </w:r>
                            </w:p>
                          </w:txbxContent>
                        </wps:txbx>
                        <wps:bodyPr upright="1"/>
                      </wps:wsp>
                      <pic:pic xmlns:pic="http://schemas.openxmlformats.org/drawingml/2006/picture">
                        <pic:nvPicPr>
                          <pic:cNvPr id="64" name="图片 65" descr="D:\Word设计\资料\图标\反白\工作经历.png工作经历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129" y="4796"/>
                            <a:ext cx="268" cy="2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3.95pt;margin-top:400.85pt;height:29.15pt;width:504.8pt;z-index:251674624;mso-width-relative:page;mso-height-relative:page;" coordorigin="6885,4664" coordsize="10096,583" o:gfxdata="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">
                <o:lock v:ext="edit" aspectratio="f"/>
                <v:roundrect id="圆角矩形 51" o:spid="_x0000_s1026" o:spt="2" style="position:absolute;left:8895;top:4920;height:57;width:8086;v-text-anchor:middle;" fillcolor="#E5E5E5" filled="t" stroked="f" coordsize="21600,21600" arcsize="0.5" o:gfxdata="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qpqMK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roundrect>
                <v:roundrect id="圆角矩形 24" o:spid="_x0000_s1026" o:spt="2" style="position:absolute;left:6885;top:4695;height:510;width:1883;v-text-anchor:middle;" fillcolor="#44546B" filled="t" stroked="f" coordsize="21600,21600" arcsize="0.5" o:gfxdata="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CQXAza2AAAA2wAAAA8A&#10;AAAAAAAAAQAgAAAAIgAAAGRycy9kb3ducmV2LnhtbFBLAQIUABQAAAAIAIdO4kAzLwWeOwAAADkA&#10;AAAQAAAAAAAAAAEAIAAAAAUBAABkcnMvc2hhcGV4bWwueG1sUEsFBgAAAAAGAAYAWwEAAK8DAAAA&#10;AA==&#10;">
                  <v:fill on="t" focussize="0,0"/>
                  <v:stroke on="f" weight="1pt" miterlimit="8" joinstyle="miter"/>
                  <v:imagedata o:title=""/>
                  <o:lock v:ext="edit" aspectratio="f"/>
                </v:roundrect>
                <v:rect id="矩形 60" o:spid="_x0000_s1026" o:spt="1" style="position:absolute;left:7378;top:4664;height:583;width:1329;" filled="f" stroked="f" coordsize="21600,21600" o:gfxdata="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en7IG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jc w:val="left"/>
                          <w:textAlignment w:val="auto"/>
                          <w:rPr>
                            <w:rFonts w:hint="default" w:eastAsiaTheme="minorEastAsia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 w:val="0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在校经历</w:t>
                        </w:r>
                      </w:p>
                    </w:txbxContent>
                  </v:textbox>
                </v:rect>
                <v:shape id="图片 65" o:spid="_x0000_s1026" o:spt="75" alt="D:\Word设计\资料\图标\反白\工作经历.png工作经历" type="#_x0000_t75" style="position:absolute;left:7129;top:4796;height:268;width:268;" filled="f" o:preferrelative="t" stroked="f" coordsize="21600,21600" o:gfxdata="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Kfng6&#10;wAAAANs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5" o:title=""/>
                  <o:lock v:ext="edit" aspectratio="t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-588010</wp:posOffset>
                </wp:positionH>
                <wp:positionV relativeFrom="paragraph">
                  <wp:posOffset>5567680</wp:posOffset>
                </wp:positionV>
                <wp:extent cx="6459855" cy="1115060"/>
                <wp:effectExtent l="0" t="0" r="0" b="0"/>
                <wp:wrapNone/>
                <wp:docPr id="123" name="文本框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9855" cy="1115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288" w:lineRule="auto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担任校学生会宣传部干事，负责相关活动的宣传工作，配合部门成员制作宣传海报、横幅等宣传材料；负责部门活动的赞助拉取，制作活动赞助方案，并上门拜访企业拉取赞助，建立良好的合作关系；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288" w:lineRule="auto"/>
                              <w:textAlignment w:val="auto"/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加入学校志愿者协会，主动参加献血活动，去敬老院帮助慰问老人，协助学校运动会和晚会等大型活动的顺利举行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6.3pt;margin-top:438.4pt;height:87.8pt;width:508.65pt;z-index:251665408;mso-width-relative:page;mso-height-relative:page;" filled="f" stroked="f" coordsize="21600,21600" o:gfxdata="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AgLoe3QAAAAwBAAAPAAAAAAAA&#10;AAEAIAAAACIAAABkcnMvZG93bnJldi54bWxQSwECFAAUAAAACACHTuJALCWCs0YCAAB5BAAADgAA&#10;AAAAAAABACAAAAAs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288" w:lineRule="auto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担任校学生会宣传部干事，负责相关活动的宣传工作，配合部门成员制作宣传海报、横幅等宣传材料；负责部门活动的赞助拉取，制作活动赞助方案，并上门拜访企业拉取赞助，建立良好的合作关系；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288" w:lineRule="auto"/>
                        <w:textAlignment w:val="auto"/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加入学校志愿者协会，主动参加献血活动，去敬老院帮助慰问老人，协助学校运动会和晚会等大型活动的顺利举行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1790700</wp:posOffset>
                </wp:positionH>
                <wp:positionV relativeFrom="paragraph">
                  <wp:posOffset>166370</wp:posOffset>
                </wp:positionV>
                <wp:extent cx="2216150" cy="1073785"/>
                <wp:effectExtent l="0" t="0" r="0" b="0"/>
                <wp:wrapNone/>
                <wp:docPr id="54" name="文本框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6150" cy="1073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出生：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1999.01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jc w:val="left"/>
                              <w:textAlignment w:val="auto"/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手机：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18612345678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jc w:val="left"/>
                              <w:textAlignment w:val="auto"/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邮箱：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123456789@qq.com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7" o:spid="_x0000_s1026" o:spt="202" type="#_x0000_t202" style="position:absolute;left:0pt;margin-left:141pt;margin-top:13.1pt;height:84.55pt;width:174.5pt;z-index:251667456;mso-width-relative:page;mso-height-relative:page;" filled="f" stroked="f" coordsize="21600,21600" o:gfxdata="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IXlv0LaAAAACgEAAA8AAAAAAAAAAQAgAAAA&#10;IgAAAGRycy9kb3ducmV2LnhtbFBLAQIUABQAAAAIAIdO4kBm3JV6QgIAAHcEAAAOAAAAAAAAAAEA&#10;IAAAACkBAABkcnMvZTJvRG9jLnhtbFBLBQYAAAAABgAGAFkBAADd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出生：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1999.01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jc w:val="left"/>
                        <w:textAlignment w:val="auto"/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手机：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18612345678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jc w:val="left"/>
                        <w:textAlignment w:val="auto"/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邮箱：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123456789@qq.com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-556895</wp:posOffset>
                </wp:positionH>
                <wp:positionV relativeFrom="paragraph">
                  <wp:posOffset>156845</wp:posOffset>
                </wp:positionV>
                <wp:extent cx="1673225" cy="1080770"/>
                <wp:effectExtent l="0" t="0" r="0" b="0"/>
                <wp:wrapNone/>
                <wp:docPr id="53" name="文本框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3225" cy="1080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学历：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本科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籍贯：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重庆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jc w:val="left"/>
                              <w:textAlignment w:val="auto"/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工作经验：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应届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7" o:spid="_x0000_s1026" o:spt="202" type="#_x0000_t202" style="position:absolute;left:0pt;margin-left:-43.85pt;margin-top:12.35pt;height:85.1pt;width:131.75pt;z-index:251666432;mso-width-relative:page;mso-height-relative:page;" filled="f" stroked="f" coordsize="21600,21600" o:gfxdata="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s+Rym9wAAAAKAQAADwAAAAAAAAAB&#10;ACAAAAAiAAAAZHJzL2Rvd25yZXYueG1sUEsBAhQAFAAAAAgAh07iQCJeAXRFAgAAdwQAAA4AAAAA&#10;AAAAAQAgAAAAKw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学历：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本科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籍贯：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重庆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jc w:val="left"/>
                        <w:textAlignment w:val="auto"/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工作经验：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应届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-558165</wp:posOffset>
                </wp:positionH>
                <wp:positionV relativeFrom="paragraph">
                  <wp:posOffset>1471295</wp:posOffset>
                </wp:positionV>
                <wp:extent cx="6410960" cy="370205"/>
                <wp:effectExtent l="0" t="0" r="8890" b="11430"/>
                <wp:wrapNone/>
                <wp:docPr id="51" name="组合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10960" cy="370205"/>
                          <a:chOff x="6885" y="4664"/>
                          <a:chExt cx="10096" cy="583"/>
                        </a:xfrm>
                      </wpg:grpSpPr>
                      <wps:wsp>
                        <wps:cNvPr id="60" name="圆角矩形 51"/>
                        <wps:cNvSpPr/>
                        <wps:spPr>
                          <a:xfrm>
                            <a:off x="8895" y="4920"/>
                            <a:ext cx="8086" cy="57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E5E5E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1" name="圆角矩形 24"/>
                        <wps:cNvSpPr/>
                        <wps:spPr>
                          <a:xfrm>
                            <a:off x="6885" y="4695"/>
                            <a:ext cx="1883" cy="51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44546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3" name="矩形 60"/>
                        <wps:cNvSpPr/>
                        <wps:spPr>
                          <a:xfrm>
                            <a:off x="7378" y="4664"/>
                            <a:ext cx="1329" cy="5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jc w:val="left"/>
                                <w:textAlignment w:val="auto"/>
                                <w:rPr>
                                  <w:rFonts w:hint="default" w:eastAsiaTheme="minorEastAsia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 w:val="0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upright="1"/>
                      </wps:wsp>
                      <pic:pic xmlns:pic="http://schemas.openxmlformats.org/drawingml/2006/picture">
                        <pic:nvPicPr>
                          <pic:cNvPr id="19" name="图片 65" descr="D:\Word设计\资料\图标\反白\读书.png读书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144" y="4811"/>
                            <a:ext cx="223" cy="22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3.95pt;margin-top:115.85pt;height:29.15pt;width:504.8pt;z-index:251670528;mso-width-relative:page;mso-height-relative:page;" coordorigin="6885,4664" coordsize="10096,583" o:gfxdata="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">
                <o:lock v:ext="edit" aspectratio="f"/>
                <v:roundrect id="圆角矩形 51" o:spid="_x0000_s1026" o:spt="2" style="position:absolute;left:8895;top:4920;height:57;width:8086;v-text-anchor:middle;" fillcolor="#E5E5E5" filled="t" stroked="f" coordsize="21600,21600" arcsize="0.5" o:gfxdata="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kssHn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</v:roundrect>
                <v:roundrect id="圆角矩形 24" o:spid="_x0000_s1026" o:spt="2" style="position:absolute;left:6885;top:4695;height:510;width:1883;v-text-anchor:middle;" fillcolor="#44546B" filled="t" stroked="f" coordsize="21600,21600" arcsize="0.5" o:gfxdata="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tBYBa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roundrect>
                <v:rect id="矩形 60" o:spid="_x0000_s1026" o:spt="1" style="position:absolute;left:7378;top:4664;height:583;width:1329;" filled="f" stroked="f" coordsize="21600,21600" o:gfxdata="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460ka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jc w:val="left"/>
                          <w:textAlignment w:val="auto"/>
                          <w:rPr>
                            <w:rFonts w:hint="default" w:eastAsiaTheme="minorEastAsia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 w:val="0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教育背景</w:t>
                        </w:r>
                      </w:p>
                    </w:txbxContent>
                  </v:textbox>
                </v:rect>
                <v:shape id="图片 65" o:spid="_x0000_s1026" o:spt="75" alt="D:\Word设计\资料\图标\反白\读书.png读书" type="#_x0000_t75" style="position:absolute;left:7144;top:4811;height:223;width:223;" filled="f" o:preferrelative="t" stroked="f" coordsize="21600,21600" o:gfxdata="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q5ANO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6"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1976755</wp:posOffset>
                </wp:positionV>
                <wp:extent cx="6572885" cy="923925"/>
                <wp:effectExtent l="0" t="0" r="0" b="0"/>
                <wp:wrapNone/>
                <wp:docPr id="131" name="文本框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885" cy="923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88" w:lineRule="auto"/>
                              <w:jc w:val="left"/>
                              <w:textAlignment w:val="auto"/>
                              <w:outlineLvl w:val="9"/>
                              <w:rPr>
                                <w:rFonts w:hint="default"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201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7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09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-20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21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.0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6                   毕业院校：重庆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XX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大学                            专业：会计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88" w:lineRule="auto"/>
                              <w:ind w:lef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主修课程：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经济学基础、会计基础、经济法、税法、财务会计、成本会计、财务管理、管理会计、企业审计、会计电算化、会计制度设计、电算会计综合实训、企业实践等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262626" w:themeColor="text1" w:themeTint="D9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7.8pt;margin-top:155.65pt;height:72.75pt;width:517.55pt;z-index:251668480;mso-width-relative:page;mso-height-relative:page;" filled="f" stroked="f" coordsize="21600,21600" o:gfxdata="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9dzOkNwAAAALAQAADwAAAAAAAAABACAA&#10;AAAiAAAAZHJzL2Rvd25yZXYueG1sUEsBAhQAFAAAAAgAh07iQHqpnehCAgAAeAQAAA4AAAAAAAAA&#10;AQAgAAAAKwEAAGRycy9lMm9Eb2MueG1sUEsFBgAAAAAGAAYAWQEAAN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88" w:lineRule="auto"/>
                        <w:jc w:val="left"/>
                        <w:textAlignment w:val="auto"/>
                        <w:outlineLvl w:val="9"/>
                        <w:rPr>
                          <w:rFonts w:hint="default" w:ascii="微软雅黑" w:hAnsi="微软雅黑" w:eastAsia="微软雅黑"/>
                          <w:b/>
                          <w:bCs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201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7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09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-20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21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.0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6                   毕业院校：重庆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XX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大学                            专业：会计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88" w:lineRule="auto"/>
                        <w:ind w:left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主修课程：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经济学基础、会计基础、经济法、税法、财务会计、成本会计、财务管理、管理会计、企业审计、会计电算化、会计制度设计、电算会计综合实训、企业实践等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262626" w:themeColor="text1" w:themeTint="D9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-548640</wp:posOffset>
                </wp:positionH>
                <wp:positionV relativeFrom="paragraph">
                  <wp:posOffset>3157220</wp:posOffset>
                </wp:positionV>
                <wp:extent cx="6410960" cy="370205"/>
                <wp:effectExtent l="0" t="0" r="8890" b="11430"/>
                <wp:wrapNone/>
                <wp:docPr id="65" name="组合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10960" cy="370205"/>
                          <a:chOff x="6885" y="4664"/>
                          <a:chExt cx="10096" cy="583"/>
                        </a:xfrm>
                      </wpg:grpSpPr>
                      <wps:wsp>
                        <wps:cNvPr id="66" name="圆角矩形 51"/>
                        <wps:cNvSpPr/>
                        <wps:spPr>
                          <a:xfrm>
                            <a:off x="8895" y="4920"/>
                            <a:ext cx="8086" cy="57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E5E5E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8" name="圆角矩形 24"/>
                        <wps:cNvSpPr/>
                        <wps:spPr>
                          <a:xfrm>
                            <a:off x="6885" y="4695"/>
                            <a:ext cx="1883" cy="51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44546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9" name="矩形 60"/>
                        <wps:cNvSpPr/>
                        <wps:spPr>
                          <a:xfrm>
                            <a:off x="7378" y="4664"/>
                            <a:ext cx="1329" cy="5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jc w:val="left"/>
                                <w:textAlignment w:val="auto"/>
                                <w:rPr>
                                  <w:rFonts w:hint="default" w:eastAsiaTheme="minorEastAsia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 w:val="0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证书技能</w:t>
                              </w:r>
                            </w:p>
                          </w:txbxContent>
                        </wps:txbx>
                        <wps:bodyPr upright="1"/>
                      </wps:wsp>
                      <pic:pic xmlns:pic="http://schemas.openxmlformats.org/drawingml/2006/picture">
                        <pic:nvPicPr>
                          <pic:cNvPr id="70" name="图片 65" descr="D:\Word设计\资料\图标\反白\测量(2).png测量(2)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130" y="4796"/>
                            <a:ext cx="267" cy="2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3.2pt;margin-top:248.6pt;height:29.15pt;width:504.8pt;z-index:251671552;mso-width-relative:page;mso-height-relative:page;" coordorigin="6885,4664" coordsize="10096,583" o:gfxdata="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">
                <o:lock v:ext="edit" aspectratio="f"/>
                <v:roundrect id="圆角矩形 51" o:spid="_x0000_s1026" o:spt="2" style="position:absolute;left:8895;top:4920;height:57;width:8086;v-text-anchor:middle;" fillcolor="#E5E5E5" filled="t" stroked="f" coordsize="21600,21600" arcsize="0.5" o:gfxdata="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QX/Ai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roundrect>
                <v:roundrect id="圆角矩形 24" o:spid="_x0000_s1026" o:spt="2" style="position:absolute;left:6885;top:4695;height:510;width:1883;v-text-anchor:middle;" fillcolor="#44546B" filled="t" stroked="f" coordsize="21600,21600" arcsize="0.5" o:gfxdata="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Op7yYu2AAAA2wAAAA8A&#10;AAAAAAAAAQAgAAAAIgAAAGRycy9kb3ducmV2LnhtbFBLAQIUABQAAAAIAIdO4kAzLwWeOwAAADkA&#10;AAAQAAAAAAAAAAEAIAAAAAUBAABkcnMvc2hhcGV4bWwueG1sUEsFBgAAAAAGAAYAWwEAAK8DAAAA&#10;AA==&#10;">
                  <v:fill on="t" focussize="0,0"/>
                  <v:stroke on="f" weight="1pt" miterlimit="8" joinstyle="miter"/>
                  <v:imagedata o:title=""/>
                  <o:lock v:ext="edit" aspectratio="f"/>
                </v:roundrect>
                <v:rect id="矩形 60" o:spid="_x0000_s1026" o:spt="1" style="position:absolute;left:7378;top:4664;height:583;width:1329;" filled="f" stroked="f" coordsize="21600,21600" o:gfxdata="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QN+8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jc w:val="left"/>
                          <w:textAlignment w:val="auto"/>
                          <w:rPr>
                            <w:rFonts w:hint="default" w:eastAsiaTheme="minorEastAsia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 w:val="0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证书技能</w:t>
                        </w:r>
                      </w:p>
                    </w:txbxContent>
                  </v:textbox>
                </v:rect>
                <v:shape id="图片 65" o:spid="_x0000_s1026" o:spt="75" alt="D:\Word设计\资料\图标\反白\测量(2).png测量(2)" type="#_x0000_t75" style="position:absolute;left:7130;top:4796;height:268;width:267;" filled="f" o:preferrelative="t" stroked="f" coordsize="21600,21600" o:gfxdata="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HyU3C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-588010</wp:posOffset>
                </wp:positionH>
                <wp:positionV relativeFrom="paragraph">
                  <wp:posOffset>3624580</wp:posOffset>
                </wp:positionV>
                <wp:extent cx="6546850" cy="1228090"/>
                <wp:effectExtent l="0" t="0" r="0" b="0"/>
                <wp:wrapNone/>
                <wp:docPr id="102" name="文本框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6850" cy="1228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beforeAutospacing="0" w:afterAutospacing="0" w:line="288" w:lineRule="auto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专业证书：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初级会计证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、英语六级证书、计算机二级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288" w:lineRule="auto"/>
                              <w:ind w:leftChars="0"/>
                              <w:textAlignment w:val="auto"/>
                              <w:rPr>
                                <w:rFonts w:hint="default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办公技能：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熟练使用MS Office / WPS办公软件，尤其擅长Excel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beforeAutospacing="0" w:afterAutospacing="0" w:line="288" w:lineRule="auto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职业技能：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具有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全面的财务专业知识，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熟悉会计报表的处理，会计法规和税法，熟练使用财务软件，有一定的实操经验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6.3pt;margin-top:285.4pt;height:96.7pt;width:515.5pt;z-index:251661312;mso-width-relative:page;mso-height-relative:page;" filled="f" stroked="f" coordsize="21600,21600" o:gfxdata="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La9ruDdAAAACwEAAA8AAAAAAAAAAQAg&#10;AAAAIgAAAGRycy9kb3ducmV2LnhtbFBLAQIUABQAAAAIAIdO4kBSfUKdQgIAAHkEAAAOAAAAAAAA&#10;AAEAIAAAACwBAABkcnMvZTJvRG9jLnhtbFBLBQYAAAAABgAGAFkBAADg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beforeAutospacing="0" w:afterAutospacing="0" w:line="288" w:lineRule="auto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专业证书：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初级会计证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、英语六级证书、计算机二级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288" w:lineRule="auto"/>
                        <w:ind w:leftChars="0"/>
                        <w:textAlignment w:val="auto"/>
                        <w:rPr>
                          <w:rFonts w:hint="default" w:ascii="微软雅黑" w:hAnsi="微软雅黑" w:eastAsia="微软雅黑" w:cs="微软雅黑"/>
                          <w:b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办公技能：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熟练使用MS Office / WPS办公软件，尤其擅长Excel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beforeAutospacing="0" w:afterAutospacing="0" w:line="288" w:lineRule="auto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职业技能：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具有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全面的财务专业知识，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熟悉会计报表的处理，会计法规和税法，熟练使用财务软件，有一定的实操经验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-588010</wp:posOffset>
                </wp:positionH>
                <wp:positionV relativeFrom="paragraph">
                  <wp:posOffset>7501255</wp:posOffset>
                </wp:positionV>
                <wp:extent cx="6527165" cy="1381125"/>
                <wp:effectExtent l="0" t="0" r="0" b="0"/>
                <wp:wrapNone/>
                <wp:docPr id="82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7165" cy="1381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beforeAutospacing="0" w:afterAutospacing="0" w:line="288" w:lineRule="auto"/>
                              <w:ind w:leftChars="0"/>
                              <w:textAlignment w:val="auto"/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在校期间系统学习并掌握了专业相关的理论和实践知识，并且以企业对人才的需求为方向发展；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beforeAutospacing="0" w:afterAutospacing="0" w:line="288" w:lineRule="auto"/>
                              <w:ind w:leftChars="0"/>
                              <w:textAlignment w:val="auto"/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熟悉会计、审计、税务、财务管理、会计电算化、相关法律法规；熟练掌握财务管理软件；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88" w:lineRule="auto"/>
                              <w:jc w:val="left"/>
                              <w:textAlignment w:val="auto"/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262626" w:themeColor="text1" w:themeTint="D9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262626" w:themeColor="text1" w:themeTint="D9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3、</w:t>
                            </w:r>
                            <w:r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262626" w:themeColor="text1" w:themeTint="D9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为人诚实、勤奋、踏实肯干，具有出色的团队协作能力和工作执行力；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beforeAutospacing="0" w:afterAutospacing="0" w:line="288" w:lineRule="auto"/>
                              <w:textAlignment w:val="auto"/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4、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思维敏捷，具有严谨的工作作风、良好的沟通能力，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能承受一定的工作压力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404040" w:themeColor="text1" w:themeTint="BF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262626" w:themeColor="text1" w:themeTint="D9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能够很快适应新的环境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404040" w:themeColor="text1" w:themeTint="BF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napToGrid w:val="0"/>
                              <w:spacing w:line="288" w:lineRule="auto"/>
                              <w:textAlignment w:val="auto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6.3pt;margin-top:590.65pt;height:108.75pt;width:513.95pt;z-index:251662336;mso-width-relative:page;mso-height-relative:page;" filled="f" stroked="f" coordsize="21600,21600" o:gfxdata="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sbVL790AAAANAQAADwAAAAAAAAAB&#10;ACAAAAAiAAAAZHJzL2Rvd25yZXYueG1sUEsBAhQAFAAAAAgAh07iQNtKfulEAgAAdwQAAA4AAAAA&#10;AAAAAQAgAAAALA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2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beforeAutospacing="0" w:afterAutospacing="0" w:line="288" w:lineRule="auto"/>
                        <w:ind w:leftChars="0"/>
                        <w:textAlignment w:val="auto"/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在校期间系统学习并掌握了专业相关的理论和实践知识，并且以企业对人才的需求为方向发展；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2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beforeAutospacing="0" w:afterAutospacing="0" w:line="288" w:lineRule="auto"/>
                        <w:ind w:leftChars="0"/>
                        <w:textAlignment w:val="auto"/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熟悉会计、审计、税务、财务管理、会计电算化、相关法律法规；熟练掌握财务管理软件；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88" w:lineRule="auto"/>
                        <w:jc w:val="left"/>
                        <w:textAlignment w:val="auto"/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color w:val="262626" w:themeColor="text1" w:themeTint="D9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262626" w:themeColor="text1" w:themeTint="D9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3、</w:t>
                      </w:r>
                      <w:r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color w:val="262626" w:themeColor="text1" w:themeTint="D9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为人诚实、勤奋、踏实肯干，具有出色的团队协作能力和工作执行力；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beforeAutospacing="0" w:afterAutospacing="0" w:line="288" w:lineRule="auto"/>
                        <w:textAlignment w:val="auto"/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4、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思维敏捷，具有严谨的工作作风、良好的沟通能力，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404040" w:themeColor="text1" w:themeTint="BF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能承受一定的工作压力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404040" w:themeColor="text1" w:themeTint="BF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，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262626" w:themeColor="text1" w:themeTint="D9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能够很快适应新的环境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404040" w:themeColor="text1" w:themeTint="BF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napToGrid w:val="0"/>
                        <w:spacing w:line="288" w:lineRule="auto"/>
                        <w:textAlignment w:val="auto"/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-548640</wp:posOffset>
                </wp:positionH>
                <wp:positionV relativeFrom="paragraph">
                  <wp:posOffset>7014845</wp:posOffset>
                </wp:positionV>
                <wp:extent cx="6410960" cy="370205"/>
                <wp:effectExtent l="0" t="0" r="8890" b="11430"/>
                <wp:wrapNone/>
                <wp:docPr id="71" name="组合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10960" cy="370205"/>
                          <a:chOff x="6885" y="4664"/>
                          <a:chExt cx="10096" cy="583"/>
                        </a:xfrm>
                      </wpg:grpSpPr>
                      <wps:wsp>
                        <wps:cNvPr id="72" name="圆角矩形 51"/>
                        <wps:cNvSpPr/>
                        <wps:spPr>
                          <a:xfrm>
                            <a:off x="8895" y="4920"/>
                            <a:ext cx="8086" cy="57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E5E5E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3" name="圆角矩形 24"/>
                        <wps:cNvSpPr/>
                        <wps:spPr>
                          <a:xfrm>
                            <a:off x="6885" y="4695"/>
                            <a:ext cx="1883" cy="51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44546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4" name="矩形 60"/>
                        <wps:cNvSpPr/>
                        <wps:spPr>
                          <a:xfrm>
                            <a:off x="7378" y="4664"/>
                            <a:ext cx="1329" cy="5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jc w:val="left"/>
                                <w:textAlignment w:val="auto"/>
                                <w:rPr>
                                  <w:rFonts w:hint="default" w:eastAsiaTheme="minorEastAsia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 w:val="0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自我评价</w:t>
                              </w:r>
                            </w:p>
                          </w:txbxContent>
                        </wps:txbx>
                        <wps:bodyPr upright="1"/>
                      </wps:wsp>
                      <pic:pic xmlns:pic="http://schemas.openxmlformats.org/drawingml/2006/picture">
                        <pic:nvPicPr>
                          <pic:cNvPr id="75" name="图片 65" descr="D:\Word设计\资料\图标\反白\技能.png技能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130" y="4799"/>
                            <a:ext cx="267" cy="26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3.2pt;margin-top:552.35pt;height:29.15pt;width:504.8pt;z-index:251672576;mso-width-relative:page;mso-height-relative:page;" coordorigin="6885,4664" coordsize="10096,583" o:gfxdata="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">
                <o:lock v:ext="edit" aspectratio="f"/>
                <v:roundrect id="圆角矩形 51" o:spid="_x0000_s1026" o:spt="2" style="position:absolute;left:8895;top:4920;height:57;width:8086;v-text-anchor:middle;" fillcolor="#E5E5E5" filled="t" stroked="f" coordsize="21600,21600" arcsize="0.5" o:gfxdata="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+9WzW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roundrect>
                <v:roundrect id="圆角矩形 24" o:spid="_x0000_s1026" o:spt="2" style="position:absolute;left:6885;top:4695;height:510;width:1883;v-text-anchor:middle;" fillcolor="#44546B" filled="t" stroked="f" coordsize="21600,21600" arcsize="0.5" o:gfxdata="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Bs0n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roundrect>
                <v:rect id="矩形 60" o:spid="_x0000_s1026" o:spt="1" style="position:absolute;left:7378;top:4664;height:583;width:1329;" filled="f" stroked="f" coordsize="21600,21600" o:gfxdata="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ttHs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jc w:val="left"/>
                          <w:textAlignment w:val="auto"/>
                          <w:rPr>
                            <w:rFonts w:hint="default" w:eastAsiaTheme="minorEastAsia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 w:val="0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自我评价</w:t>
                        </w:r>
                      </w:p>
                    </w:txbxContent>
                  </v:textbox>
                </v:rect>
                <v:shape id="图片 65" o:spid="_x0000_s1026" o:spt="75" alt="D:\Word设计\资料\图标\反白\技能.png技能" type="#_x0000_t75" style="position:absolute;left:7130;top:4799;height:263;width:267;" filled="f" o:preferrelative="t" stroked="f" coordsize="21600,21600" o:gfxdata="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YDNN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8" o:title=""/>
                  <o:lock v:ext="edit" aspectratio="t"/>
                </v:shape>
              </v:group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9FAB87"/>
    <w:multiLevelType w:val="singleLevel"/>
    <w:tmpl w:val="8F9FAB8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62629335"/>
    <w:multiLevelType w:val="singleLevel"/>
    <w:tmpl w:val="6262933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DF6692"/>
    <w:rsid w:val="000606B8"/>
    <w:rsid w:val="000A5A28"/>
    <w:rsid w:val="003377B6"/>
    <w:rsid w:val="0039662F"/>
    <w:rsid w:val="0048400B"/>
    <w:rsid w:val="005C1164"/>
    <w:rsid w:val="00767314"/>
    <w:rsid w:val="00781F27"/>
    <w:rsid w:val="008824C2"/>
    <w:rsid w:val="00941A91"/>
    <w:rsid w:val="00955A8B"/>
    <w:rsid w:val="0097199F"/>
    <w:rsid w:val="00A7196E"/>
    <w:rsid w:val="00AC335A"/>
    <w:rsid w:val="00B128D7"/>
    <w:rsid w:val="00B418CF"/>
    <w:rsid w:val="00BB1334"/>
    <w:rsid w:val="00BD6233"/>
    <w:rsid w:val="00C32BE0"/>
    <w:rsid w:val="00C360DC"/>
    <w:rsid w:val="00C85110"/>
    <w:rsid w:val="00C96E01"/>
    <w:rsid w:val="00DA1F07"/>
    <w:rsid w:val="00EB7BC7"/>
    <w:rsid w:val="00F564CF"/>
    <w:rsid w:val="00F935A1"/>
    <w:rsid w:val="00FA010B"/>
    <w:rsid w:val="00FE2A0F"/>
    <w:rsid w:val="01021B2D"/>
    <w:rsid w:val="01227826"/>
    <w:rsid w:val="012657B4"/>
    <w:rsid w:val="01266E89"/>
    <w:rsid w:val="013A1B58"/>
    <w:rsid w:val="013F06AB"/>
    <w:rsid w:val="01431602"/>
    <w:rsid w:val="01467B99"/>
    <w:rsid w:val="0149633B"/>
    <w:rsid w:val="014B68D9"/>
    <w:rsid w:val="015430AF"/>
    <w:rsid w:val="01547704"/>
    <w:rsid w:val="015A01E1"/>
    <w:rsid w:val="016E7D68"/>
    <w:rsid w:val="0170619E"/>
    <w:rsid w:val="017207B0"/>
    <w:rsid w:val="01724755"/>
    <w:rsid w:val="018B32A4"/>
    <w:rsid w:val="01AD1A1A"/>
    <w:rsid w:val="01AF0DBB"/>
    <w:rsid w:val="01C05483"/>
    <w:rsid w:val="01C13AF5"/>
    <w:rsid w:val="01C663EE"/>
    <w:rsid w:val="01D2590F"/>
    <w:rsid w:val="01D3407E"/>
    <w:rsid w:val="01D43539"/>
    <w:rsid w:val="01E47EF3"/>
    <w:rsid w:val="01F2200B"/>
    <w:rsid w:val="01FB37FB"/>
    <w:rsid w:val="01FB5C1F"/>
    <w:rsid w:val="02032876"/>
    <w:rsid w:val="020841A6"/>
    <w:rsid w:val="02145AB7"/>
    <w:rsid w:val="021905EC"/>
    <w:rsid w:val="022E06FE"/>
    <w:rsid w:val="022E15C8"/>
    <w:rsid w:val="02400028"/>
    <w:rsid w:val="02430B7B"/>
    <w:rsid w:val="0284662D"/>
    <w:rsid w:val="028E6D7D"/>
    <w:rsid w:val="02A46729"/>
    <w:rsid w:val="02B5790F"/>
    <w:rsid w:val="02BD047A"/>
    <w:rsid w:val="02C03270"/>
    <w:rsid w:val="02C4257F"/>
    <w:rsid w:val="02C708C9"/>
    <w:rsid w:val="02DA4E09"/>
    <w:rsid w:val="02E67506"/>
    <w:rsid w:val="02EC3623"/>
    <w:rsid w:val="02F0024B"/>
    <w:rsid w:val="02F9767C"/>
    <w:rsid w:val="02FF0C46"/>
    <w:rsid w:val="03062A85"/>
    <w:rsid w:val="030A2B0C"/>
    <w:rsid w:val="03125CAF"/>
    <w:rsid w:val="032C12D8"/>
    <w:rsid w:val="032E3E55"/>
    <w:rsid w:val="03356D1C"/>
    <w:rsid w:val="034B150F"/>
    <w:rsid w:val="034C307A"/>
    <w:rsid w:val="035B6E72"/>
    <w:rsid w:val="036D7697"/>
    <w:rsid w:val="037476FB"/>
    <w:rsid w:val="037C49AA"/>
    <w:rsid w:val="039E4C0F"/>
    <w:rsid w:val="03B562D5"/>
    <w:rsid w:val="03B853BD"/>
    <w:rsid w:val="03B867FB"/>
    <w:rsid w:val="03C00DC8"/>
    <w:rsid w:val="03C5145C"/>
    <w:rsid w:val="03C82B80"/>
    <w:rsid w:val="03CA00F7"/>
    <w:rsid w:val="03D02F8D"/>
    <w:rsid w:val="03D03CD7"/>
    <w:rsid w:val="03D919E0"/>
    <w:rsid w:val="03DE0EDF"/>
    <w:rsid w:val="03EB2E6D"/>
    <w:rsid w:val="04002026"/>
    <w:rsid w:val="0400715D"/>
    <w:rsid w:val="04013509"/>
    <w:rsid w:val="0403062C"/>
    <w:rsid w:val="04090345"/>
    <w:rsid w:val="040E3262"/>
    <w:rsid w:val="04137CAD"/>
    <w:rsid w:val="041A61EF"/>
    <w:rsid w:val="04254825"/>
    <w:rsid w:val="042C716E"/>
    <w:rsid w:val="042F6E38"/>
    <w:rsid w:val="04406636"/>
    <w:rsid w:val="04422269"/>
    <w:rsid w:val="04547A46"/>
    <w:rsid w:val="045F1A81"/>
    <w:rsid w:val="046E579E"/>
    <w:rsid w:val="04721312"/>
    <w:rsid w:val="04736DE1"/>
    <w:rsid w:val="047D2032"/>
    <w:rsid w:val="0484103C"/>
    <w:rsid w:val="04873A0B"/>
    <w:rsid w:val="04995BFD"/>
    <w:rsid w:val="04A81ECF"/>
    <w:rsid w:val="04AC4C7F"/>
    <w:rsid w:val="04B23CE1"/>
    <w:rsid w:val="04D267B1"/>
    <w:rsid w:val="04D27BA7"/>
    <w:rsid w:val="04E43704"/>
    <w:rsid w:val="04E97FB6"/>
    <w:rsid w:val="04ED45F3"/>
    <w:rsid w:val="04FA5A3E"/>
    <w:rsid w:val="05076011"/>
    <w:rsid w:val="05135563"/>
    <w:rsid w:val="051A046D"/>
    <w:rsid w:val="051A5F74"/>
    <w:rsid w:val="051B265E"/>
    <w:rsid w:val="051D16BB"/>
    <w:rsid w:val="051F4720"/>
    <w:rsid w:val="05281AC7"/>
    <w:rsid w:val="053000D2"/>
    <w:rsid w:val="053F324E"/>
    <w:rsid w:val="054F1CB8"/>
    <w:rsid w:val="055B449F"/>
    <w:rsid w:val="0561586A"/>
    <w:rsid w:val="056A6DA0"/>
    <w:rsid w:val="056B79E3"/>
    <w:rsid w:val="05716E08"/>
    <w:rsid w:val="057E7B12"/>
    <w:rsid w:val="059801D5"/>
    <w:rsid w:val="059A1F6B"/>
    <w:rsid w:val="059D2B0A"/>
    <w:rsid w:val="05AD781B"/>
    <w:rsid w:val="05AE1F35"/>
    <w:rsid w:val="05B66C2B"/>
    <w:rsid w:val="05B77372"/>
    <w:rsid w:val="05C63A4B"/>
    <w:rsid w:val="05C80779"/>
    <w:rsid w:val="05C94286"/>
    <w:rsid w:val="05CE4348"/>
    <w:rsid w:val="05DD5D0E"/>
    <w:rsid w:val="05FA33A0"/>
    <w:rsid w:val="060334D6"/>
    <w:rsid w:val="06163DB0"/>
    <w:rsid w:val="0617272F"/>
    <w:rsid w:val="062333E3"/>
    <w:rsid w:val="0630090B"/>
    <w:rsid w:val="063F1E4F"/>
    <w:rsid w:val="064D24B7"/>
    <w:rsid w:val="065678C3"/>
    <w:rsid w:val="06662E67"/>
    <w:rsid w:val="066D28CB"/>
    <w:rsid w:val="067D7BE7"/>
    <w:rsid w:val="067E5A42"/>
    <w:rsid w:val="069D36A5"/>
    <w:rsid w:val="06A0257B"/>
    <w:rsid w:val="06A97CDF"/>
    <w:rsid w:val="06AF0E0F"/>
    <w:rsid w:val="06B148F5"/>
    <w:rsid w:val="06BA096E"/>
    <w:rsid w:val="06C23EF3"/>
    <w:rsid w:val="06C33E8C"/>
    <w:rsid w:val="06C60A33"/>
    <w:rsid w:val="06C74E08"/>
    <w:rsid w:val="06CB1990"/>
    <w:rsid w:val="06E853BF"/>
    <w:rsid w:val="06EC224F"/>
    <w:rsid w:val="07051F16"/>
    <w:rsid w:val="072700C8"/>
    <w:rsid w:val="075E27EA"/>
    <w:rsid w:val="07683D08"/>
    <w:rsid w:val="077E2690"/>
    <w:rsid w:val="078008BF"/>
    <w:rsid w:val="078A43F2"/>
    <w:rsid w:val="078E27D0"/>
    <w:rsid w:val="07AD5421"/>
    <w:rsid w:val="07AE135B"/>
    <w:rsid w:val="07B14923"/>
    <w:rsid w:val="07B434F6"/>
    <w:rsid w:val="07BD7BD0"/>
    <w:rsid w:val="07C213D8"/>
    <w:rsid w:val="07C35FF4"/>
    <w:rsid w:val="07D442F3"/>
    <w:rsid w:val="07FA71BA"/>
    <w:rsid w:val="07FC03D1"/>
    <w:rsid w:val="07FE1D5D"/>
    <w:rsid w:val="0809626D"/>
    <w:rsid w:val="08101FEE"/>
    <w:rsid w:val="08166E7D"/>
    <w:rsid w:val="083A135F"/>
    <w:rsid w:val="083A6DEC"/>
    <w:rsid w:val="08413A40"/>
    <w:rsid w:val="084532E0"/>
    <w:rsid w:val="088418D7"/>
    <w:rsid w:val="088473BC"/>
    <w:rsid w:val="089352E2"/>
    <w:rsid w:val="08BF4E10"/>
    <w:rsid w:val="08D26924"/>
    <w:rsid w:val="08E623F8"/>
    <w:rsid w:val="08F11518"/>
    <w:rsid w:val="08F2609C"/>
    <w:rsid w:val="08FC7E6C"/>
    <w:rsid w:val="08FD5EB3"/>
    <w:rsid w:val="09006747"/>
    <w:rsid w:val="09081AFE"/>
    <w:rsid w:val="0909259F"/>
    <w:rsid w:val="091341CE"/>
    <w:rsid w:val="09164A5D"/>
    <w:rsid w:val="091935B4"/>
    <w:rsid w:val="0919374D"/>
    <w:rsid w:val="092400A9"/>
    <w:rsid w:val="09396F37"/>
    <w:rsid w:val="094B5A64"/>
    <w:rsid w:val="095E238F"/>
    <w:rsid w:val="09654358"/>
    <w:rsid w:val="096A7C96"/>
    <w:rsid w:val="097C1841"/>
    <w:rsid w:val="0984117C"/>
    <w:rsid w:val="099B4310"/>
    <w:rsid w:val="09A726BE"/>
    <w:rsid w:val="09A87856"/>
    <w:rsid w:val="09AB0FA0"/>
    <w:rsid w:val="09AF3733"/>
    <w:rsid w:val="09BD526C"/>
    <w:rsid w:val="09C6572F"/>
    <w:rsid w:val="09C822A9"/>
    <w:rsid w:val="09D11E1A"/>
    <w:rsid w:val="09D55307"/>
    <w:rsid w:val="09E77D6F"/>
    <w:rsid w:val="09E80FC1"/>
    <w:rsid w:val="09F45099"/>
    <w:rsid w:val="09FF2245"/>
    <w:rsid w:val="0A0700B2"/>
    <w:rsid w:val="0A07133D"/>
    <w:rsid w:val="0A0913FF"/>
    <w:rsid w:val="0A0E54A4"/>
    <w:rsid w:val="0A353DD5"/>
    <w:rsid w:val="0A3E60DE"/>
    <w:rsid w:val="0A3F4073"/>
    <w:rsid w:val="0A51708A"/>
    <w:rsid w:val="0A677CD6"/>
    <w:rsid w:val="0A6A6C2E"/>
    <w:rsid w:val="0A6F5F6F"/>
    <w:rsid w:val="0A703B69"/>
    <w:rsid w:val="0A9003FB"/>
    <w:rsid w:val="0A916994"/>
    <w:rsid w:val="0A944443"/>
    <w:rsid w:val="0A946E9E"/>
    <w:rsid w:val="0A996A76"/>
    <w:rsid w:val="0A9E1793"/>
    <w:rsid w:val="0AB10FBD"/>
    <w:rsid w:val="0AB3715E"/>
    <w:rsid w:val="0AB76480"/>
    <w:rsid w:val="0ABF1862"/>
    <w:rsid w:val="0ADB789A"/>
    <w:rsid w:val="0AEB26F8"/>
    <w:rsid w:val="0AF04006"/>
    <w:rsid w:val="0AF8074A"/>
    <w:rsid w:val="0B047A78"/>
    <w:rsid w:val="0B09246E"/>
    <w:rsid w:val="0B147E22"/>
    <w:rsid w:val="0B1E2074"/>
    <w:rsid w:val="0B2058E9"/>
    <w:rsid w:val="0B2A44D7"/>
    <w:rsid w:val="0B2F32A5"/>
    <w:rsid w:val="0B363888"/>
    <w:rsid w:val="0B3661B3"/>
    <w:rsid w:val="0B384574"/>
    <w:rsid w:val="0B3E7A43"/>
    <w:rsid w:val="0B4B408C"/>
    <w:rsid w:val="0B595E79"/>
    <w:rsid w:val="0B624A99"/>
    <w:rsid w:val="0B646393"/>
    <w:rsid w:val="0B711DCC"/>
    <w:rsid w:val="0B7764F9"/>
    <w:rsid w:val="0B78323F"/>
    <w:rsid w:val="0B8071B9"/>
    <w:rsid w:val="0B89731D"/>
    <w:rsid w:val="0B972588"/>
    <w:rsid w:val="0B994BD5"/>
    <w:rsid w:val="0B9B4889"/>
    <w:rsid w:val="0B9E7501"/>
    <w:rsid w:val="0BA877B0"/>
    <w:rsid w:val="0BB33F25"/>
    <w:rsid w:val="0BCE0F1F"/>
    <w:rsid w:val="0BD05C9A"/>
    <w:rsid w:val="0BD11FDD"/>
    <w:rsid w:val="0BD72532"/>
    <w:rsid w:val="0BEE4A2E"/>
    <w:rsid w:val="0C040F96"/>
    <w:rsid w:val="0C117D83"/>
    <w:rsid w:val="0C245ED9"/>
    <w:rsid w:val="0C32518D"/>
    <w:rsid w:val="0C35343E"/>
    <w:rsid w:val="0C431463"/>
    <w:rsid w:val="0C464357"/>
    <w:rsid w:val="0C4E2B99"/>
    <w:rsid w:val="0C53223E"/>
    <w:rsid w:val="0C5A05E6"/>
    <w:rsid w:val="0C685E27"/>
    <w:rsid w:val="0C6D1583"/>
    <w:rsid w:val="0C784DF7"/>
    <w:rsid w:val="0C7A1411"/>
    <w:rsid w:val="0C8C0D54"/>
    <w:rsid w:val="0C980D7D"/>
    <w:rsid w:val="0C9B7DBA"/>
    <w:rsid w:val="0CB12C4C"/>
    <w:rsid w:val="0CB4442D"/>
    <w:rsid w:val="0CB86294"/>
    <w:rsid w:val="0CD013C6"/>
    <w:rsid w:val="0CDD1B39"/>
    <w:rsid w:val="0CF0655B"/>
    <w:rsid w:val="0CFA21B2"/>
    <w:rsid w:val="0D115B60"/>
    <w:rsid w:val="0D1223A3"/>
    <w:rsid w:val="0D15482E"/>
    <w:rsid w:val="0D193823"/>
    <w:rsid w:val="0D290635"/>
    <w:rsid w:val="0D2F298B"/>
    <w:rsid w:val="0D32602D"/>
    <w:rsid w:val="0D3415B2"/>
    <w:rsid w:val="0D5F5435"/>
    <w:rsid w:val="0D6E35C4"/>
    <w:rsid w:val="0D7E11D5"/>
    <w:rsid w:val="0D8E7319"/>
    <w:rsid w:val="0D910265"/>
    <w:rsid w:val="0D972BE1"/>
    <w:rsid w:val="0DA57ECE"/>
    <w:rsid w:val="0DA9133A"/>
    <w:rsid w:val="0DAE7F5B"/>
    <w:rsid w:val="0DAF264A"/>
    <w:rsid w:val="0DB63AFF"/>
    <w:rsid w:val="0DB95510"/>
    <w:rsid w:val="0DBB6C37"/>
    <w:rsid w:val="0DC01AFD"/>
    <w:rsid w:val="0DC30686"/>
    <w:rsid w:val="0DD07C61"/>
    <w:rsid w:val="0DD163EB"/>
    <w:rsid w:val="0DD65808"/>
    <w:rsid w:val="0DD9242D"/>
    <w:rsid w:val="0DDC2B1B"/>
    <w:rsid w:val="0DDF4A08"/>
    <w:rsid w:val="0DFB1DD7"/>
    <w:rsid w:val="0E075DCE"/>
    <w:rsid w:val="0E0D044D"/>
    <w:rsid w:val="0E157DDB"/>
    <w:rsid w:val="0E493E86"/>
    <w:rsid w:val="0E5161CB"/>
    <w:rsid w:val="0E5E53F9"/>
    <w:rsid w:val="0E6333E1"/>
    <w:rsid w:val="0E7240FD"/>
    <w:rsid w:val="0E746170"/>
    <w:rsid w:val="0E793A1E"/>
    <w:rsid w:val="0E7E1951"/>
    <w:rsid w:val="0E812CEB"/>
    <w:rsid w:val="0E844BA3"/>
    <w:rsid w:val="0E8C3F7F"/>
    <w:rsid w:val="0E9B375F"/>
    <w:rsid w:val="0EA958BA"/>
    <w:rsid w:val="0EAB22F6"/>
    <w:rsid w:val="0EBD4A37"/>
    <w:rsid w:val="0EBE3C73"/>
    <w:rsid w:val="0EC557FF"/>
    <w:rsid w:val="0EDA39AE"/>
    <w:rsid w:val="0EE9217F"/>
    <w:rsid w:val="0EF439DA"/>
    <w:rsid w:val="0F003824"/>
    <w:rsid w:val="0F0E6F5D"/>
    <w:rsid w:val="0F180F51"/>
    <w:rsid w:val="0F21411F"/>
    <w:rsid w:val="0F216953"/>
    <w:rsid w:val="0F2E2BB3"/>
    <w:rsid w:val="0F3368F4"/>
    <w:rsid w:val="0F345B04"/>
    <w:rsid w:val="0F360CA6"/>
    <w:rsid w:val="0F44155D"/>
    <w:rsid w:val="0F4609CF"/>
    <w:rsid w:val="0F5C6963"/>
    <w:rsid w:val="0F631A3F"/>
    <w:rsid w:val="0F664E2B"/>
    <w:rsid w:val="0F6711CE"/>
    <w:rsid w:val="0FA577E3"/>
    <w:rsid w:val="0FBF2E5E"/>
    <w:rsid w:val="0FC47A73"/>
    <w:rsid w:val="0FCB0D4F"/>
    <w:rsid w:val="0FCB46F5"/>
    <w:rsid w:val="0FD543E7"/>
    <w:rsid w:val="0FE4293A"/>
    <w:rsid w:val="0FE4653D"/>
    <w:rsid w:val="0FF47A6C"/>
    <w:rsid w:val="10085BBA"/>
    <w:rsid w:val="10133AD8"/>
    <w:rsid w:val="10154880"/>
    <w:rsid w:val="10284D4D"/>
    <w:rsid w:val="102D5C56"/>
    <w:rsid w:val="103B3360"/>
    <w:rsid w:val="10401747"/>
    <w:rsid w:val="104B381C"/>
    <w:rsid w:val="1059610D"/>
    <w:rsid w:val="105A3768"/>
    <w:rsid w:val="106448F2"/>
    <w:rsid w:val="10666FB5"/>
    <w:rsid w:val="106B0DC5"/>
    <w:rsid w:val="10751597"/>
    <w:rsid w:val="109408F3"/>
    <w:rsid w:val="10957E84"/>
    <w:rsid w:val="10AC1EED"/>
    <w:rsid w:val="10BC3F33"/>
    <w:rsid w:val="10C45BCF"/>
    <w:rsid w:val="10C6288F"/>
    <w:rsid w:val="10CA7779"/>
    <w:rsid w:val="10DF4819"/>
    <w:rsid w:val="10E63A5D"/>
    <w:rsid w:val="10F55DDD"/>
    <w:rsid w:val="10F92F46"/>
    <w:rsid w:val="10FB3891"/>
    <w:rsid w:val="110921F6"/>
    <w:rsid w:val="111123B0"/>
    <w:rsid w:val="111D3DE3"/>
    <w:rsid w:val="111D4C5C"/>
    <w:rsid w:val="11277EBF"/>
    <w:rsid w:val="112B7038"/>
    <w:rsid w:val="11323E0D"/>
    <w:rsid w:val="11432BEF"/>
    <w:rsid w:val="114633D8"/>
    <w:rsid w:val="114C39BF"/>
    <w:rsid w:val="11560FF7"/>
    <w:rsid w:val="11583F5E"/>
    <w:rsid w:val="115F69B6"/>
    <w:rsid w:val="11675E42"/>
    <w:rsid w:val="117430D0"/>
    <w:rsid w:val="117973B9"/>
    <w:rsid w:val="11853A1F"/>
    <w:rsid w:val="118A3424"/>
    <w:rsid w:val="119C7F8D"/>
    <w:rsid w:val="11BE3532"/>
    <w:rsid w:val="11CB4B00"/>
    <w:rsid w:val="11D12F8B"/>
    <w:rsid w:val="11E02D40"/>
    <w:rsid w:val="11E72BD0"/>
    <w:rsid w:val="11F420C2"/>
    <w:rsid w:val="11F95901"/>
    <w:rsid w:val="11FC02EA"/>
    <w:rsid w:val="12173945"/>
    <w:rsid w:val="121B684C"/>
    <w:rsid w:val="121D0E9C"/>
    <w:rsid w:val="12205369"/>
    <w:rsid w:val="12263E58"/>
    <w:rsid w:val="12285295"/>
    <w:rsid w:val="122C4B2C"/>
    <w:rsid w:val="12371119"/>
    <w:rsid w:val="12612449"/>
    <w:rsid w:val="12644E0C"/>
    <w:rsid w:val="12694C09"/>
    <w:rsid w:val="127E0889"/>
    <w:rsid w:val="12874700"/>
    <w:rsid w:val="128C6866"/>
    <w:rsid w:val="12912F24"/>
    <w:rsid w:val="12920568"/>
    <w:rsid w:val="1294020D"/>
    <w:rsid w:val="129577F5"/>
    <w:rsid w:val="1297564F"/>
    <w:rsid w:val="129E38BD"/>
    <w:rsid w:val="12B1030E"/>
    <w:rsid w:val="12B34B0C"/>
    <w:rsid w:val="12BF7808"/>
    <w:rsid w:val="12C709BE"/>
    <w:rsid w:val="12D06034"/>
    <w:rsid w:val="12D5172C"/>
    <w:rsid w:val="12E4186B"/>
    <w:rsid w:val="12EC7054"/>
    <w:rsid w:val="12F150DB"/>
    <w:rsid w:val="12F20E13"/>
    <w:rsid w:val="12F804F7"/>
    <w:rsid w:val="13080837"/>
    <w:rsid w:val="131243C4"/>
    <w:rsid w:val="13141F8C"/>
    <w:rsid w:val="13377220"/>
    <w:rsid w:val="133A039C"/>
    <w:rsid w:val="13427D20"/>
    <w:rsid w:val="136025B9"/>
    <w:rsid w:val="136552FB"/>
    <w:rsid w:val="13671E28"/>
    <w:rsid w:val="13723B53"/>
    <w:rsid w:val="137B640E"/>
    <w:rsid w:val="137C56EB"/>
    <w:rsid w:val="1395766C"/>
    <w:rsid w:val="13991492"/>
    <w:rsid w:val="13A6022E"/>
    <w:rsid w:val="13A94C08"/>
    <w:rsid w:val="13B31723"/>
    <w:rsid w:val="13B87B26"/>
    <w:rsid w:val="13CA752F"/>
    <w:rsid w:val="13CD04D3"/>
    <w:rsid w:val="13D77898"/>
    <w:rsid w:val="13DF3648"/>
    <w:rsid w:val="13F00572"/>
    <w:rsid w:val="13FD2370"/>
    <w:rsid w:val="14041C56"/>
    <w:rsid w:val="141652F0"/>
    <w:rsid w:val="1431019E"/>
    <w:rsid w:val="14374D34"/>
    <w:rsid w:val="14466ED6"/>
    <w:rsid w:val="145272D8"/>
    <w:rsid w:val="14657EE2"/>
    <w:rsid w:val="1469689B"/>
    <w:rsid w:val="146C70D8"/>
    <w:rsid w:val="14737EAB"/>
    <w:rsid w:val="14753BCC"/>
    <w:rsid w:val="14756279"/>
    <w:rsid w:val="14790B69"/>
    <w:rsid w:val="1486107B"/>
    <w:rsid w:val="148D2E91"/>
    <w:rsid w:val="149F037A"/>
    <w:rsid w:val="14AC1BAE"/>
    <w:rsid w:val="14B36D86"/>
    <w:rsid w:val="14B64B16"/>
    <w:rsid w:val="14C31CB6"/>
    <w:rsid w:val="14CA5DA7"/>
    <w:rsid w:val="14CC21E4"/>
    <w:rsid w:val="14D716A3"/>
    <w:rsid w:val="14D96FEB"/>
    <w:rsid w:val="14F973C3"/>
    <w:rsid w:val="15104CC4"/>
    <w:rsid w:val="15177165"/>
    <w:rsid w:val="1523342B"/>
    <w:rsid w:val="1527255B"/>
    <w:rsid w:val="15276617"/>
    <w:rsid w:val="152972F5"/>
    <w:rsid w:val="152C00E6"/>
    <w:rsid w:val="152F5411"/>
    <w:rsid w:val="153042EF"/>
    <w:rsid w:val="15333A0D"/>
    <w:rsid w:val="153705FF"/>
    <w:rsid w:val="15386144"/>
    <w:rsid w:val="154F064C"/>
    <w:rsid w:val="15523EC2"/>
    <w:rsid w:val="15533EC2"/>
    <w:rsid w:val="155460CD"/>
    <w:rsid w:val="1558139A"/>
    <w:rsid w:val="1568443D"/>
    <w:rsid w:val="156A232D"/>
    <w:rsid w:val="157D3579"/>
    <w:rsid w:val="1583503F"/>
    <w:rsid w:val="158769FA"/>
    <w:rsid w:val="15880269"/>
    <w:rsid w:val="158B4B46"/>
    <w:rsid w:val="1591001E"/>
    <w:rsid w:val="159C2BD4"/>
    <w:rsid w:val="15A74ED8"/>
    <w:rsid w:val="15AC77DB"/>
    <w:rsid w:val="15AE0F0E"/>
    <w:rsid w:val="15B26ACE"/>
    <w:rsid w:val="15BD677A"/>
    <w:rsid w:val="15F451D0"/>
    <w:rsid w:val="15F46FE2"/>
    <w:rsid w:val="1607299C"/>
    <w:rsid w:val="160A7059"/>
    <w:rsid w:val="161D03A8"/>
    <w:rsid w:val="161F63B3"/>
    <w:rsid w:val="162210D0"/>
    <w:rsid w:val="16282B41"/>
    <w:rsid w:val="16526B7A"/>
    <w:rsid w:val="165869DD"/>
    <w:rsid w:val="16590824"/>
    <w:rsid w:val="16631C50"/>
    <w:rsid w:val="166E2F2C"/>
    <w:rsid w:val="16786F19"/>
    <w:rsid w:val="167F10A2"/>
    <w:rsid w:val="168270C2"/>
    <w:rsid w:val="1687606B"/>
    <w:rsid w:val="16916A50"/>
    <w:rsid w:val="169732C2"/>
    <w:rsid w:val="16A301F9"/>
    <w:rsid w:val="16A4586D"/>
    <w:rsid w:val="16A77D91"/>
    <w:rsid w:val="16A8309B"/>
    <w:rsid w:val="16AD3347"/>
    <w:rsid w:val="16AE1B44"/>
    <w:rsid w:val="16AF7E3F"/>
    <w:rsid w:val="16B13B54"/>
    <w:rsid w:val="17204614"/>
    <w:rsid w:val="17287B1E"/>
    <w:rsid w:val="17326CDE"/>
    <w:rsid w:val="17343A5B"/>
    <w:rsid w:val="17355144"/>
    <w:rsid w:val="17426615"/>
    <w:rsid w:val="174301C2"/>
    <w:rsid w:val="17433FD1"/>
    <w:rsid w:val="174606C2"/>
    <w:rsid w:val="17496CA6"/>
    <w:rsid w:val="174D4A39"/>
    <w:rsid w:val="178451A6"/>
    <w:rsid w:val="1785659A"/>
    <w:rsid w:val="179D01CD"/>
    <w:rsid w:val="17B759F0"/>
    <w:rsid w:val="17B85352"/>
    <w:rsid w:val="17B86DF0"/>
    <w:rsid w:val="17CC62BF"/>
    <w:rsid w:val="17D13630"/>
    <w:rsid w:val="17EA3B6D"/>
    <w:rsid w:val="17EE4E8D"/>
    <w:rsid w:val="17F33791"/>
    <w:rsid w:val="17F70AA4"/>
    <w:rsid w:val="18111CA8"/>
    <w:rsid w:val="18143367"/>
    <w:rsid w:val="1820005B"/>
    <w:rsid w:val="1826647B"/>
    <w:rsid w:val="18303480"/>
    <w:rsid w:val="18324A3B"/>
    <w:rsid w:val="18356A8E"/>
    <w:rsid w:val="183620F7"/>
    <w:rsid w:val="183B495E"/>
    <w:rsid w:val="183B653B"/>
    <w:rsid w:val="184B7610"/>
    <w:rsid w:val="185E0C68"/>
    <w:rsid w:val="18691408"/>
    <w:rsid w:val="186C6E8B"/>
    <w:rsid w:val="186E5EFD"/>
    <w:rsid w:val="186E757C"/>
    <w:rsid w:val="187370F3"/>
    <w:rsid w:val="18744FE6"/>
    <w:rsid w:val="187C3BA8"/>
    <w:rsid w:val="18894B39"/>
    <w:rsid w:val="18983BCB"/>
    <w:rsid w:val="18AD73A7"/>
    <w:rsid w:val="18B404C5"/>
    <w:rsid w:val="18B70A70"/>
    <w:rsid w:val="18BA2538"/>
    <w:rsid w:val="18C264C9"/>
    <w:rsid w:val="18C55F11"/>
    <w:rsid w:val="18CE589E"/>
    <w:rsid w:val="18E8793A"/>
    <w:rsid w:val="18E918B8"/>
    <w:rsid w:val="18EC7FD0"/>
    <w:rsid w:val="18F01648"/>
    <w:rsid w:val="18F51AD8"/>
    <w:rsid w:val="18FE0244"/>
    <w:rsid w:val="19291372"/>
    <w:rsid w:val="192F4BDD"/>
    <w:rsid w:val="193122CA"/>
    <w:rsid w:val="1935282A"/>
    <w:rsid w:val="1938139F"/>
    <w:rsid w:val="19391701"/>
    <w:rsid w:val="19420866"/>
    <w:rsid w:val="19595138"/>
    <w:rsid w:val="19644D7E"/>
    <w:rsid w:val="19693F1E"/>
    <w:rsid w:val="19770F23"/>
    <w:rsid w:val="197F06A1"/>
    <w:rsid w:val="19815306"/>
    <w:rsid w:val="198338F7"/>
    <w:rsid w:val="19865758"/>
    <w:rsid w:val="198725D3"/>
    <w:rsid w:val="198D7607"/>
    <w:rsid w:val="19A01EB0"/>
    <w:rsid w:val="19A33B4E"/>
    <w:rsid w:val="19AB0367"/>
    <w:rsid w:val="19B42C45"/>
    <w:rsid w:val="19B77A18"/>
    <w:rsid w:val="19BE408B"/>
    <w:rsid w:val="19C53B4E"/>
    <w:rsid w:val="19D86F9C"/>
    <w:rsid w:val="19E87E15"/>
    <w:rsid w:val="19FC4ED6"/>
    <w:rsid w:val="19FD03D5"/>
    <w:rsid w:val="1A0874CD"/>
    <w:rsid w:val="1A0934F1"/>
    <w:rsid w:val="1A18294A"/>
    <w:rsid w:val="1A3A4358"/>
    <w:rsid w:val="1A423E49"/>
    <w:rsid w:val="1A4B35A5"/>
    <w:rsid w:val="1A526B62"/>
    <w:rsid w:val="1A5542BC"/>
    <w:rsid w:val="1A786CE6"/>
    <w:rsid w:val="1A816633"/>
    <w:rsid w:val="1A8F5435"/>
    <w:rsid w:val="1A92793A"/>
    <w:rsid w:val="1A956108"/>
    <w:rsid w:val="1A980907"/>
    <w:rsid w:val="1A9B6558"/>
    <w:rsid w:val="1AA22BB7"/>
    <w:rsid w:val="1AA74A51"/>
    <w:rsid w:val="1AA94592"/>
    <w:rsid w:val="1AA96BE4"/>
    <w:rsid w:val="1AAB193A"/>
    <w:rsid w:val="1AB23B74"/>
    <w:rsid w:val="1AD226C7"/>
    <w:rsid w:val="1AD25C3A"/>
    <w:rsid w:val="1AE45D70"/>
    <w:rsid w:val="1B142BD3"/>
    <w:rsid w:val="1B1705F2"/>
    <w:rsid w:val="1B2F7CA1"/>
    <w:rsid w:val="1B324DFA"/>
    <w:rsid w:val="1B46351E"/>
    <w:rsid w:val="1B4C0E33"/>
    <w:rsid w:val="1B5146FC"/>
    <w:rsid w:val="1B5548C8"/>
    <w:rsid w:val="1B5C4C78"/>
    <w:rsid w:val="1B6443B9"/>
    <w:rsid w:val="1B790E64"/>
    <w:rsid w:val="1BA549B5"/>
    <w:rsid w:val="1BB6780E"/>
    <w:rsid w:val="1BC97CA9"/>
    <w:rsid w:val="1BCA3EEA"/>
    <w:rsid w:val="1BDF5DB5"/>
    <w:rsid w:val="1BE03C9A"/>
    <w:rsid w:val="1BEC5CD6"/>
    <w:rsid w:val="1BF75553"/>
    <w:rsid w:val="1C057AD9"/>
    <w:rsid w:val="1C0928C4"/>
    <w:rsid w:val="1C275716"/>
    <w:rsid w:val="1C350400"/>
    <w:rsid w:val="1C3B5B27"/>
    <w:rsid w:val="1C414B9A"/>
    <w:rsid w:val="1C431D00"/>
    <w:rsid w:val="1C4C6974"/>
    <w:rsid w:val="1C5A37BA"/>
    <w:rsid w:val="1C5E4821"/>
    <w:rsid w:val="1C602C4F"/>
    <w:rsid w:val="1C782A29"/>
    <w:rsid w:val="1C793252"/>
    <w:rsid w:val="1C800796"/>
    <w:rsid w:val="1C840754"/>
    <w:rsid w:val="1C924061"/>
    <w:rsid w:val="1C94080A"/>
    <w:rsid w:val="1CB4561B"/>
    <w:rsid w:val="1CBC195B"/>
    <w:rsid w:val="1CD32BAF"/>
    <w:rsid w:val="1CE02DC8"/>
    <w:rsid w:val="1CF12E25"/>
    <w:rsid w:val="1CF37FDF"/>
    <w:rsid w:val="1CFC2E07"/>
    <w:rsid w:val="1D0F59B4"/>
    <w:rsid w:val="1D1637CF"/>
    <w:rsid w:val="1D2D0D39"/>
    <w:rsid w:val="1D2E559C"/>
    <w:rsid w:val="1D324127"/>
    <w:rsid w:val="1D333B25"/>
    <w:rsid w:val="1D34117A"/>
    <w:rsid w:val="1D4A3A3A"/>
    <w:rsid w:val="1D4E65B5"/>
    <w:rsid w:val="1D5B0F02"/>
    <w:rsid w:val="1D6B50B2"/>
    <w:rsid w:val="1D7D18F5"/>
    <w:rsid w:val="1D9D3ADB"/>
    <w:rsid w:val="1D9F621B"/>
    <w:rsid w:val="1DA000F7"/>
    <w:rsid w:val="1DAC0B15"/>
    <w:rsid w:val="1DAD0EB6"/>
    <w:rsid w:val="1DAF42DD"/>
    <w:rsid w:val="1DB011CE"/>
    <w:rsid w:val="1DBA47DA"/>
    <w:rsid w:val="1DD2481F"/>
    <w:rsid w:val="1DE0794E"/>
    <w:rsid w:val="1DE81822"/>
    <w:rsid w:val="1E003ABB"/>
    <w:rsid w:val="1E1D3CF4"/>
    <w:rsid w:val="1E272630"/>
    <w:rsid w:val="1E2F3AF3"/>
    <w:rsid w:val="1E341119"/>
    <w:rsid w:val="1E4C502A"/>
    <w:rsid w:val="1E540B70"/>
    <w:rsid w:val="1E5C0DCF"/>
    <w:rsid w:val="1E5C4EC5"/>
    <w:rsid w:val="1E663DB4"/>
    <w:rsid w:val="1E7875AB"/>
    <w:rsid w:val="1E862738"/>
    <w:rsid w:val="1E914954"/>
    <w:rsid w:val="1E943AA0"/>
    <w:rsid w:val="1EA63B35"/>
    <w:rsid w:val="1EAE2C32"/>
    <w:rsid w:val="1EB019C7"/>
    <w:rsid w:val="1EB8152A"/>
    <w:rsid w:val="1EBD1002"/>
    <w:rsid w:val="1EBD6C20"/>
    <w:rsid w:val="1EE21FD2"/>
    <w:rsid w:val="1EE31DAC"/>
    <w:rsid w:val="1EFD090F"/>
    <w:rsid w:val="1F0D2A0A"/>
    <w:rsid w:val="1F152601"/>
    <w:rsid w:val="1F252F87"/>
    <w:rsid w:val="1F3464C4"/>
    <w:rsid w:val="1F595CC9"/>
    <w:rsid w:val="1F5E5CFF"/>
    <w:rsid w:val="1F796499"/>
    <w:rsid w:val="1F8E7D15"/>
    <w:rsid w:val="1F9479CB"/>
    <w:rsid w:val="1F9D2152"/>
    <w:rsid w:val="1FA04D20"/>
    <w:rsid w:val="1FA22701"/>
    <w:rsid w:val="1FA26606"/>
    <w:rsid w:val="1FAC0A26"/>
    <w:rsid w:val="1FC272AD"/>
    <w:rsid w:val="1FC3351F"/>
    <w:rsid w:val="1FC6245E"/>
    <w:rsid w:val="1FCD4ACA"/>
    <w:rsid w:val="1FD271DC"/>
    <w:rsid w:val="1FD41EC6"/>
    <w:rsid w:val="1FD53E7C"/>
    <w:rsid w:val="1FE56250"/>
    <w:rsid w:val="1FE87CD0"/>
    <w:rsid w:val="20144F98"/>
    <w:rsid w:val="201B2C09"/>
    <w:rsid w:val="202A2427"/>
    <w:rsid w:val="20364117"/>
    <w:rsid w:val="20521DB3"/>
    <w:rsid w:val="20542C69"/>
    <w:rsid w:val="205E7702"/>
    <w:rsid w:val="206674D2"/>
    <w:rsid w:val="206824BA"/>
    <w:rsid w:val="207627B2"/>
    <w:rsid w:val="20775E19"/>
    <w:rsid w:val="20845DD9"/>
    <w:rsid w:val="20914C90"/>
    <w:rsid w:val="209D412C"/>
    <w:rsid w:val="20A25ED6"/>
    <w:rsid w:val="20A72344"/>
    <w:rsid w:val="20C337F9"/>
    <w:rsid w:val="20FA7AEC"/>
    <w:rsid w:val="20FF271D"/>
    <w:rsid w:val="210241B7"/>
    <w:rsid w:val="21082D0C"/>
    <w:rsid w:val="21097415"/>
    <w:rsid w:val="2114231E"/>
    <w:rsid w:val="212058C0"/>
    <w:rsid w:val="21265F9C"/>
    <w:rsid w:val="2136612F"/>
    <w:rsid w:val="2139402A"/>
    <w:rsid w:val="21433BC3"/>
    <w:rsid w:val="2145025F"/>
    <w:rsid w:val="21482AEF"/>
    <w:rsid w:val="215A313B"/>
    <w:rsid w:val="21626976"/>
    <w:rsid w:val="2175521E"/>
    <w:rsid w:val="217B1916"/>
    <w:rsid w:val="218370C9"/>
    <w:rsid w:val="2198488B"/>
    <w:rsid w:val="219B0028"/>
    <w:rsid w:val="21A45146"/>
    <w:rsid w:val="21CC32B2"/>
    <w:rsid w:val="21D66AA6"/>
    <w:rsid w:val="21E804BE"/>
    <w:rsid w:val="21EC43CA"/>
    <w:rsid w:val="2200796C"/>
    <w:rsid w:val="22086636"/>
    <w:rsid w:val="220A6B5B"/>
    <w:rsid w:val="22210E48"/>
    <w:rsid w:val="222134F8"/>
    <w:rsid w:val="22285F5D"/>
    <w:rsid w:val="222D5262"/>
    <w:rsid w:val="222F74E0"/>
    <w:rsid w:val="22537B3C"/>
    <w:rsid w:val="2264162E"/>
    <w:rsid w:val="226D0C67"/>
    <w:rsid w:val="22810368"/>
    <w:rsid w:val="22811C2C"/>
    <w:rsid w:val="22A23930"/>
    <w:rsid w:val="22A66AF9"/>
    <w:rsid w:val="22AA70D6"/>
    <w:rsid w:val="22C07B5E"/>
    <w:rsid w:val="22CC4D82"/>
    <w:rsid w:val="22CD16A3"/>
    <w:rsid w:val="22D40891"/>
    <w:rsid w:val="22E13D3C"/>
    <w:rsid w:val="22E642E8"/>
    <w:rsid w:val="22EB3488"/>
    <w:rsid w:val="230D57E3"/>
    <w:rsid w:val="23285E13"/>
    <w:rsid w:val="233A74F6"/>
    <w:rsid w:val="233F37F1"/>
    <w:rsid w:val="234D12A9"/>
    <w:rsid w:val="234E35D2"/>
    <w:rsid w:val="234F7AD8"/>
    <w:rsid w:val="235300B7"/>
    <w:rsid w:val="235C698F"/>
    <w:rsid w:val="237B75B2"/>
    <w:rsid w:val="23874D1B"/>
    <w:rsid w:val="23894190"/>
    <w:rsid w:val="239A63FF"/>
    <w:rsid w:val="23A92A5B"/>
    <w:rsid w:val="23AF13B3"/>
    <w:rsid w:val="23C90EAC"/>
    <w:rsid w:val="23D271FE"/>
    <w:rsid w:val="23DC6C0F"/>
    <w:rsid w:val="23FD220D"/>
    <w:rsid w:val="240B487F"/>
    <w:rsid w:val="240F50D6"/>
    <w:rsid w:val="24131D9B"/>
    <w:rsid w:val="24162C02"/>
    <w:rsid w:val="24194C86"/>
    <w:rsid w:val="241C4607"/>
    <w:rsid w:val="241F7806"/>
    <w:rsid w:val="24223A1B"/>
    <w:rsid w:val="2427220F"/>
    <w:rsid w:val="242A21C4"/>
    <w:rsid w:val="243379F0"/>
    <w:rsid w:val="24422105"/>
    <w:rsid w:val="244A2B40"/>
    <w:rsid w:val="245770CE"/>
    <w:rsid w:val="2471181E"/>
    <w:rsid w:val="247D7DDA"/>
    <w:rsid w:val="248147FC"/>
    <w:rsid w:val="24824431"/>
    <w:rsid w:val="24894DBF"/>
    <w:rsid w:val="249C166A"/>
    <w:rsid w:val="24A077DE"/>
    <w:rsid w:val="24AD0794"/>
    <w:rsid w:val="24AF11CD"/>
    <w:rsid w:val="24CE4ED0"/>
    <w:rsid w:val="24DC6A1B"/>
    <w:rsid w:val="24DF2EAD"/>
    <w:rsid w:val="24EB443B"/>
    <w:rsid w:val="24FD380F"/>
    <w:rsid w:val="25024545"/>
    <w:rsid w:val="250738D5"/>
    <w:rsid w:val="25343293"/>
    <w:rsid w:val="25346F12"/>
    <w:rsid w:val="25382C59"/>
    <w:rsid w:val="25391ACB"/>
    <w:rsid w:val="25504983"/>
    <w:rsid w:val="25540964"/>
    <w:rsid w:val="256B20A0"/>
    <w:rsid w:val="25723496"/>
    <w:rsid w:val="257D710D"/>
    <w:rsid w:val="257F468D"/>
    <w:rsid w:val="258F66EF"/>
    <w:rsid w:val="25A2157A"/>
    <w:rsid w:val="25AC1D83"/>
    <w:rsid w:val="25BE21ED"/>
    <w:rsid w:val="25D53203"/>
    <w:rsid w:val="25D6554A"/>
    <w:rsid w:val="25EA1B35"/>
    <w:rsid w:val="25F770F9"/>
    <w:rsid w:val="25FA58CD"/>
    <w:rsid w:val="26097B20"/>
    <w:rsid w:val="261E6DF0"/>
    <w:rsid w:val="2620499C"/>
    <w:rsid w:val="262667AE"/>
    <w:rsid w:val="26343682"/>
    <w:rsid w:val="263C1EC5"/>
    <w:rsid w:val="263D1C3C"/>
    <w:rsid w:val="26581ABA"/>
    <w:rsid w:val="265A1CD1"/>
    <w:rsid w:val="265B3CEE"/>
    <w:rsid w:val="26737D9D"/>
    <w:rsid w:val="26930CD2"/>
    <w:rsid w:val="269F780B"/>
    <w:rsid w:val="26CD700E"/>
    <w:rsid w:val="26D1534F"/>
    <w:rsid w:val="26D15AA2"/>
    <w:rsid w:val="26E657C1"/>
    <w:rsid w:val="26EF551D"/>
    <w:rsid w:val="26F6506C"/>
    <w:rsid w:val="27201E8C"/>
    <w:rsid w:val="27214AEC"/>
    <w:rsid w:val="2730596F"/>
    <w:rsid w:val="273A04CF"/>
    <w:rsid w:val="274A25C4"/>
    <w:rsid w:val="27505D83"/>
    <w:rsid w:val="275C77D0"/>
    <w:rsid w:val="27600C19"/>
    <w:rsid w:val="27605186"/>
    <w:rsid w:val="27687F8A"/>
    <w:rsid w:val="276A5C65"/>
    <w:rsid w:val="276D41C9"/>
    <w:rsid w:val="27725816"/>
    <w:rsid w:val="27844CA5"/>
    <w:rsid w:val="27922220"/>
    <w:rsid w:val="27A21053"/>
    <w:rsid w:val="27A73103"/>
    <w:rsid w:val="27A95FFE"/>
    <w:rsid w:val="27B35E08"/>
    <w:rsid w:val="27B40C8F"/>
    <w:rsid w:val="27C03907"/>
    <w:rsid w:val="27D14405"/>
    <w:rsid w:val="27D760CD"/>
    <w:rsid w:val="27DA1522"/>
    <w:rsid w:val="27FE05C6"/>
    <w:rsid w:val="28150B99"/>
    <w:rsid w:val="28186B1D"/>
    <w:rsid w:val="28191C24"/>
    <w:rsid w:val="281A0C0B"/>
    <w:rsid w:val="28205B99"/>
    <w:rsid w:val="28272E02"/>
    <w:rsid w:val="282E0183"/>
    <w:rsid w:val="282E01F9"/>
    <w:rsid w:val="2832489E"/>
    <w:rsid w:val="28380CAE"/>
    <w:rsid w:val="283C5DA6"/>
    <w:rsid w:val="28563B73"/>
    <w:rsid w:val="286956C1"/>
    <w:rsid w:val="289F7C81"/>
    <w:rsid w:val="28A53AE6"/>
    <w:rsid w:val="28AF50EB"/>
    <w:rsid w:val="28BB4752"/>
    <w:rsid w:val="28BC6F12"/>
    <w:rsid w:val="28D166E4"/>
    <w:rsid w:val="28D45261"/>
    <w:rsid w:val="28D614E6"/>
    <w:rsid w:val="28D704BD"/>
    <w:rsid w:val="28D7240A"/>
    <w:rsid w:val="28F05494"/>
    <w:rsid w:val="28F077C7"/>
    <w:rsid w:val="28F648E9"/>
    <w:rsid w:val="28F770CB"/>
    <w:rsid w:val="29043375"/>
    <w:rsid w:val="29070D99"/>
    <w:rsid w:val="290B4AC8"/>
    <w:rsid w:val="290D0875"/>
    <w:rsid w:val="29127CF1"/>
    <w:rsid w:val="2919167F"/>
    <w:rsid w:val="291B6F3D"/>
    <w:rsid w:val="2921174C"/>
    <w:rsid w:val="292417B4"/>
    <w:rsid w:val="292E3FD8"/>
    <w:rsid w:val="292F5911"/>
    <w:rsid w:val="293129D1"/>
    <w:rsid w:val="2935676E"/>
    <w:rsid w:val="29451A84"/>
    <w:rsid w:val="29585E57"/>
    <w:rsid w:val="296F5282"/>
    <w:rsid w:val="297B2715"/>
    <w:rsid w:val="298E5020"/>
    <w:rsid w:val="298F639A"/>
    <w:rsid w:val="29942774"/>
    <w:rsid w:val="29C31745"/>
    <w:rsid w:val="29C75EC3"/>
    <w:rsid w:val="29CC6E65"/>
    <w:rsid w:val="29DA23D8"/>
    <w:rsid w:val="29EB7292"/>
    <w:rsid w:val="29F15493"/>
    <w:rsid w:val="29F352F9"/>
    <w:rsid w:val="29F43384"/>
    <w:rsid w:val="2A1538D0"/>
    <w:rsid w:val="2A18259C"/>
    <w:rsid w:val="2A236263"/>
    <w:rsid w:val="2A326EE9"/>
    <w:rsid w:val="2A34212D"/>
    <w:rsid w:val="2A376C79"/>
    <w:rsid w:val="2A402964"/>
    <w:rsid w:val="2A4223EB"/>
    <w:rsid w:val="2A440E9D"/>
    <w:rsid w:val="2A4E12DE"/>
    <w:rsid w:val="2A4F59FE"/>
    <w:rsid w:val="2A59595A"/>
    <w:rsid w:val="2A60186A"/>
    <w:rsid w:val="2A645DE4"/>
    <w:rsid w:val="2A662525"/>
    <w:rsid w:val="2A66482D"/>
    <w:rsid w:val="2A8240DB"/>
    <w:rsid w:val="2A992DFF"/>
    <w:rsid w:val="2AA302F9"/>
    <w:rsid w:val="2AA960B4"/>
    <w:rsid w:val="2ABF1DF9"/>
    <w:rsid w:val="2AC60E68"/>
    <w:rsid w:val="2ACF5A95"/>
    <w:rsid w:val="2AD95D1D"/>
    <w:rsid w:val="2ADF515E"/>
    <w:rsid w:val="2AE6095B"/>
    <w:rsid w:val="2AFA0214"/>
    <w:rsid w:val="2B066038"/>
    <w:rsid w:val="2B083DF4"/>
    <w:rsid w:val="2B0E71AE"/>
    <w:rsid w:val="2B1D5AFB"/>
    <w:rsid w:val="2B1E41E9"/>
    <w:rsid w:val="2B206EA9"/>
    <w:rsid w:val="2B212C17"/>
    <w:rsid w:val="2B232867"/>
    <w:rsid w:val="2B2822D1"/>
    <w:rsid w:val="2B2B6DE8"/>
    <w:rsid w:val="2B420066"/>
    <w:rsid w:val="2B4444FA"/>
    <w:rsid w:val="2B563348"/>
    <w:rsid w:val="2B6D76B8"/>
    <w:rsid w:val="2B6F3EA5"/>
    <w:rsid w:val="2B763C15"/>
    <w:rsid w:val="2B8D41C8"/>
    <w:rsid w:val="2B9D713B"/>
    <w:rsid w:val="2B9F0406"/>
    <w:rsid w:val="2BA21A2C"/>
    <w:rsid w:val="2BAF00CB"/>
    <w:rsid w:val="2BCE766E"/>
    <w:rsid w:val="2BD55689"/>
    <w:rsid w:val="2BEA509B"/>
    <w:rsid w:val="2BF9491C"/>
    <w:rsid w:val="2C0F7583"/>
    <w:rsid w:val="2C152902"/>
    <w:rsid w:val="2C167EA7"/>
    <w:rsid w:val="2C1E0299"/>
    <w:rsid w:val="2C322AA0"/>
    <w:rsid w:val="2C330B96"/>
    <w:rsid w:val="2C342EE6"/>
    <w:rsid w:val="2C3E0809"/>
    <w:rsid w:val="2C5523D3"/>
    <w:rsid w:val="2C635943"/>
    <w:rsid w:val="2C756C62"/>
    <w:rsid w:val="2C9533AB"/>
    <w:rsid w:val="2C9A3C32"/>
    <w:rsid w:val="2CAC577D"/>
    <w:rsid w:val="2CB20A36"/>
    <w:rsid w:val="2CB92E5D"/>
    <w:rsid w:val="2CC016FF"/>
    <w:rsid w:val="2CCB013C"/>
    <w:rsid w:val="2CDC0D73"/>
    <w:rsid w:val="2CDE06D9"/>
    <w:rsid w:val="2CE526F7"/>
    <w:rsid w:val="2CEC14CB"/>
    <w:rsid w:val="2CF40AAA"/>
    <w:rsid w:val="2CF51928"/>
    <w:rsid w:val="2CFA147B"/>
    <w:rsid w:val="2CFF426C"/>
    <w:rsid w:val="2D07106C"/>
    <w:rsid w:val="2D276A3B"/>
    <w:rsid w:val="2D285E91"/>
    <w:rsid w:val="2D286712"/>
    <w:rsid w:val="2D2A3240"/>
    <w:rsid w:val="2D2F489E"/>
    <w:rsid w:val="2D6F4B8D"/>
    <w:rsid w:val="2D7510DB"/>
    <w:rsid w:val="2D8170CD"/>
    <w:rsid w:val="2D8803F9"/>
    <w:rsid w:val="2D904700"/>
    <w:rsid w:val="2D9222C5"/>
    <w:rsid w:val="2D94611C"/>
    <w:rsid w:val="2D952EAE"/>
    <w:rsid w:val="2D99178D"/>
    <w:rsid w:val="2D9A46A8"/>
    <w:rsid w:val="2DBA4B5A"/>
    <w:rsid w:val="2DBF7C4B"/>
    <w:rsid w:val="2DCD5130"/>
    <w:rsid w:val="2DD661C9"/>
    <w:rsid w:val="2DD90424"/>
    <w:rsid w:val="2DDC0D16"/>
    <w:rsid w:val="2DE9320E"/>
    <w:rsid w:val="2DEC2B3B"/>
    <w:rsid w:val="2E1667AD"/>
    <w:rsid w:val="2E1A2BE4"/>
    <w:rsid w:val="2E1D68C5"/>
    <w:rsid w:val="2E2079BC"/>
    <w:rsid w:val="2E225693"/>
    <w:rsid w:val="2E2B0B37"/>
    <w:rsid w:val="2E2C7B82"/>
    <w:rsid w:val="2E2E2581"/>
    <w:rsid w:val="2E31057A"/>
    <w:rsid w:val="2E344328"/>
    <w:rsid w:val="2E372884"/>
    <w:rsid w:val="2E45359E"/>
    <w:rsid w:val="2E524CFA"/>
    <w:rsid w:val="2E6314BB"/>
    <w:rsid w:val="2E845626"/>
    <w:rsid w:val="2EA10CED"/>
    <w:rsid w:val="2EA8644E"/>
    <w:rsid w:val="2EB0259E"/>
    <w:rsid w:val="2EB03DDD"/>
    <w:rsid w:val="2EB531CC"/>
    <w:rsid w:val="2EB55D16"/>
    <w:rsid w:val="2EBA7EC5"/>
    <w:rsid w:val="2EC079A2"/>
    <w:rsid w:val="2EC33D15"/>
    <w:rsid w:val="2EC51B0D"/>
    <w:rsid w:val="2EC81F8D"/>
    <w:rsid w:val="2ECE6659"/>
    <w:rsid w:val="2ECF3D85"/>
    <w:rsid w:val="2ED35DAD"/>
    <w:rsid w:val="2ED524FC"/>
    <w:rsid w:val="2EF05CCC"/>
    <w:rsid w:val="2EF47815"/>
    <w:rsid w:val="2EF73988"/>
    <w:rsid w:val="2EFF689F"/>
    <w:rsid w:val="2F04638A"/>
    <w:rsid w:val="2F113BAB"/>
    <w:rsid w:val="2F16260B"/>
    <w:rsid w:val="2F2B39A7"/>
    <w:rsid w:val="2F3536E8"/>
    <w:rsid w:val="2F3C4FB2"/>
    <w:rsid w:val="2F571AF2"/>
    <w:rsid w:val="2F61516D"/>
    <w:rsid w:val="2F6F2148"/>
    <w:rsid w:val="2F763569"/>
    <w:rsid w:val="2F873C08"/>
    <w:rsid w:val="2F9967F4"/>
    <w:rsid w:val="2FA159BB"/>
    <w:rsid w:val="2FAA3965"/>
    <w:rsid w:val="2FAE612E"/>
    <w:rsid w:val="2FB031CA"/>
    <w:rsid w:val="2FB7243B"/>
    <w:rsid w:val="2FCD25F2"/>
    <w:rsid w:val="2FCF64BE"/>
    <w:rsid w:val="2FE217B4"/>
    <w:rsid w:val="2FE30326"/>
    <w:rsid w:val="2FE560B2"/>
    <w:rsid w:val="30075742"/>
    <w:rsid w:val="3009600F"/>
    <w:rsid w:val="30147681"/>
    <w:rsid w:val="301565E9"/>
    <w:rsid w:val="301D0588"/>
    <w:rsid w:val="302B4192"/>
    <w:rsid w:val="303D4FD2"/>
    <w:rsid w:val="30597256"/>
    <w:rsid w:val="30605A3D"/>
    <w:rsid w:val="306B49C1"/>
    <w:rsid w:val="306C00BA"/>
    <w:rsid w:val="306F3CF0"/>
    <w:rsid w:val="307657A0"/>
    <w:rsid w:val="30821054"/>
    <w:rsid w:val="308E0B35"/>
    <w:rsid w:val="308F0D73"/>
    <w:rsid w:val="30944AC2"/>
    <w:rsid w:val="309A1A06"/>
    <w:rsid w:val="30A95F2B"/>
    <w:rsid w:val="30B61E7A"/>
    <w:rsid w:val="30BE76B6"/>
    <w:rsid w:val="30C5421E"/>
    <w:rsid w:val="30C84170"/>
    <w:rsid w:val="30C84B7F"/>
    <w:rsid w:val="310965E6"/>
    <w:rsid w:val="31152489"/>
    <w:rsid w:val="31225580"/>
    <w:rsid w:val="312F4940"/>
    <w:rsid w:val="31375678"/>
    <w:rsid w:val="31403CD3"/>
    <w:rsid w:val="316777F5"/>
    <w:rsid w:val="316D1DE9"/>
    <w:rsid w:val="31753CFA"/>
    <w:rsid w:val="318E3938"/>
    <w:rsid w:val="319E1D91"/>
    <w:rsid w:val="31A67D95"/>
    <w:rsid w:val="31AB0F9C"/>
    <w:rsid w:val="31AC0EC4"/>
    <w:rsid w:val="31B11964"/>
    <w:rsid w:val="31C01250"/>
    <w:rsid w:val="31C43500"/>
    <w:rsid w:val="31D40207"/>
    <w:rsid w:val="31E17641"/>
    <w:rsid w:val="31F76581"/>
    <w:rsid w:val="32004476"/>
    <w:rsid w:val="32065770"/>
    <w:rsid w:val="32150F81"/>
    <w:rsid w:val="321A1D3A"/>
    <w:rsid w:val="321D0AA9"/>
    <w:rsid w:val="32203D7E"/>
    <w:rsid w:val="32254A0B"/>
    <w:rsid w:val="3237231C"/>
    <w:rsid w:val="323D5122"/>
    <w:rsid w:val="32457EA8"/>
    <w:rsid w:val="324B7D87"/>
    <w:rsid w:val="324B7E84"/>
    <w:rsid w:val="325B291C"/>
    <w:rsid w:val="325D0C9A"/>
    <w:rsid w:val="3269726A"/>
    <w:rsid w:val="328255D6"/>
    <w:rsid w:val="32A34515"/>
    <w:rsid w:val="32AF1A24"/>
    <w:rsid w:val="32B42862"/>
    <w:rsid w:val="32DB066D"/>
    <w:rsid w:val="32DC3633"/>
    <w:rsid w:val="32E9466D"/>
    <w:rsid w:val="32EE7FEE"/>
    <w:rsid w:val="32F97C5D"/>
    <w:rsid w:val="32FA3BF8"/>
    <w:rsid w:val="33131D9C"/>
    <w:rsid w:val="332F1EE5"/>
    <w:rsid w:val="33361583"/>
    <w:rsid w:val="334511AD"/>
    <w:rsid w:val="3346128A"/>
    <w:rsid w:val="334B5333"/>
    <w:rsid w:val="33526BC9"/>
    <w:rsid w:val="33813661"/>
    <w:rsid w:val="338E2E41"/>
    <w:rsid w:val="3391189A"/>
    <w:rsid w:val="33A54BE4"/>
    <w:rsid w:val="33BA0DE0"/>
    <w:rsid w:val="33BC2451"/>
    <w:rsid w:val="33DF73AF"/>
    <w:rsid w:val="33E82DE4"/>
    <w:rsid w:val="33EF7181"/>
    <w:rsid w:val="33F604F4"/>
    <w:rsid w:val="341549FF"/>
    <w:rsid w:val="34191AF4"/>
    <w:rsid w:val="341A1D28"/>
    <w:rsid w:val="341B5B29"/>
    <w:rsid w:val="34263DCA"/>
    <w:rsid w:val="342B7B17"/>
    <w:rsid w:val="342E2414"/>
    <w:rsid w:val="344162A1"/>
    <w:rsid w:val="34477BF5"/>
    <w:rsid w:val="346E014A"/>
    <w:rsid w:val="34920148"/>
    <w:rsid w:val="34961A56"/>
    <w:rsid w:val="349D59D8"/>
    <w:rsid w:val="34A2408B"/>
    <w:rsid w:val="34A45B36"/>
    <w:rsid w:val="34A82AFF"/>
    <w:rsid w:val="34C56B94"/>
    <w:rsid w:val="34D32B43"/>
    <w:rsid w:val="34E531F3"/>
    <w:rsid w:val="350158A8"/>
    <w:rsid w:val="35083DC1"/>
    <w:rsid w:val="3510687D"/>
    <w:rsid w:val="3514671D"/>
    <w:rsid w:val="351D3F0E"/>
    <w:rsid w:val="351D477E"/>
    <w:rsid w:val="35202113"/>
    <w:rsid w:val="35204DC4"/>
    <w:rsid w:val="35267172"/>
    <w:rsid w:val="35267AA7"/>
    <w:rsid w:val="3529267B"/>
    <w:rsid w:val="352C5009"/>
    <w:rsid w:val="35367B2B"/>
    <w:rsid w:val="353931E3"/>
    <w:rsid w:val="35397B6F"/>
    <w:rsid w:val="353E0CAE"/>
    <w:rsid w:val="35523082"/>
    <w:rsid w:val="355643F7"/>
    <w:rsid w:val="35643AC0"/>
    <w:rsid w:val="35692DDA"/>
    <w:rsid w:val="35700C9F"/>
    <w:rsid w:val="35724110"/>
    <w:rsid w:val="357827AA"/>
    <w:rsid w:val="357C67C1"/>
    <w:rsid w:val="35843246"/>
    <w:rsid w:val="35930968"/>
    <w:rsid w:val="35967A62"/>
    <w:rsid w:val="35AF0DF1"/>
    <w:rsid w:val="35B04231"/>
    <w:rsid w:val="35B56CE9"/>
    <w:rsid w:val="35BA0FDF"/>
    <w:rsid w:val="35E41C46"/>
    <w:rsid w:val="35E74EA9"/>
    <w:rsid w:val="360F25EA"/>
    <w:rsid w:val="3611407D"/>
    <w:rsid w:val="361A6953"/>
    <w:rsid w:val="361B3986"/>
    <w:rsid w:val="36213CE0"/>
    <w:rsid w:val="36225F8D"/>
    <w:rsid w:val="36417B9C"/>
    <w:rsid w:val="36707B01"/>
    <w:rsid w:val="36714723"/>
    <w:rsid w:val="36785186"/>
    <w:rsid w:val="368025AC"/>
    <w:rsid w:val="36845C9B"/>
    <w:rsid w:val="369868A1"/>
    <w:rsid w:val="369A191F"/>
    <w:rsid w:val="36A17D7A"/>
    <w:rsid w:val="36AA6B64"/>
    <w:rsid w:val="36CC1C63"/>
    <w:rsid w:val="36D22615"/>
    <w:rsid w:val="36DB3717"/>
    <w:rsid w:val="36DB5F5E"/>
    <w:rsid w:val="36DC042D"/>
    <w:rsid w:val="36DC181C"/>
    <w:rsid w:val="36E56433"/>
    <w:rsid w:val="36F17BBA"/>
    <w:rsid w:val="36F24709"/>
    <w:rsid w:val="36FF5F1C"/>
    <w:rsid w:val="371C0A46"/>
    <w:rsid w:val="371E0AD0"/>
    <w:rsid w:val="37215738"/>
    <w:rsid w:val="372728EB"/>
    <w:rsid w:val="37312624"/>
    <w:rsid w:val="373A7F6F"/>
    <w:rsid w:val="373D29DE"/>
    <w:rsid w:val="373D77DC"/>
    <w:rsid w:val="373F4B6D"/>
    <w:rsid w:val="37485A3A"/>
    <w:rsid w:val="37493790"/>
    <w:rsid w:val="374E4B8A"/>
    <w:rsid w:val="3753768D"/>
    <w:rsid w:val="376E5728"/>
    <w:rsid w:val="378A294E"/>
    <w:rsid w:val="378B1492"/>
    <w:rsid w:val="378D58A0"/>
    <w:rsid w:val="37912258"/>
    <w:rsid w:val="37985896"/>
    <w:rsid w:val="37A1600B"/>
    <w:rsid w:val="37A842F0"/>
    <w:rsid w:val="37AA59E3"/>
    <w:rsid w:val="37B27E77"/>
    <w:rsid w:val="37C379D6"/>
    <w:rsid w:val="37C7335B"/>
    <w:rsid w:val="37DB25E2"/>
    <w:rsid w:val="37E60E9E"/>
    <w:rsid w:val="37F65253"/>
    <w:rsid w:val="37FA0D1B"/>
    <w:rsid w:val="38121E8F"/>
    <w:rsid w:val="38161126"/>
    <w:rsid w:val="382D25DD"/>
    <w:rsid w:val="382F4EDA"/>
    <w:rsid w:val="38373CBB"/>
    <w:rsid w:val="383A3612"/>
    <w:rsid w:val="38413ABE"/>
    <w:rsid w:val="384F4989"/>
    <w:rsid w:val="385017DC"/>
    <w:rsid w:val="386B01B7"/>
    <w:rsid w:val="386D3B2F"/>
    <w:rsid w:val="387343B5"/>
    <w:rsid w:val="38765B1C"/>
    <w:rsid w:val="388150CB"/>
    <w:rsid w:val="38943E58"/>
    <w:rsid w:val="38A34728"/>
    <w:rsid w:val="38A81156"/>
    <w:rsid w:val="38AA2DAE"/>
    <w:rsid w:val="38AF782F"/>
    <w:rsid w:val="38C65EC5"/>
    <w:rsid w:val="38CF0248"/>
    <w:rsid w:val="38DA1044"/>
    <w:rsid w:val="38E85A81"/>
    <w:rsid w:val="38EC6236"/>
    <w:rsid w:val="38F5569C"/>
    <w:rsid w:val="390139EF"/>
    <w:rsid w:val="390927B6"/>
    <w:rsid w:val="390B0A13"/>
    <w:rsid w:val="39144D53"/>
    <w:rsid w:val="39226CD8"/>
    <w:rsid w:val="39597DB6"/>
    <w:rsid w:val="3963439E"/>
    <w:rsid w:val="39727DF6"/>
    <w:rsid w:val="39791509"/>
    <w:rsid w:val="39795425"/>
    <w:rsid w:val="397B665A"/>
    <w:rsid w:val="39804C8C"/>
    <w:rsid w:val="398229A6"/>
    <w:rsid w:val="398632BF"/>
    <w:rsid w:val="398B2360"/>
    <w:rsid w:val="39952693"/>
    <w:rsid w:val="39A536A6"/>
    <w:rsid w:val="39C54C80"/>
    <w:rsid w:val="39CB75DB"/>
    <w:rsid w:val="39DA742B"/>
    <w:rsid w:val="39E2569F"/>
    <w:rsid w:val="39FD6214"/>
    <w:rsid w:val="3A072122"/>
    <w:rsid w:val="3A145BAE"/>
    <w:rsid w:val="3A2578E6"/>
    <w:rsid w:val="3A3B652F"/>
    <w:rsid w:val="3A40013C"/>
    <w:rsid w:val="3A507B0C"/>
    <w:rsid w:val="3A550D95"/>
    <w:rsid w:val="3A6A1C84"/>
    <w:rsid w:val="3A6B1490"/>
    <w:rsid w:val="3A743013"/>
    <w:rsid w:val="3A816B20"/>
    <w:rsid w:val="3A8242AA"/>
    <w:rsid w:val="3A8F1FAB"/>
    <w:rsid w:val="3A970E96"/>
    <w:rsid w:val="3A9E4335"/>
    <w:rsid w:val="3AA0597B"/>
    <w:rsid w:val="3AA1274C"/>
    <w:rsid w:val="3AA81604"/>
    <w:rsid w:val="3AB256B8"/>
    <w:rsid w:val="3AB6562A"/>
    <w:rsid w:val="3AC32B5B"/>
    <w:rsid w:val="3AC4467A"/>
    <w:rsid w:val="3AD16553"/>
    <w:rsid w:val="3AF41F6D"/>
    <w:rsid w:val="3B1404F6"/>
    <w:rsid w:val="3B2300FF"/>
    <w:rsid w:val="3B242899"/>
    <w:rsid w:val="3B29231C"/>
    <w:rsid w:val="3B315955"/>
    <w:rsid w:val="3B471500"/>
    <w:rsid w:val="3B517F03"/>
    <w:rsid w:val="3B562259"/>
    <w:rsid w:val="3B6409F0"/>
    <w:rsid w:val="3B65118F"/>
    <w:rsid w:val="3B6F21D2"/>
    <w:rsid w:val="3B785B5E"/>
    <w:rsid w:val="3B86554E"/>
    <w:rsid w:val="3B8B2680"/>
    <w:rsid w:val="3B963DC8"/>
    <w:rsid w:val="3B982AFE"/>
    <w:rsid w:val="3BAF56F3"/>
    <w:rsid w:val="3BB35A9B"/>
    <w:rsid w:val="3BBE38E2"/>
    <w:rsid w:val="3BC76589"/>
    <w:rsid w:val="3BCB004F"/>
    <w:rsid w:val="3BE11A85"/>
    <w:rsid w:val="3BED0335"/>
    <w:rsid w:val="3BEE42F5"/>
    <w:rsid w:val="3BFA50E4"/>
    <w:rsid w:val="3BFB418F"/>
    <w:rsid w:val="3C0B504C"/>
    <w:rsid w:val="3C1208F5"/>
    <w:rsid w:val="3C16249F"/>
    <w:rsid w:val="3C200872"/>
    <w:rsid w:val="3C20797F"/>
    <w:rsid w:val="3C21174C"/>
    <w:rsid w:val="3C3E3147"/>
    <w:rsid w:val="3C415AA3"/>
    <w:rsid w:val="3C431E7C"/>
    <w:rsid w:val="3C6B05BB"/>
    <w:rsid w:val="3C7363CB"/>
    <w:rsid w:val="3C9D05BD"/>
    <w:rsid w:val="3CA56F5E"/>
    <w:rsid w:val="3CAA6127"/>
    <w:rsid w:val="3CBD11A4"/>
    <w:rsid w:val="3CC172D5"/>
    <w:rsid w:val="3CD95C18"/>
    <w:rsid w:val="3CDC2518"/>
    <w:rsid w:val="3CDD169E"/>
    <w:rsid w:val="3CE7239B"/>
    <w:rsid w:val="3CE93793"/>
    <w:rsid w:val="3CF03ADC"/>
    <w:rsid w:val="3D2778F0"/>
    <w:rsid w:val="3D2C06E3"/>
    <w:rsid w:val="3D3853A6"/>
    <w:rsid w:val="3D3B4C8C"/>
    <w:rsid w:val="3D3C2FB5"/>
    <w:rsid w:val="3D5479B4"/>
    <w:rsid w:val="3D5523FC"/>
    <w:rsid w:val="3D656429"/>
    <w:rsid w:val="3D667FD7"/>
    <w:rsid w:val="3D6E13D8"/>
    <w:rsid w:val="3D776F3E"/>
    <w:rsid w:val="3D7E1223"/>
    <w:rsid w:val="3D884134"/>
    <w:rsid w:val="3D905090"/>
    <w:rsid w:val="3DAD11ED"/>
    <w:rsid w:val="3DB05A59"/>
    <w:rsid w:val="3DB251B1"/>
    <w:rsid w:val="3DB83243"/>
    <w:rsid w:val="3DC22D60"/>
    <w:rsid w:val="3DC95D03"/>
    <w:rsid w:val="3DDB14DA"/>
    <w:rsid w:val="3DE60DD8"/>
    <w:rsid w:val="3DF037A2"/>
    <w:rsid w:val="3E25068D"/>
    <w:rsid w:val="3E2B1444"/>
    <w:rsid w:val="3E2D3558"/>
    <w:rsid w:val="3E2F49C9"/>
    <w:rsid w:val="3E344FBE"/>
    <w:rsid w:val="3E4F01FE"/>
    <w:rsid w:val="3E546397"/>
    <w:rsid w:val="3E6C7E98"/>
    <w:rsid w:val="3E7118ED"/>
    <w:rsid w:val="3EA27DFC"/>
    <w:rsid w:val="3EAE69E9"/>
    <w:rsid w:val="3EC07574"/>
    <w:rsid w:val="3EC170D1"/>
    <w:rsid w:val="3ECE64F4"/>
    <w:rsid w:val="3EEC377D"/>
    <w:rsid w:val="3EF752B3"/>
    <w:rsid w:val="3F033A72"/>
    <w:rsid w:val="3F0E6293"/>
    <w:rsid w:val="3F100A14"/>
    <w:rsid w:val="3F1415A5"/>
    <w:rsid w:val="3F145A10"/>
    <w:rsid w:val="3F1736A3"/>
    <w:rsid w:val="3F175232"/>
    <w:rsid w:val="3F1D0900"/>
    <w:rsid w:val="3F271C8B"/>
    <w:rsid w:val="3F2F658B"/>
    <w:rsid w:val="3F375596"/>
    <w:rsid w:val="3F4E0B90"/>
    <w:rsid w:val="3F5004C1"/>
    <w:rsid w:val="3F52350E"/>
    <w:rsid w:val="3F5B4D2C"/>
    <w:rsid w:val="3F5E0705"/>
    <w:rsid w:val="3F67786E"/>
    <w:rsid w:val="3F6828BA"/>
    <w:rsid w:val="3F694137"/>
    <w:rsid w:val="3F6A58DB"/>
    <w:rsid w:val="3F6E05EE"/>
    <w:rsid w:val="3F831445"/>
    <w:rsid w:val="3F8E10DE"/>
    <w:rsid w:val="3F91350E"/>
    <w:rsid w:val="3FA768A2"/>
    <w:rsid w:val="3FB70B9B"/>
    <w:rsid w:val="3FB9613A"/>
    <w:rsid w:val="3FD03C2D"/>
    <w:rsid w:val="3FEB0345"/>
    <w:rsid w:val="3FFA0C1A"/>
    <w:rsid w:val="3FFC0219"/>
    <w:rsid w:val="401D3BBD"/>
    <w:rsid w:val="40287C2F"/>
    <w:rsid w:val="40346CE6"/>
    <w:rsid w:val="403A1357"/>
    <w:rsid w:val="4043601C"/>
    <w:rsid w:val="40524B5F"/>
    <w:rsid w:val="405B2E19"/>
    <w:rsid w:val="40695B00"/>
    <w:rsid w:val="40760093"/>
    <w:rsid w:val="40895371"/>
    <w:rsid w:val="408B53D4"/>
    <w:rsid w:val="40951FA3"/>
    <w:rsid w:val="4096461D"/>
    <w:rsid w:val="40A130C0"/>
    <w:rsid w:val="40A23D77"/>
    <w:rsid w:val="40A56BED"/>
    <w:rsid w:val="40A91E18"/>
    <w:rsid w:val="40A95F4E"/>
    <w:rsid w:val="40B128A4"/>
    <w:rsid w:val="40BE6661"/>
    <w:rsid w:val="40D11E15"/>
    <w:rsid w:val="40E3155D"/>
    <w:rsid w:val="41195658"/>
    <w:rsid w:val="411C7F1D"/>
    <w:rsid w:val="411F2520"/>
    <w:rsid w:val="41373C90"/>
    <w:rsid w:val="413C5D2F"/>
    <w:rsid w:val="41401C69"/>
    <w:rsid w:val="4150039C"/>
    <w:rsid w:val="41531932"/>
    <w:rsid w:val="416128AA"/>
    <w:rsid w:val="41715CBB"/>
    <w:rsid w:val="41752D9C"/>
    <w:rsid w:val="41797253"/>
    <w:rsid w:val="41857744"/>
    <w:rsid w:val="418C1165"/>
    <w:rsid w:val="41A40F69"/>
    <w:rsid w:val="41C12944"/>
    <w:rsid w:val="41C64014"/>
    <w:rsid w:val="41CB6A8B"/>
    <w:rsid w:val="41CF3338"/>
    <w:rsid w:val="41D572BA"/>
    <w:rsid w:val="41DD3BCB"/>
    <w:rsid w:val="41DD51F1"/>
    <w:rsid w:val="41DF1C5B"/>
    <w:rsid w:val="41EA3776"/>
    <w:rsid w:val="41EA5B49"/>
    <w:rsid w:val="41F94D8C"/>
    <w:rsid w:val="420013C8"/>
    <w:rsid w:val="42022561"/>
    <w:rsid w:val="420325AD"/>
    <w:rsid w:val="421E0185"/>
    <w:rsid w:val="42206889"/>
    <w:rsid w:val="42221067"/>
    <w:rsid w:val="42321A59"/>
    <w:rsid w:val="423A2E84"/>
    <w:rsid w:val="423E2E9F"/>
    <w:rsid w:val="42400290"/>
    <w:rsid w:val="4246299A"/>
    <w:rsid w:val="42473D01"/>
    <w:rsid w:val="42584502"/>
    <w:rsid w:val="4269156D"/>
    <w:rsid w:val="426B20CA"/>
    <w:rsid w:val="426C288B"/>
    <w:rsid w:val="426F237C"/>
    <w:rsid w:val="42776DF5"/>
    <w:rsid w:val="427C6F6C"/>
    <w:rsid w:val="427E7A33"/>
    <w:rsid w:val="427F0974"/>
    <w:rsid w:val="42957379"/>
    <w:rsid w:val="429A3991"/>
    <w:rsid w:val="42A82D04"/>
    <w:rsid w:val="42B21E65"/>
    <w:rsid w:val="42B41400"/>
    <w:rsid w:val="42B761FF"/>
    <w:rsid w:val="42D21C3D"/>
    <w:rsid w:val="42D27B28"/>
    <w:rsid w:val="42DB7401"/>
    <w:rsid w:val="42E50E2C"/>
    <w:rsid w:val="430F005F"/>
    <w:rsid w:val="43196DE5"/>
    <w:rsid w:val="431F2A3B"/>
    <w:rsid w:val="43245703"/>
    <w:rsid w:val="43276C08"/>
    <w:rsid w:val="433529B8"/>
    <w:rsid w:val="433C2338"/>
    <w:rsid w:val="433D2179"/>
    <w:rsid w:val="433E0C1C"/>
    <w:rsid w:val="43452073"/>
    <w:rsid w:val="434821BD"/>
    <w:rsid w:val="434E00F0"/>
    <w:rsid w:val="43527375"/>
    <w:rsid w:val="435B5A4D"/>
    <w:rsid w:val="43644C99"/>
    <w:rsid w:val="439424FC"/>
    <w:rsid w:val="43972ECE"/>
    <w:rsid w:val="43A5447F"/>
    <w:rsid w:val="43B67B7C"/>
    <w:rsid w:val="43C06B14"/>
    <w:rsid w:val="43C448AF"/>
    <w:rsid w:val="43DD1CD5"/>
    <w:rsid w:val="43E531E5"/>
    <w:rsid w:val="43F00B92"/>
    <w:rsid w:val="44046D9D"/>
    <w:rsid w:val="44050CFA"/>
    <w:rsid w:val="440703B7"/>
    <w:rsid w:val="44101FD7"/>
    <w:rsid w:val="4412675D"/>
    <w:rsid w:val="442F4535"/>
    <w:rsid w:val="443B1DFA"/>
    <w:rsid w:val="44425A83"/>
    <w:rsid w:val="44453164"/>
    <w:rsid w:val="444601BD"/>
    <w:rsid w:val="44504B47"/>
    <w:rsid w:val="445E2DC8"/>
    <w:rsid w:val="44615BDA"/>
    <w:rsid w:val="446C558D"/>
    <w:rsid w:val="44703702"/>
    <w:rsid w:val="447137F7"/>
    <w:rsid w:val="44744AA1"/>
    <w:rsid w:val="447E543E"/>
    <w:rsid w:val="44860F9D"/>
    <w:rsid w:val="44981867"/>
    <w:rsid w:val="449F7C7B"/>
    <w:rsid w:val="44A63580"/>
    <w:rsid w:val="44B24482"/>
    <w:rsid w:val="44B922E2"/>
    <w:rsid w:val="44D30F64"/>
    <w:rsid w:val="44D6720B"/>
    <w:rsid w:val="44D84192"/>
    <w:rsid w:val="44DF56C2"/>
    <w:rsid w:val="44EA01BC"/>
    <w:rsid w:val="44F903C0"/>
    <w:rsid w:val="44FC4B09"/>
    <w:rsid w:val="44FD53A9"/>
    <w:rsid w:val="44FD6B87"/>
    <w:rsid w:val="45054443"/>
    <w:rsid w:val="4508077D"/>
    <w:rsid w:val="451F054A"/>
    <w:rsid w:val="45284F2E"/>
    <w:rsid w:val="452A530A"/>
    <w:rsid w:val="452E2C3A"/>
    <w:rsid w:val="45346F94"/>
    <w:rsid w:val="453E5396"/>
    <w:rsid w:val="454774EE"/>
    <w:rsid w:val="45492BDB"/>
    <w:rsid w:val="45584517"/>
    <w:rsid w:val="456348C4"/>
    <w:rsid w:val="456832D6"/>
    <w:rsid w:val="456A0B0B"/>
    <w:rsid w:val="456A2D0A"/>
    <w:rsid w:val="456C4F6B"/>
    <w:rsid w:val="457F3508"/>
    <w:rsid w:val="458D0BA5"/>
    <w:rsid w:val="459F3FAB"/>
    <w:rsid w:val="45A710DF"/>
    <w:rsid w:val="45A76FC5"/>
    <w:rsid w:val="45AA7A4F"/>
    <w:rsid w:val="45BB1050"/>
    <w:rsid w:val="45C967FC"/>
    <w:rsid w:val="45CE696C"/>
    <w:rsid w:val="45CF051B"/>
    <w:rsid w:val="45D12B4D"/>
    <w:rsid w:val="45E010B2"/>
    <w:rsid w:val="45EA1F1E"/>
    <w:rsid w:val="45F56B49"/>
    <w:rsid w:val="460A2D60"/>
    <w:rsid w:val="460B2709"/>
    <w:rsid w:val="461E66C8"/>
    <w:rsid w:val="46236EA7"/>
    <w:rsid w:val="46366017"/>
    <w:rsid w:val="463669BD"/>
    <w:rsid w:val="463D7D30"/>
    <w:rsid w:val="4645423E"/>
    <w:rsid w:val="46556D2D"/>
    <w:rsid w:val="46626409"/>
    <w:rsid w:val="46702463"/>
    <w:rsid w:val="467B62E8"/>
    <w:rsid w:val="467C2468"/>
    <w:rsid w:val="468D7198"/>
    <w:rsid w:val="46A12DCF"/>
    <w:rsid w:val="46A40971"/>
    <w:rsid w:val="46A97153"/>
    <w:rsid w:val="46AC46F8"/>
    <w:rsid w:val="46AD50E8"/>
    <w:rsid w:val="46B52531"/>
    <w:rsid w:val="46BD0CD4"/>
    <w:rsid w:val="46CD0094"/>
    <w:rsid w:val="46D848C8"/>
    <w:rsid w:val="46DA3BD8"/>
    <w:rsid w:val="46EA26E3"/>
    <w:rsid w:val="46EC657A"/>
    <w:rsid w:val="46EE5198"/>
    <w:rsid w:val="47057213"/>
    <w:rsid w:val="470E65EA"/>
    <w:rsid w:val="470E7BFF"/>
    <w:rsid w:val="47285DA8"/>
    <w:rsid w:val="4735128B"/>
    <w:rsid w:val="47396015"/>
    <w:rsid w:val="47586DFA"/>
    <w:rsid w:val="47617500"/>
    <w:rsid w:val="47745160"/>
    <w:rsid w:val="47865EAB"/>
    <w:rsid w:val="478D1C58"/>
    <w:rsid w:val="479206D4"/>
    <w:rsid w:val="47933934"/>
    <w:rsid w:val="479E5F12"/>
    <w:rsid w:val="479F1CE9"/>
    <w:rsid w:val="47B9474A"/>
    <w:rsid w:val="47D847FC"/>
    <w:rsid w:val="47EF1B4F"/>
    <w:rsid w:val="47FF4C6A"/>
    <w:rsid w:val="480246F2"/>
    <w:rsid w:val="480E6667"/>
    <w:rsid w:val="481C37B2"/>
    <w:rsid w:val="48351724"/>
    <w:rsid w:val="483B6175"/>
    <w:rsid w:val="484E0E9A"/>
    <w:rsid w:val="485574DC"/>
    <w:rsid w:val="4874587C"/>
    <w:rsid w:val="48792E05"/>
    <w:rsid w:val="48A173DC"/>
    <w:rsid w:val="48DF1256"/>
    <w:rsid w:val="48EC327B"/>
    <w:rsid w:val="48F17D0E"/>
    <w:rsid w:val="490950FA"/>
    <w:rsid w:val="491769DB"/>
    <w:rsid w:val="494812F6"/>
    <w:rsid w:val="495F0BA7"/>
    <w:rsid w:val="49611F5D"/>
    <w:rsid w:val="496221BC"/>
    <w:rsid w:val="49625BFC"/>
    <w:rsid w:val="49641694"/>
    <w:rsid w:val="497826F8"/>
    <w:rsid w:val="497B00F9"/>
    <w:rsid w:val="4981549C"/>
    <w:rsid w:val="49965C01"/>
    <w:rsid w:val="49A11696"/>
    <w:rsid w:val="49AF522A"/>
    <w:rsid w:val="49B207F6"/>
    <w:rsid w:val="49B317E9"/>
    <w:rsid w:val="49C27F1F"/>
    <w:rsid w:val="49C72848"/>
    <w:rsid w:val="49D0141E"/>
    <w:rsid w:val="49D761FB"/>
    <w:rsid w:val="49D95C3D"/>
    <w:rsid w:val="49DF3A84"/>
    <w:rsid w:val="4A0164A6"/>
    <w:rsid w:val="4A0A6577"/>
    <w:rsid w:val="4A2F5BCB"/>
    <w:rsid w:val="4A32215B"/>
    <w:rsid w:val="4A40011E"/>
    <w:rsid w:val="4A4E732B"/>
    <w:rsid w:val="4A50098B"/>
    <w:rsid w:val="4A67794F"/>
    <w:rsid w:val="4A785F36"/>
    <w:rsid w:val="4A7C56B1"/>
    <w:rsid w:val="4A7D3412"/>
    <w:rsid w:val="4A902D02"/>
    <w:rsid w:val="4A94659A"/>
    <w:rsid w:val="4AA015C1"/>
    <w:rsid w:val="4AA40515"/>
    <w:rsid w:val="4AA44994"/>
    <w:rsid w:val="4AB80A5F"/>
    <w:rsid w:val="4AC73A58"/>
    <w:rsid w:val="4AC95374"/>
    <w:rsid w:val="4AD46CE9"/>
    <w:rsid w:val="4ADB3075"/>
    <w:rsid w:val="4AE32A0F"/>
    <w:rsid w:val="4AF00DE1"/>
    <w:rsid w:val="4AF14D5A"/>
    <w:rsid w:val="4B0E21EC"/>
    <w:rsid w:val="4B1F4476"/>
    <w:rsid w:val="4B3A077F"/>
    <w:rsid w:val="4B3E2D49"/>
    <w:rsid w:val="4B481359"/>
    <w:rsid w:val="4B4B6C7C"/>
    <w:rsid w:val="4B5205FF"/>
    <w:rsid w:val="4B59771B"/>
    <w:rsid w:val="4B5C31EA"/>
    <w:rsid w:val="4B604F46"/>
    <w:rsid w:val="4B6C5144"/>
    <w:rsid w:val="4B6C698C"/>
    <w:rsid w:val="4B73257B"/>
    <w:rsid w:val="4B857111"/>
    <w:rsid w:val="4B8B5F08"/>
    <w:rsid w:val="4B9A66CF"/>
    <w:rsid w:val="4BA53594"/>
    <w:rsid w:val="4BAB02F5"/>
    <w:rsid w:val="4BAC32C8"/>
    <w:rsid w:val="4BAF13E5"/>
    <w:rsid w:val="4BC41F1F"/>
    <w:rsid w:val="4BCC71D3"/>
    <w:rsid w:val="4BD03C47"/>
    <w:rsid w:val="4BD0666B"/>
    <w:rsid w:val="4BD628AF"/>
    <w:rsid w:val="4BE00E58"/>
    <w:rsid w:val="4BE251BA"/>
    <w:rsid w:val="4BE63233"/>
    <w:rsid w:val="4BEC6808"/>
    <w:rsid w:val="4BED2A0F"/>
    <w:rsid w:val="4BEF0D92"/>
    <w:rsid w:val="4BF0188C"/>
    <w:rsid w:val="4BF26B60"/>
    <w:rsid w:val="4BF86ACC"/>
    <w:rsid w:val="4BFA2F18"/>
    <w:rsid w:val="4C281E67"/>
    <w:rsid w:val="4C295F81"/>
    <w:rsid w:val="4C2C6328"/>
    <w:rsid w:val="4C455D19"/>
    <w:rsid w:val="4C6F3FD5"/>
    <w:rsid w:val="4C71048F"/>
    <w:rsid w:val="4C7674A6"/>
    <w:rsid w:val="4C83353B"/>
    <w:rsid w:val="4C8B2163"/>
    <w:rsid w:val="4C8D74AB"/>
    <w:rsid w:val="4C920817"/>
    <w:rsid w:val="4C9B4209"/>
    <w:rsid w:val="4CA45D71"/>
    <w:rsid w:val="4CAD4915"/>
    <w:rsid w:val="4CB42143"/>
    <w:rsid w:val="4CC93CE3"/>
    <w:rsid w:val="4CD21352"/>
    <w:rsid w:val="4CDF6692"/>
    <w:rsid w:val="4CE2396D"/>
    <w:rsid w:val="4D0154F2"/>
    <w:rsid w:val="4D08010C"/>
    <w:rsid w:val="4D214544"/>
    <w:rsid w:val="4D220466"/>
    <w:rsid w:val="4D2C11D0"/>
    <w:rsid w:val="4D2E5F2E"/>
    <w:rsid w:val="4D485761"/>
    <w:rsid w:val="4D556554"/>
    <w:rsid w:val="4D5A3535"/>
    <w:rsid w:val="4D6360A2"/>
    <w:rsid w:val="4D9262A5"/>
    <w:rsid w:val="4D995519"/>
    <w:rsid w:val="4D9A0D6F"/>
    <w:rsid w:val="4DB1122E"/>
    <w:rsid w:val="4DBE3AFE"/>
    <w:rsid w:val="4DC84BCF"/>
    <w:rsid w:val="4DCA76FB"/>
    <w:rsid w:val="4DCB5224"/>
    <w:rsid w:val="4DCD6E89"/>
    <w:rsid w:val="4DD0541D"/>
    <w:rsid w:val="4DD22060"/>
    <w:rsid w:val="4DDB7794"/>
    <w:rsid w:val="4DE64BBF"/>
    <w:rsid w:val="4DED7D3F"/>
    <w:rsid w:val="4E1D54EE"/>
    <w:rsid w:val="4E2B3194"/>
    <w:rsid w:val="4E493D25"/>
    <w:rsid w:val="4E4C4A2A"/>
    <w:rsid w:val="4E5E6AAA"/>
    <w:rsid w:val="4E6228C1"/>
    <w:rsid w:val="4E677626"/>
    <w:rsid w:val="4E6801E8"/>
    <w:rsid w:val="4E751CC6"/>
    <w:rsid w:val="4E8321EB"/>
    <w:rsid w:val="4E847893"/>
    <w:rsid w:val="4E8D51D8"/>
    <w:rsid w:val="4E9863BA"/>
    <w:rsid w:val="4EA65C1D"/>
    <w:rsid w:val="4EAF1585"/>
    <w:rsid w:val="4EBB3A2E"/>
    <w:rsid w:val="4EC70D57"/>
    <w:rsid w:val="4ED24069"/>
    <w:rsid w:val="4ED414CA"/>
    <w:rsid w:val="4ED54540"/>
    <w:rsid w:val="4EDA77AA"/>
    <w:rsid w:val="4EDF755E"/>
    <w:rsid w:val="4F175E07"/>
    <w:rsid w:val="4F176A14"/>
    <w:rsid w:val="4F1864C7"/>
    <w:rsid w:val="4F1C533A"/>
    <w:rsid w:val="4F2E2E87"/>
    <w:rsid w:val="4F3F137C"/>
    <w:rsid w:val="4F6928BE"/>
    <w:rsid w:val="4F700712"/>
    <w:rsid w:val="4F701FA8"/>
    <w:rsid w:val="4FB104E8"/>
    <w:rsid w:val="4FB20742"/>
    <w:rsid w:val="4FBF3581"/>
    <w:rsid w:val="4FCE4ADB"/>
    <w:rsid w:val="4FD35324"/>
    <w:rsid w:val="4FE82A8E"/>
    <w:rsid w:val="4FF22C8C"/>
    <w:rsid w:val="4FF915A3"/>
    <w:rsid w:val="4FFD54C0"/>
    <w:rsid w:val="500E0859"/>
    <w:rsid w:val="501B4A3F"/>
    <w:rsid w:val="502014DC"/>
    <w:rsid w:val="50246222"/>
    <w:rsid w:val="50293B5D"/>
    <w:rsid w:val="502A66ED"/>
    <w:rsid w:val="50300CBF"/>
    <w:rsid w:val="503F3651"/>
    <w:rsid w:val="505478CA"/>
    <w:rsid w:val="505A4E09"/>
    <w:rsid w:val="50735138"/>
    <w:rsid w:val="507A7CD3"/>
    <w:rsid w:val="508C35E1"/>
    <w:rsid w:val="508F6C8C"/>
    <w:rsid w:val="50914508"/>
    <w:rsid w:val="50991C3B"/>
    <w:rsid w:val="50B42717"/>
    <w:rsid w:val="50C44319"/>
    <w:rsid w:val="50C73F36"/>
    <w:rsid w:val="50C76C83"/>
    <w:rsid w:val="50C77484"/>
    <w:rsid w:val="50C87FD1"/>
    <w:rsid w:val="50D06C37"/>
    <w:rsid w:val="50D45639"/>
    <w:rsid w:val="50D84B0D"/>
    <w:rsid w:val="50E130F2"/>
    <w:rsid w:val="50E312D2"/>
    <w:rsid w:val="50EF0DE9"/>
    <w:rsid w:val="50F05872"/>
    <w:rsid w:val="50FC2768"/>
    <w:rsid w:val="50FC38A3"/>
    <w:rsid w:val="50FD092D"/>
    <w:rsid w:val="510D5A7A"/>
    <w:rsid w:val="51222B02"/>
    <w:rsid w:val="51233961"/>
    <w:rsid w:val="51240B5B"/>
    <w:rsid w:val="51261970"/>
    <w:rsid w:val="513F04F0"/>
    <w:rsid w:val="51500A82"/>
    <w:rsid w:val="51555B9B"/>
    <w:rsid w:val="51574607"/>
    <w:rsid w:val="51622878"/>
    <w:rsid w:val="51656558"/>
    <w:rsid w:val="51677E52"/>
    <w:rsid w:val="516C3F2F"/>
    <w:rsid w:val="516F3E07"/>
    <w:rsid w:val="51823008"/>
    <w:rsid w:val="51A24130"/>
    <w:rsid w:val="51B0390B"/>
    <w:rsid w:val="51B4300F"/>
    <w:rsid w:val="51B84E5D"/>
    <w:rsid w:val="51B92DF9"/>
    <w:rsid w:val="51BB59AA"/>
    <w:rsid w:val="51BE24A3"/>
    <w:rsid w:val="51C17240"/>
    <w:rsid w:val="51D9489E"/>
    <w:rsid w:val="51E61740"/>
    <w:rsid w:val="51EE506A"/>
    <w:rsid w:val="51F71A35"/>
    <w:rsid w:val="51F81DF3"/>
    <w:rsid w:val="520301D1"/>
    <w:rsid w:val="520739DC"/>
    <w:rsid w:val="520B3366"/>
    <w:rsid w:val="521235B8"/>
    <w:rsid w:val="5213576A"/>
    <w:rsid w:val="52183C02"/>
    <w:rsid w:val="521A3154"/>
    <w:rsid w:val="52201C6A"/>
    <w:rsid w:val="5222558D"/>
    <w:rsid w:val="52323958"/>
    <w:rsid w:val="523D5D6D"/>
    <w:rsid w:val="52463C9F"/>
    <w:rsid w:val="524A390B"/>
    <w:rsid w:val="524F267D"/>
    <w:rsid w:val="52553B0A"/>
    <w:rsid w:val="52655D77"/>
    <w:rsid w:val="52714309"/>
    <w:rsid w:val="527930AF"/>
    <w:rsid w:val="52AA44E5"/>
    <w:rsid w:val="52AB1D3C"/>
    <w:rsid w:val="52BA5035"/>
    <w:rsid w:val="52CF63E2"/>
    <w:rsid w:val="52DF463E"/>
    <w:rsid w:val="52FD4680"/>
    <w:rsid w:val="5304711E"/>
    <w:rsid w:val="530A6269"/>
    <w:rsid w:val="530E7A77"/>
    <w:rsid w:val="53224A82"/>
    <w:rsid w:val="533A70CF"/>
    <w:rsid w:val="533F5135"/>
    <w:rsid w:val="53457A5A"/>
    <w:rsid w:val="535A58EA"/>
    <w:rsid w:val="53753EF7"/>
    <w:rsid w:val="53817F82"/>
    <w:rsid w:val="53823001"/>
    <w:rsid w:val="538335CA"/>
    <w:rsid w:val="53867382"/>
    <w:rsid w:val="538C40FE"/>
    <w:rsid w:val="539C40B6"/>
    <w:rsid w:val="539D1E6E"/>
    <w:rsid w:val="53AA7273"/>
    <w:rsid w:val="53AE1611"/>
    <w:rsid w:val="53C274E2"/>
    <w:rsid w:val="53D462E7"/>
    <w:rsid w:val="53DD664B"/>
    <w:rsid w:val="53EE134D"/>
    <w:rsid w:val="53FE10BB"/>
    <w:rsid w:val="540E37A8"/>
    <w:rsid w:val="541D6E07"/>
    <w:rsid w:val="542F1C70"/>
    <w:rsid w:val="54311205"/>
    <w:rsid w:val="54521A76"/>
    <w:rsid w:val="545472C9"/>
    <w:rsid w:val="54582B75"/>
    <w:rsid w:val="5459276E"/>
    <w:rsid w:val="546B39D2"/>
    <w:rsid w:val="546F3092"/>
    <w:rsid w:val="546F4270"/>
    <w:rsid w:val="54735A4A"/>
    <w:rsid w:val="547E1427"/>
    <w:rsid w:val="54823680"/>
    <w:rsid w:val="54863484"/>
    <w:rsid w:val="54994B36"/>
    <w:rsid w:val="549C50F5"/>
    <w:rsid w:val="54A36E95"/>
    <w:rsid w:val="54AF1BFF"/>
    <w:rsid w:val="54BB5801"/>
    <w:rsid w:val="54CA492E"/>
    <w:rsid w:val="54E40A81"/>
    <w:rsid w:val="54F04B5F"/>
    <w:rsid w:val="54F64F65"/>
    <w:rsid w:val="54FA3E1A"/>
    <w:rsid w:val="55027188"/>
    <w:rsid w:val="550E2F88"/>
    <w:rsid w:val="55164F8E"/>
    <w:rsid w:val="55206E98"/>
    <w:rsid w:val="552D0DAE"/>
    <w:rsid w:val="553047C2"/>
    <w:rsid w:val="553A2724"/>
    <w:rsid w:val="55532BAB"/>
    <w:rsid w:val="555648D4"/>
    <w:rsid w:val="556A3F83"/>
    <w:rsid w:val="55705003"/>
    <w:rsid w:val="55771173"/>
    <w:rsid w:val="558D406B"/>
    <w:rsid w:val="55BE76F2"/>
    <w:rsid w:val="55C96AE0"/>
    <w:rsid w:val="55CD7DB2"/>
    <w:rsid w:val="55D74883"/>
    <w:rsid w:val="56013873"/>
    <w:rsid w:val="5604204E"/>
    <w:rsid w:val="56084CF3"/>
    <w:rsid w:val="56135F61"/>
    <w:rsid w:val="56153E74"/>
    <w:rsid w:val="561A71B1"/>
    <w:rsid w:val="561B2A43"/>
    <w:rsid w:val="562F2CA3"/>
    <w:rsid w:val="56311DBD"/>
    <w:rsid w:val="563C284F"/>
    <w:rsid w:val="563F244E"/>
    <w:rsid w:val="56465482"/>
    <w:rsid w:val="56480CA1"/>
    <w:rsid w:val="566450C3"/>
    <w:rsid w:val="566B4F2A"/>
    <w:rsid w:val="566D193E"/>
    <w:rsid w:val="567409EF"/>
    <w:rsid w:val="567D6E7B"/>
    <w:rsid w:val="569226C1"/>
    <w:rsid w:val="569A6FAB"/>
    <w:rsid w:val="56A064CD"/>
    <w:rsid w:val="56A64A20"/>
    <w:rsid w:val="56AB5142"/>
    <w:rsid w:val="56BE7A56"/>
    <w:rsid w:val="56BF0322"/>
    <w:rsid w:val="56CB2FA5"/>
    <w:rsid w:val="56D8105B"/>
    <w:rsid w:val="56E01324"/>
    <w:rsid w:val="56E06678"/>
    <w:rsid w:val="56E724C0"/>
    <w:rsid w:val="56F17DB0"/>
    <w:rsid w:val="56F543BF"/>
    <w:rsid w:val="57020A67"/>
    <w:rsid w:val="571314AD"/>
    <w:rsid w:val="571457A2"/>
    <w:rsid w:val="571C3D4C"/>
    <w:rsid w:val="572254A7"/>
    <w:rsid w:val="572B264C"/>
    <w:rsid w:val="57382821"/>
    <w:rsid w:val="57587558"/>
    <w:rsid w:val="577437A7"/>
    <w:rsid w:val="57755CEE"/>
    <w:rsid w:val="577C7041"/>
    <w:rsid w:val="57831CB3"/>
    <w:rsid w:val="578C3A6C"/>
    <w:rsid w:val="57A40FFC"/>
    <w:rsid w:val="57A769BA"/>
    <w:rsid w:val="57AD22D4"/>
    <w:rsid w:val="57AF076C"/>
    <w:rsid w:val="57BE6052"/>
    <w:rsid w:val="57C50FF2"/>
    <w:rsid w:val="57CD395C"/>
    <w:rsid w:val="57EA26E5"/>
    <w:rsid w:val="57EF12C6"/>
    <w:rsid w:val="57F7416F"/>
    <w:rsid w:val="581C0672"/>
    <w:rsid w:val="58296132"/>
    <w:rsid w:val="58442EA7"/>
    <w:rsid w:val="584A790A"/>
    <w:rsid w:val="584F2C2C"/>
    <w:rsid w:val="585A4093"/>
    <w:rsid w:val="58657A9C"/>
    <w:rsid w:val="586F5454"/>
    <w:rsid w:val="58807512"/>
    <w:rsid w:val="58843A83"/>
    <w:rsid w:val="588541E3"/>
    <w:rsid w:val="58B878E7"/>
    <w:rsid w:val="58C16D3C"/>
    <w:rsid w:val="58C40675"/>
    <w:rsid w:val="58CC63B1"/>
    <w:rsid w:val="58D07367"/>
    <w:rsid w:val="58EF7EE7"/>
    <w:rsid w:val="58F0774A"/>
    <w:rsid w:val="58F650D2"/>
    <w:rsid w:val="5901069B"/>
    <w:rsid w:val="59112ABE"/>
    <w:rsid w:val="59150057"/>
    <w:rsid w:val="591829C5"/>
    <w:rsid w:val="593035EF"/>
    <w:rsid w:val="593072A0"/>
    <w:rsid w:val="59321449"/>
    <w:rsid w:val="593A65DA"/>
    <w:rsid w:val="59460082"/>
    <w:rsid w:val="594E3C89"/>
    <w:rsid w:val="59560AF4"/>
    <w:rsid w:val="595A65C3"/>
    <w:rsid w:val="595F085F"/>
    <w:rsid w:val="596565BA"/>
    <w:rsid w:val="59711C82"/>
    <w:rsid w:val="59761424"/>
    <w:rsid w:val="599218D3"/>
    <w:rsid w:val="59996A47"/>
    <w:rsid w:val="59A529A0"/>
    <w:rsid w:val="59A6440D"/>
    <w:rsid w:val="59AC4BDE"/>
    <w:rsid w:val="59C96111"/>
    <w:rsid w:val="59C966E5"/>
    <w:rsid w:val="59CE6224"/>
    <w:rsid w:val="59E23CB1"/>
    <w:rsid w:val="59EC3BB1"/>
    <w:rsid w:val="59FD50FF"/>
    <w:rsid w:val="5A0F08D9"/>
    <w:rsid w:val="5A1B5F5B"/>
    <w:rsid w:val="5A252D24"/>
    <w:rsid w:val="5A260D99"/>
    <w:rsid w:val="5A2D684D"/>
    <w:rsid w:val="5A2D6F5B"/>
    <w:rsid w:val="5A306CBD"/>
    <w:rsid w:val="5A3566B8"/>
    <w:rsid w:val="5A3B4F4D"/>
    <w:rsid w:val="5A3D7EC8"/>
    <w:rsid w:val="5A46302F"/>
    <w:rsid w:val="5A67518D"/>
    <w:rsid w:val="5A7342AD"/>
    <w:rsid w:val="5A7B379E"/>
    <w:rsid w:val="5A7D028A"/>
    <w:rsid w:val="5A81596C"/>
    <w:rsid w:val="5A836633"/>
    <w:rsid w:val="5A921533"/>
    <w:rsid w:val="5A961771"/>
    <w:rsid w:val="5A96742F"/>
    <w:rsid w:val="5A9C0ADC"/>
    <w:rsid w:val="5AA81E53"/>
    <w:rsid w:val="5AB71CCC"/>
    <w:rsid w:val="5AB85501"/>
    <w:rsid w:val="5AC014BC"/>
    <w:rsid w:val="5AC16DB2"/>
    <w:rsid w:val="5AC53DED"/>
    <w:rsid w:val="5AC75E13"/>
    <w:rsid w:val="5AD3590C"/>
    <w:rsid w:val="5AF56BB4"/>
    <w:rsid w:val="5AFB50F9"/>
    <w:rsid w:val="5B0D500A"/>
    <w:rsid w:val="5B1E71E3"/>
    <w:rsid w:val="5B21315E"/>
    <w:rsid w:val="5B2E160A"/>
    <w:rsid w:val="5B3B7536"/>
    <w:rsid w:val="5B5A1A61"/>
    <w:rsid w:val="5B5F2E09"/>
    <w:rsid w:val="5B6969B1"/>
    <w:rsid w:val="5B7D45EF"/>
    <w:rsid w:val="5B852AE3"/>
    <w:rsid w:val="5B90043F"/>
    <w:rsid w:val="5B9F09C7"/>
    <w:rsid w:val="5BA522D7"/>
    <w:rsid w:val="5BA75428"/>
    <w:rsid w:val="5BB06C1E"/>
    <w:rsid w:val="5BB90DBB"/>
    <w:rsid w:val="5BBD6E9E"/>
    <w:rsid w:val="5BDF6946"/>
    <w:rsid w:val="5BE16CAA"/>
    <w:rsid w:val="5BE21A79"/>
    <w:rsid w:val="5BE86336"/>
    <w:rsid w:val="5BFF5894"/>
    <w:rsid w:val="5C0161B4"/>
    <w:rsid w:val="5C057532"/>
    <w:rsid w:val="5C1C05D3"/>
    <w:rsid w:val="5C5423C2"/>
    <w:rsid w:val="5C7C3156"/>
    <w:rsid w:val="5C83414D"/>
    <w:rsid w:val="5C8839F6"/>
    <w:rsid w:val="5C8F1179"/>
    <w:rsid w:val="5C980F8E"/>
    <w:rsid w:val="5CA76B3F"/>
    <w:rsid w:val="5CA92F4C"/>
    <w:rsid w:val="5CB739AB"/>
    <w:rsid w:val="5CC034E3"/>
    <w:rsid w:val="5CC90AA1"/>
    <w:rsid w:val="5CD433EE"/>
    <w:rsid w:val="5CDC4397"/>
    <w:rsid w:val="5CE024AD"/>
    <w:rsid w:val="5CF7053F"/>
    <w:rsid w:val="5CFC58D7"/>
    <w:rsid w:val="5D02172E"/>
    <w:rsid w:val="5D0B55D6"/>
    <w:rsid w:val="5D150568"/>
    <w:rsid w:val="5D1A13B5"/>
    <w:rsid w:val="5D203583"/>
    <w:rsid w:val="5D334823"/>
    <w:rsid w:val="5D3907F3"/>
    <w:rsid w:val="5D3F0C6B"/>
    <w:rsid w:val="5D4879A4"/>
    <w:rsid w:val="5D56305A"/>
    <w:rsid w:val="5D5F66E3"/>
    <w:rsid w:val="5D825454"/>
    <w:rsid w:val="5D8856FC"/>
    <w:rsid w:val="5D8D4830"/>
    <w:rsid w:val="5D9013AA"/>
    <w:rsid w:val="5D9173C9"/>
    <w:rsid w:val="5DB256C7"/>
    <w:rsid w:val="5DB55ECB"/>
    <w:rsid w:val="5DC50D3B"/>
    <w:rsid w:val="5DC67200"/>
    <w:rsid w:val="5DCD3297"/>
    <w:rsid w:val="5DD72B30"/>
    <w:rsid w:val="5DE82787"/>
    <w:rsid w:val="5DEC52BD"/>
    <w:rsid w:val="5DF01FAF"/>
    <w:rsid w:val="5DF30B41"/>
    <w:rsid w:val="5DFD45CB"/>
    <w:rsid w:val="5E106EAB"/>
    <w:rsid w:val="5E1A5039"/>
    <w:rsid w:val="5E294810"/>
    <w:rsid w:val="5E2A0B00"/>
    <w:rsid w:val="5E4E123C"/>
    <w:rsid w:val="5E5023B6"/>
    <w:rsid w:val="5E5D2818"/>
    <w:rsid w:val="5E732272"/>
    <w:rsid w:val="5E7B07BF"/>
    <w:rsid w:val="5E7B23A3"/>
    <w:rsid w:val="5E8D2C02"/>
    <w:rsid w:val="5E992A84"/>
    <w:rsid w:val="5EA342D0"/>
    <w:rsid w:val="5EA711D1"/>
    <w:rsid w:val="5EA84F5D"/>
    <w:rsid w:val="5EB42C6F"/>
    <w:rsid w:val="5EB70002"/>
    <w:rsid w:val="5EBB08B3"/>
    <w:rsid w:val="5EBB3EE6"/>
    <w:rsid w:val="5EBF3673"/>
    <w:rsid w:val="5EC92684"/>
    <w:rsid w:val="5ECB722B"/>
    <w:rsid w:val="5ED5660E"/>
    <w:rsid w:val="5EDC7642"/>
    <w:rsid w:val="5EE22F72"/>
    <w:rsid w:val="5EEE3C1C"/>
    <w:rsid w:val="5EF52D7E"/>
    <w:rsid w:val="5EF53F88"/>
    <w:rsid w:val="5EF82A63"/>
    <w:rsid w:val="5F0E7CA2"/>
    <w:rsid w:val="5F277E19"/>
    <w:rsid w:val="5F2978F2"/>
    <w:rsid w:val="5F2D2802"/>
    <w:rsid w:val="5F313826"/>
    <w:rsid w:val="5F360799"/>
    <w:rsid w:val="5F363081"/>
    <w:rsid w:val="5F3F7F26"/>
    <w:rsid w:val="5F442150"/>
    <w:rsid w:val="5F4426A4"/>
    <w:rsid w:val="5F512757"/>
    <w:rsid w:val="5F55545F"/>
    <w:rsid w:val="5F615C68"/>
    <w:rsid w:val="5F646698"/>
    <w:rsid w:val="5F653B06"/>
    <w:rsid w:val="5F6C37C9"/>
    <w:rsid w:val="5F6C7493"/>
    <w:rsid w:val="5F701A55"/>
    <w:rsid w:val="5F7C0193"/>
    <w:rsid w:val="5FA57BCF"/>
    <w:rsid w:val="5FAA1405"/>
    <w:rsid w:val="5FAE339E"/>
    <w:rsid w:val="5FAE3BAB"/>
    <w:rsid w:val="5FB04D2B"/>
    <w:rsid w:val="5FB70964"/>
    <w:rsid w:val="5FC30ECD"/>
    <w:rsid w:val="5FC62D05"/>
    <w:rsid w:val="5FCE61D8"/>
    <w:rsid w:val="5FD70936"/>
    <w:rsid w:val="5FE552A5"/>
    <w:rsid w:val="5FE810CD"/>
    <w:rsid w:val="60004C87"/>
    <w:rsid w:val="601F5502"/>
    <w:rsid w:val="602147F0"/>
    <w:rsid w:val="60271871"/>
    <w:rsid w:val="60336CD5"/>
    <w:rsid w:val="60354BF1"/>
    <w:rsid w:val="603D68DC"/>
    <w:rsid w:val="6056376C"/>
    <w:rsid w:val="60597A0C"/>
    <w:rsid w:val="606113E5"/>
    <w:rsid w:val="60753AA6"/>
    <w:rsid w:val="607A6E49"/>
    <w:rsid w:val="608D25A6"/>
    <w:rsid w:val="60910655"/>
    <w:rsid w:val="609116C2"/>
    <w:rsid w:val="60956047"/>
    <w:rsid w:val="60961816"/>
    <w:rsid w:val="609E442E"/>
    <w:rsid w:val="60A37253"/>
    <w:rsid w:val="60BE48EF"/>
    <w:rsid w:val="60C00546"/>
    <w:rsid w:val="60D07AEA"/>
    <w:rsid w:val="60D53795"/>
    <w:rsid w:val="60E206C5"/>
    <w:rsid w:val="60F02B8A"/>
    <w:rsid w:val="60F70D79"/>
    <w:rsid w:val="60F75F9B"/>
    <w:rsid w:val="60FF475C"/>
    <w:rsid w:val="611820FC"/>
    <w:rsid w:val="612322CD"/>
    <w:rsid w:val="612A7B96"/>
    <w:rsid w:val="61373613"/>
    <w:rsid w:val="61381C9F"/>
    <w:rsid w:val="6139145E"/>
    <w:rsid w:val="614C2430"/>
    <w:rsid w:val="616B5D8F"/>
    <w:rsid w:val="616F0D16"/>
    <w:rsid w:val="61911444"/>
    <w:rsid w:val="619A2A28"/>
    <w:rsid w:val="61A23FDC"/>
    <w:rsid w:val="61AE602C"/>
    <w:rsid w:val="61B45121"/>
    <w:rsid w:val="61BD0471"/>
    <w:rsid w:val="61C85C23"/>
    <w:rsid w:val="61CF303B"/>
    <w:rsid w:val="61D241EC"/>
    <w:rsid w:val="61E90476"/>
    <w:rsid w:val="61EF6B9B"/>
    <w:rsid w:val="6202266F"/>
    <w:rsid w:val="621E03F3"/>
    <w:rsid w:val="62262336"/>
    <w:rsid w:val="6230681E"/>
    <w:rsid w:val="623C1056"/>
    <w:rsid w:val="6240030E"/>
    <w:rsid w:val="62425785"/>
    <w:rsid w:val="624908D4"/>
    <w:rsid w:val="624A222C"/>
    <w:rsid w:val="62501D8D"/>
    <w:rsid w:val="62591BBA"/>
    <w:rsid w:val="625A03FB"/>
    <w:rsid w:val="62766B47"/>
    <w:rsid w:val="62803958"/>
    <w:rsid w:val="62874808"/>
    <w:rsid w:val="62935614"/>
    <w:rsid w:val="62C507C5"/>
    <w:rsid w:val="62D649B3"/>
    <w:rsid w:val="62E04C3F"/>
    <w:rsid w:val="62F226BF"/>
    <w:rsid w:val="62F8399E"/>
    <w:rsid w:val="6303679E"/>
    <w:rsid w:val="630B6672"/>
    <w:rsid w:val="631222ED"/>
    <w:rsid w:val="631F1134"/>
    <w:rsid w:val="632825D9"/>
    <w:rsid w:val="632F597A"/>
    <w:rsid w:val="635329EF"/>
    <w:rsid w:val="635615DF"/>
    <w:rsid w:val="63660127"/>
    <w:rsid w:val="637C1E43"/>
    <w:rsid w:val="637C24D1"/>
    <w:rsid w:val="637F4566"/>
    <w:rsid w:val="63821D47"/>
    <w:rsid w:val="63A26600"/>
    <w:rsid w:val="63A36163"/>
    <w:rsid w:val="63A5700B"/>
    <w:rsid w:val="63A81643"/>
    <w:rsid w:val="63AD4C81"/>
    <w:rsid w:val="63AD70BE"/>
    <w:rsid w:val="63B63806"/>
    <w:rsid w:val="63C958E9"/>
    <w:rsid w:val="63D22AD6"/>
    <w:rsid w:val="63E871C9"/>
    <w:rsid w:val="63E97547"/>
    <w:rsid w:val="63F23B09"/>
    <w:rsid w:val="63F5400E"/>
    <w:rsid w:val="6409536E"/>
    <w:rsid w:val="640E21F9"/>
    <w:rsid w:val="640F0B2B"/>
    <w:rsid w:val="64173DD4"/>
    <w:rsid w:val="64214653"/>
    <w:rsid w:val="64251700"/>
    <w:rsid w:val="64264F1B"/>
    <w:rsid w:val="64277C5B"/>
    <w:rsid w:val="642A01A5"/>
    <w:rsid w:val="642C2DD6"/>
    <w:rsid w:val="642D7F51"/>
    <w:rsid w:val="642E5B0B"/>
    <w:rsid w:val="64340354"/>
    <w:rsid w:val="643A1082"/>
    <w:rsid w:val="644043A9"/>
    <w:rsid w:val="646F17FC"/>
    <w:rsid w:val="6473303B"/>
    <w:rsid w:val="64740FBA"/>
    <w:rsid w:val="64761591"/>
    <w:rsid w:val="647B6CC0"/>
    <w:rsid w:val="649B4481"/>
    <w:rsid w:val="64A50507"/>
    <w:rsid w:val="64A63DFD"/>
    <w:rsid w:val="64A90FA0"/>
    <w:rsid w:val="64AC5EEC"/>
    <w:rsid w:val="64AE26A5"/>
    <w:rsid w:val="64C96883"/>
    <w:rsid w:val="64CF4875"/>
    <w:rsid w:val="64D26DC6"/>
    <w:rsid w:val="64D403C1"/>
    <w:rsid w:val="64D67A63"/>
    <w:rsid w:val="64DE4FA0"/>
    <w:rsid w:val="64FF0D55"/>
    <w:rsid w:val="6515525E"/>
    <w:rsid w:val="65186B1F"/>
    <w:rsid w:val="651B4D4A"/>
    <w:rsid w:val="651C59BB"/>
    <w:rsid w:val="652612CB"/>
    <w:rsid w:val="65426D83"/>
    <w:rsid w:val="65440A4D"/>
    <w:rsid w:val="654C08A4"/>
    <w:rsid w:val="6562751F"/>
    <w:rsid w:val="6564374C"/>
    <w:rsid w:val="656A39BF"/>
    <w:rsid w:val="656A6824"/>
    <w:rsid w:val="65766380"/>
    <w:rsid w:val="65803DDB"/>
    <w:rsid w:val="65850870"/>
    <w:rsid w:val="658723DB"/>
    <w:rsid w:val="65A64656"/>
    <w:rsid w:val="65B03596"/>
    <w:rsid w:val="65C1563C"/>
    <w:rsid w:val="65CE0420"/>
    <w:rsid w:val="65DF6DBC"/>
    <w:rsid w:val="65EA1D66"/>
    <w:rsid w:val="65EA517F"/>
    <w:rsid w:val="65F3397A"/>
    <w:rsid w:val="660477DA"/>
    <w:rsid w:val="660F3C19"/>
    <w:rsid w:val="662C6F60"/>
    <w:rsid w:val="6634168B"/>
    <w:rsid w:val="6636119C"/>
    <w:rsid w:val="667D1E2D"/>
    <w:rsid w:val="6686022F"/>
    <w:rsid w:val="66A62F18"/>
    <w:rsid w:val="66A71B39"/>
    <w:rsid w:val="66EB1275"/>
    <w:rsid w:val="66F57FF2"/>
    <w:rsid w:val="67165BD5"/>
    <w:rsid w:val="671E78FD"/>
    <w:rsid w:val="671F3E19"/>
    <w:rsid w:val="672E773B"/>
    <w:rsid w:val="673F04CD"/>
    <w:rsid w:val="674932B8"/>
    <w:rsid w:val="67516CA4"/>
    <w:rsid w:val="67517791"/>
    <w:rsid w:val="67662843"/>
    <w:rsid w:val="676A652C"/>
    <w:rsid w:val="676F06C4"/>
    <w:rsid w:val="677A00FC"/>
    <w:rsid w:val="67866500"/>
    <w:rsid w:val="679A3EE3"/>
    <w:rsid w:val="67A44DB6"/>
    <w:rsid w:val="67B6791A"/>
    <w:rsid w:val="67C065FA"/>
    <w:rsid w:val="67C847AF"/>
    <w:rsid w:val="67D37BA1"/>
    <w:rsid w:val="67D8086B"/>
    <w:rsid w:val="67DC169F"/>
    <w:rsid w:val="67F7380B"/>
    <w:rsid w:val="67FC437D"/>
    <w:rsid w:val="68005DD0"/>
    <w:rsid w:val="680B6A10"/>
    <w:rsid w:val="68230A0D"/>
    <w:rsid w:val="6823497B"/>
    <w:rsid w:val="682D5B79"/>
    <w:rsid w:val="682F3F7B"/>
    <w:rsid w:val="683E4486"/>
    <w:rsid w:val="683F6A88"/>
    <w:rsid w:val="68450630"/>
    <w:rsid w:val="684625A1"/>
    <w:rsid w:val="685751C8"/>
    <w:rsid w:val="685E353F"/>
    <w:rsid w:val="686253F7"/>
    <w:rsid w:val="68664B40"/>
    <w:rsid w:val="686D6051"/>
    <w:rsid w:val="686D6A28"/>
    <w:rsid w:val="686E5470"/>
    <w:rsid w:val="68871EB2"/>
    <w:rsid w:val="68874C3C"/>
    <w:rsid w:val="689210EC"/>
    <w:rsid w:val="68A61C2C"/>
    <w:rsid w:val="68A75CFA"/>
    <w:rsid w:val="68AF24B4"/>
    <w:rsid w:val="68C40274"/>
    <w:rsid w:val="68C44FF2"/>
    <w:rsid w:val="68C73991"/>
    <w:rsid w:val="68CC208E"/>
    <w:rsid w:val="68D01287"/>
    <w:rsid w:val="68DC5156"/>
    <w:rsid w:val="68DE5A1F"/>
    <w:rsid w:val="68E7248C"/>
    <w:rsid w:val="68E86B72"/>
    <w:rsid w:val="68E922A3"/>
    <w:rsid w:val="68EF2907"/>
    <w:rsid w:val="68F249D8"/>
    <w:rsid w:val="68F94C61"/>
    <w:rsid w:val="692232D3"/>
    <w:rsid w:val="6924512C"/>
    <w:rsid w:val="69314BDE"/>
    <w:rsid w:val="693D4125"/>
    <w:rsid w:val="69487213"/>
    <w:rsid w:val="694B7857"/>
    <w:rsid w:val="694C1494"/>
    <w:rsid w:val="69587A6F"/>
    <w:rsid w:val="6963663A"/>
    <w:rsid w:val="6972409A"/>
    <w:rsid w:val="698037EE"/>
    <w:rsid w:val="69855B97"/>
    <w:rsid w:val="69931135"/>
    <w:rsid w:val="699856BF"/>
    <w:rsid w:val="69A84680"/>
    <w:rsid w:val="69AE3F6E"/>
    <w:rsid w:val="69B94630"/>
    <w:rsid w:val="69BC2CF3"/>
    <w:rsid w:val="69C741EF"/>
    <w:rsid w:val="69CB6D2F"/>
    <w:rsid w:val="69D0696B"/>
    <w:rsid w:val="6A0D4C05"/>
    <w:rsid w:val="6A0E23AF"/>
    <w:rsid w:val="6A107C3C"/>
    <w:rsid w:val="6A135438"/>
    <w:rsid w:val="6A1E2F10"/>
    <w:rsid w:val="6A2F2BB4"/>
    <w:rsid w:val="6A47554B"/>
    <w:rsid w:val="6A503DDB"/>
    <w:rsid w:val="6A5C4EBB"/>
    <w:rsid w:val="6A69413C"/>
    <w:rsid w:val="6A7C34AF"/>
    <w:rsid w:val="6A8D77F9"/>
    <w:rsid w:val="6A943AA3"/>
    <w:rsid w:val="6AA968FA"/>
    <w:rsid w:val="6AAD2A8B"/>
    <w:rsid w:val="6AB7595B"/>
    <w:rsid w:val="6AC02702"/>
    <w:rsid w:val="6AD0452E"/>
    <w:rsid w:val="6AE94B0B"/>
    <w:rsid w:val="6AE97C40"/>
    <w:rsid w:val="6AEF616A"/>
    <w:rsid w:val="6AF55B21"/>
    <w:rsid w:val="6AF64BA6"/>
    <w:rsid w:val="6AF6779F"/>
    <w:rsid w:val="6AF84299"/>
    <w:rsid w:val="6AFA6728"/>
    <w:rsid w:val="6B1F139B"/>
    <w:rsid w:val="6B280372"/>
    <w:rsid w:val="6B430A80"/>
    <w:rsid w:val="6B5D73A1"/>
    <w:rsid w:val="6B624D61"/>
    <w:rsid w:val="6B675B51"/>
    <w:rsid w:val="6B6800E3"/>
    <w:rsid w:val="6B9672E2"/>
    <w:rsid w:val="6B9F0931"/>
    <w:rsid w:val="6BA40DA4"/>
    <w:rsid w:val="6BB2134B"/>
    <w:rsid w:val="6BBA4DFE"/>
    <w:rsid w:val="6BBD0AAA"/>
    <w:rsid w:val="6BC94515"/>
    <w:rsid w:val="6BD857E8"/>
    <w:rsid w:val="6BDB58BC"/>
    <w:rsid w:val="6BE45423"/>
    <w:rsid w:val="6BE71872"/>
    <w:rsid w:val="6BE87AC4"/>
    <w:rsid w:val="6BF10A7C"/>
    <w:rsid w:val="6BF33B5C"/>
    <w:rsid w:val="6BF87AF4"/>
    <w:rsid w:val="6BFB789F"/>
    <w:rsid w:val="6C080372"/>
    <w:rsid w:val="6C080F21"/>
    <w:rsid w:val="6C097ED8"/>
    <w:rsid w:val="6C111BDF"/>
    <w:rsid w:val="6C166CD1"/>
    <w:rsid w:val="6C24610B"/>
    <w:rsid w:val="6C443130"/>
    <w:rsid w:val="6C446A92"/>
    <w:rsid w:val="6C4C615E"/>
    <w:rsid w:val="6C4E2455"/>
    <w:rsid w:val="6C5D2A67"/>
    <w:rsid w:val="6C897E9C"/>
    <w:rsid w:val="6C8C2992"/>
    <w:rsid w:val="6C8D0136"/>
    <w:rsid w:val="6C962827"/>
    <w:rsid w:val="6CA470AE"/>
    <w:rsid w:val="6CBC6065"/>
    <w:rsid w:val="6CC434B3"/>
    <w:rsid w:val="6CC70EBC"/>
    <w:rsid w:val="6CC725D1"/>
    <w:rsid w:val="6CCB21F0"/>
    <w:rsid w:val="6CD26FA2"/>
    <w:rsid w:val="6CE7271E"/>
    <w:rsid w:val="6D1518DE"/>
    <w:rsid w:val="6D170D80"/>
    <w:rsid w:val="6D1C25BB"/>
    <w:rsid w:val="6D1E78AC"/>
    <w:rsid w:val="6D243E73"/>
    <w:rsid w:val="6D2A0C1E"/>
    <w:rsid w:val="6D316F48"/>
    <w:rsid w:val="6D333D60"/>
    <w:rsid w:val="6D342704"/>
    <w:rsid w:val="6D3D0D74"/>
    <w:rsid w:val="6D3E3C9C"/>
    <w:rsid w:val="6D467362"/>
    <w:rsid w:val="6D497347"/>
    <w:rsid w:val="6D543FBB"/>
    <w:rsid w:val="6D7B5410"/>
    <w:rsid w:val="6D821121"/>
    <w:rsid w:val="6D8D4013"/>
    <w:rsid w:val="6D947BA0"/>
    <w:rsid w:val="6D9C6507"/>
    <w:rsid w:val="6DA3706A"/>
    <w:rsid w:val="6DAB14D3"/>
    <w:rsid w:val="6DAB284A"/>
    <w:rsid w:val="6DB24598"/>
    <w:rsid w:val="6DB60213"/>
    <w:rsid w:val="6DBA0067"/>
    <w:rsid w:val="6DCB5536"/>
    <w:rsid w:val="6DD645A3"/>
    <w:rsid w:val="6DD71A35"/>
    <w:rsid w:val="6DD77328"/>
    <w:rsid w:val="6DED022C"/>
    <w:rsid w:val="6DF55947"/>
    <w:rsid w:val="6E0B5313"/>
    <w:rsid w:val="6E0D13DA"/>
    <w:rsid w:val="6E1A26D2"/>
    <w:rsid w:val="6E2161E0"/>
    <w:rsid w:val="6E2960DB"/>
    <w:rsid w:val="6E3A3DFF"/>
    <w:rsid w:val="6E5774ED"/>
    <w:rsid w:val="6E6F4D87"/>
    <w:rsid w:val="6E7832D8"/>
    <w:rsid w:val="6E875368"/>
    <w:rsid w:val="6E8A6FC7"/>
    <w:rsid w:val="6E9040D5"/>
    <w:rsid w:val="6E983E35"/>
    <w:rsid w:val="6EAE069B"/>
    <w:rsid w:val="6EB05C53"/>
    <w:rsid w:val="6ECD53A9"/>
    <w:rsid w:val="6ECF2052"/>
    <w:rsid w:val="6ED250CC"/>
    <w:rsid w:val="6EE7232C"/>
    <w:rsid w:val="6EEC4B86"/>
    <w:rsid w:val="6EEE093C"/>
    <w:rsid w:val="6EF136D7"/>
    <w:rsid w:val="6F0A6A3C"/>
    <w:rsid w:val="6F1A392E"/>
    <w:rsid w:val="6F207A01"/>
    <w:rsid w:val="6F21244B"/>
    <w:rsid w:val="6F3B5D2D"/>
    <w:rsid w:val="6F3D2B9C"/>
    <w:rsid w:val="6F400505"/>
    <w:rsid w:val="6F4562A4"/>
    <w:rsid w:val="6F5E118B"/>
    <w:rsid w:val="6F6C3F37"/>
    <w:rsid w:val="6F757EA7"/>
    <w:rsid w:val="6F84389F"/>
    <w:rsid w:val="6F844782"/>
    <w:rsid w:val="6F887CC3"/>
    <w:rsid w:val="6F8D41C8"/>
    <w:rsid w:val="6F921B0E"/>
    <w:rsid w:val="6FA81668"/>
    <w:rsid w:val="6FC551DB"/>
    <w:rsid w:val="6FC57A8F"/>
    <w:rsid w:val="6FCE28DD"/>
    <w:rsid w:val="6FE15B40"/>
    <w:rsid w:val="6FF26007"/>
    <w:rsid w:val="6FFE3E34"/>
    <w:rsid w:val="70143213"/>
    <w:rsid w:val="701A394C"/>
    <w:rsid w:val="7023669F"/>
    <w:rsid w:val="702E4604"/>
    <w:rsid w:val="70321E1F"/>
    <w:rsid w:val="7034272A"/>
    <w:rsid w:val="70454C15"/>
    <w:rsid w:val="70532820"/>
    <w:rsid w:val="705C787C"/>
    <w:rsid w:val="70646DDE"/>
    <w:rsid w:val="706E5BEB"/>
    <w:rsid w:val="70704C6F"/>
    <w:rsid w:val="707B3DFD"/>
    <w:rsid w:val="707C1A99"/>
    <w:rsid w:val="70861078"/>
    <w:rsid w:val="70A6045E"/>
    <w:rsid w:val="70A77A49"/>
    <w:rsid w:val="70AC0549"/>
    <w:rsid w:val="70C87AA7"/>
    <w:rsid w:val="70CA2B13"/>
    <w:rsid w:val="70DD3E1C"/>
    <w:rsid w:val="70F141C8"/>
    <w:rsid w:val="71000835"/>
    <w:rsid w:val="710C2BD2"/>
    <w:rsid w:val="71156158"/>
    <w:rsid w:val="71171983"/>
    <w:rsid w:val="711A5385"/>
    <w:rsid w:val="711A6C8C"/>
    <w:rsid w:val="711E06B6"/>
    <w:rsid w:val="71431547"/>
    <w:rsid w:val="714B3569"/>
    <w:rsid w:val="715764DF"/>
    <w:rsid w:val="71605A3C"/>
    <w:rsid w:val="716B4EA3"/>
    <w:rsid w:val="717831DB"/>
    <w:rsid w:val="71795F9A"/>
    <w:rsid w:val="717A20B4"/>
    <w:rsid w:val="71840514"/>
    <w:rsid w:val="71857640"/>
    <w:rsid w:val="718830A9"/>
    <w:rsid w:val="7192329A"/>
    <w:rsid w:val="719916A5"/>
    <w:rsid w:val="719F3780"/>
    <w:rsid w:val="71AA7D9C"/>
    <w:rsid w:val="71B2418A"/>
    <w:rsid w:val="71B3109F"/>
    <w:rsid w:val="71B9592D"/>
    <w:rsid w:val="71C12955"/>
    <w:rsid w:val="71C43853"/>
    <w:rsid w:val="71CB39CF"/>
    <w:rsid w:val="71CB7D94"/>
    <w:rsid w:val="71CC778D"/>
    <w:rsid w:val="71D35C3B"/>
    <w:rsid w:val="71D71040"/>
    <w:rsid w:val="71D92869"/>
    <w:rsid w:val="71DA31FE"/>
    <w:rsid w:val="71DF7055"/>
    <w:rsid w:val="71EF2707"/>
    <w:rsid w:val="71F3785F"/>
    <w:rsid w:val="71F53DC2"/>
    <w:rsid w:val="71F75A09"/>
    <w:rsid w:val="71FB3C26"/>
    <w:rsid w:val="71FB56C1"/>
    <w:rsid w:val="72031A70"/>
    <w:rsid w:val="7214332D"/>
    <w:rsid w:val="72170AE7"/>
    <w:rsid w:val="721E5102"/>
    <w:rsid w:val="7232488A"/>
    <w:rsid w:val="72402ED1"/>
    <w:rsid w:val="724311FE"/>
    <w:rsid w:val="72440DC8"/>
    <w:rsid w:val="725F526F"/>
    <w:rsid w:val="726A7471"/>
    <w:rsid w:val="726D381E"/>
    <w:rsid w:val="72731F05"/>
    <w:rsid w:val="729E69A8"/>
    <w:rsid w:val="72A24B11"/>
    <w:rsid w:val="72A43EE7"/>
    <w:rsid w:val="72BA3A02"/>
    <w:rsid w:val="72D0299B"/>
    <w:rsid w:val="72D3643C"/>
    <w:rsid w:val="72D50FF1"/>
    <w:rsid w:val="72E53A68"/>
    <w:rsid w:val="72F22A83"/>
    <w:rsid w:val="72F47376"/>
    <w:rsid w:val="72F863B1"/>
    <w:rsid w:val="731129D6"/>
    <w:rsid w:val="73115BAB"/>
    <w:rsid w:val="73236105"/>
    <w:rsid w:val="73283E06"/>
    <w:rsid w:val="732E6935"/>
    <w:rsid w:val="73343D7F"/>
    <w:rsid w:val="733A28E9"/>
    <w:rsid w:val="734F0F95"/>
    <w:rsid w:val="736456E1"/>
    <w:rsid w:val="73680FF3"/>
    <w:rsid w:val="73717F22"/>
    <w:rsid w:val="7374685C"/>
    <w:rsid w:val="73876963"/>
    <w:rsid w:val="739365A4"/>
    <w:rsid w:val="739429DF"/>
    <w:rsid w:val="73966A0C"/>
    <w:rsid w:val="73A91109"/>
    <w:rsid w:val="73AA51AA"/>
    <w:rsid w:val="73B8517F"/>
    <w:rsid w:val="73B913A4"/>
    <w:rsid w:val="73B94117"/>
    <w:rsid w:val="73C352AE"/>
    <w:rsid w:val="73C64FFD"/>
    <w:rsid w:val="73CE6F52"/>
    <w:rsid w:val="73CF1453"/>
    <w:rsid w:val="73DB1C2A"/>
    <w:rsid w:val="73DC2CC7"/>
    <w:rsid w:val="73FA00B6"/>
    <w:rsid w:val="73FF35F5"/>
    <w:rsid w:val="740A2219"/>
    <w:rsid w:val="740B1E3E"/>
    <w:rsid w:val="741E1A98"/>
    <w:rsid w:val="7425628C"/>
    <w:rsid w:val="742B008B"/>
    <w:rsid w:val="742E3AF3"/>
    <w:rsid w:val="74340A61"/>
    <w:rsid w:val="743A45EB"/>
    <w:rsid w:val="743B6F35"/>
    <w:rsid w:val="743E57BA"/>
    <w:rsid w:val="74544BCC"/>
    <w:rsid w:val="7472074F"/>
    <w:rsid w:val="74791084"/>
    <w:rsid w:val="74831CC5"/>
    <w:rsid w:val="74931323"/>
    <w:rsid w:val="749D141F"/>
    <w:rsid w:val="74A81307"/>
    <w:rsid w:val="74F45CE3"/>
    <w:rsid w:val="75053B3E"/>
    <w:rsid w:val="75105AAA"/>
    <w:rsid w:val="751A2062"/>
    <w:rsid w:val="75252E0E"/>
    <w:rsid w:val="75342BEB"/>
    <w:rsid w:val="753539B5"/>
    <w:rsid w:val="75393295"/>
    <w:rsid w:val="754C6BA7"/>
    <w:rsid w:val="755F252D"/>
    <w:rsid w:val="75641DB6"/>
    <w:rsid w:val="756C3547"/>
    <w:rsid w:val="7571350B"/>
    <w:rsid w:val="758164BF"/>
    <w:rsid w:val="75A46C8C"/>
    <w:rsid w:val="75AB11FE"/>
    <w:rsid w:val="75AC41E2"/>
    <w:rsid w:val="75AE329E"/>
    <w:rsid w:val="75C5515B"/>
    <w:rsid w:val="75D9444A"/>
    <w:rsid w:val="75E557EA"/>
    <w:rsid w:val="75F176C7"/>
    <w:rsid w:val="75F25B41"/>
    <w:rsid w:val="75FB4A1B"/>
    <w:rsid w:val="75FF04D9"/>
    <w:rsid w:val="76061F39"/>
    <w:rsid w:val="762176FA"/>
    <w:rsid w:val="76261AE9"/>
    <w:rsid w:val="762E1329"/>
    <w:rsid w:val="764C4665"/>
    <w:rsid w:val="764D46A8"/>
    <w:rsid w:val="7652207B"/>
    <w:rsid w:val="766709E4"/>
    <w:rsid w:val="766737CD"/>
    <w:rsid w:val="76741FA2"/>
    <w:rsid w:val="76764BDF"/>
    <w:rsid w:val="76766074"/>
    <w:rsid w:val="76834FE2"/>
    <w:rsid w:val="768517B7"/>
    <w:rsid w:val="76A47A1D"/>
    <w:rsid w:val="76A91477"/>
    <w:rsid w:val="76B96E85"/>
    <w:rsid w:val="76C67891"/>
    <w:rsid w:val="76CB0CC7"/>
    <w:rsid w:val="76EF3EE8"/>
    <w:rsid w:val="76F54768"/>
    <w:rsid w:val="76F7731F"/>
    <w:rsid w:val="7706262E"/>
    <w:rsid w:val="77284B12"/>
    <w:rsid w:val="775A06E9"/>
    <w:rsid w:val="776407BA"/>
    <w:rsid w:val="7764492D"/>
    <w:rsid w:val="77694544"/>
    <w:rsid w:val="776E72CF"/>
    <w:rsid w:val="77785BF3"/>
    <w:rsid w:val="777D134D"/>
    <w:rsid w:val="778C7FAC"/>
    <w:rsid w:val="778D2E7F"/>
    <w:rsid w:val="77AB1DAB"/>
    <w:rsid w:val="77B712F0"/>
    <w:rsid w:val="77BA5F1B"/>
    <w:rsid w:val="77D92896"/>
    <w:rsid w:val="77ED5F9C"/>
    <w:rsid w:val="77EF6C19"/>
    <w:rsid w:val="77F36B16"/>
    <w:rsid w:val="77F4231E"/>
    <w:rsid w:val="77F90A8D"/>
    <w:rsid w:val="78034A15"/>
    <w:rsid w:val="78085577"/>
    <w:rsid w:val="780C7687"/>
    <w:rsid w:val="78104377"/>
    <w:rsid w:val="78194C35"/>
    <w:rsid w:val="78211D32"/>
    <w:rsid w:val="78415C70"/>
    <w:rsid w:val="784B71DD"/>
    <w:rsid w:val="78523C5E"/>
    <w:rsid w:val="785430C3"/>
    <w:rsid w:val="78546E27"/>
    <w:rsid w:val="785D2ABC"/>
    <w:rsid w:val="78664A5B"/>
    <w:rsid w:val="78770E32"/>
    <w:rsid w:val="787C1CA7"/>
    <w:rsid w:val="788D430B"/>
    <w:rsid w:val="78A13393"/>
    <w:rsid w:val="78B65DD1"/>
    <w:rsid w:val="78BA1A66"/>
    <w:rsid w:val="78BC515B"/>
    <w:rsid w:val="78C100D1"/>
    <w:rsid w:val="78CB00D7"/>
    <w:rsid w:val="78D05F3D"/>
    <w:rsid w:val="78D10424"/>
    <w:rsid w:val="78D41969"/>
    <w:rsid w:val="78D706BF"/>
    <w:rsid w:val="78D81A7B"/>
    <w:rsid w:val="78DA2B1D"/>
    <w:rsid w:val="78DD26E0"/>
    <w:rsid w:val="78E702B5"/>
    <w:rsid w:val="79052ECF"/>
    <w:rsid w:val="790A094F"/>
    <w:rsid w:val="790B2609"/>
    <w:rsid w:val="790B6A59"/>
    <w:rsid w:val="790F43AA"/>
    <w:rsid w:val="791305A6"/>
    <w:rsid w:val="79165197"/>
    <w:rsid w:val="791F3D7C"/>
    <w:rsid w:val="79233F42"/>
    <w:rsid w:val="793358AF"/>
    <w:rsid w:val="793A65FD"/>
    <w:rsid w:val="793E509E"/>
    <w:rsid w:val="793F6B90"/>
    <w:rsid w:val="794D1C60"/>
    <w:rsid w:val="7955742B"/>
    <w:rsid w:val="79713760"/>
    <w:rsid w:val="797B1252"/>
    <w:rsid w:val="797B34AD"/>
    <w:rsid w:val="79830FEF"/>
    <w:rsid w:val="79A05B12"/>
    <w:rsid w:val="79A60903"/>
    <w:rsid w:val="79AF6091"/>
    <w:rsid w:val="79B67F13"/>
    <w:rsid w:val="79C26695"/>
    <w:rsid w:val="79D42CB4"/>
    <w:rsid w:val="79ED2B79"/>
    <w:rsid w:val="79FD4249"/>
    <w:rsid w:val="7A01511E"/>
    <w:rsid w:val="7A0624C7"/>
    <w:rsid w:val="7A0C0C01"/>
    <w:rsid w:val="7A284765"/>
    <w:rsid w:val="7A2931AC"/>
    <w:rsid w:val="7A2B67CF"/>
    <w:rsid w:val="7A2C7DD5"/>
    <w:rsid w:val="7A39027D"/>
    <w:rsid w:val="7A78483D"/>
    <w:rsid w:val="7A7D6D0B"/>
    <w:rsid w:val="7A8C0F9D"/>
    <w:rsid w:val="7A904865"/>
    <w:rsid w:val="7A9A7C66"/>
    <w:rsid w:val="7AA77193"/>
    <w:rsid w:val="7AC324A9"/>
    <w:rsid w:val="7ADC3D0F"/>
    <w:rsid w:val="7ADE40C4"/>
    <w:rsid w:val="7AEF0BC0"/>
    <w:rsid w:val="7AFF63FC"/>
    <w:rsid w:val="7B095EB3"/>
    <w:rsid w:val="7B1F3597"/>
    <w:rsid w:val="7B2E09ED"/>
    <w:rsid w:val="7B54144D"/>
    <w:rsid w:val="7B596740"/>
    <w:rsid w:val="7B661AF7"/>
    <w:rsid w:val="7B802D8D"/>
    <w:rsid w:val="7B823259"/>
    <w:rsid w:val="7B891F60"/>
    <w:rsid w:val="7B8C284A"/>
    <w:rsid w:val="7B973F91"/>
    <w:rsid w:val="7B982CD0"/>
    <w:rsid w:val="7B984689"/>
    <w:rsid w:val="7B9C18CE"/>
    <w:rsid w:val="7B9E6D0D"/>
    <w:rsid w:val="7BA2534C"/>
    <w:rsid w:val="7BA34A37"/>
    <w:rsid w:val="7BAC296B"/>
    <w:rsid w:val="7BB820A8"/>
    <w:rsid w:val="7BBE2E45"/>
    <w:rsid w:val="7BCB2C89"/>
    <w:rsid w:val="7BD30DFE"/>
    <w:rsid w:val="7BE31433"/>
    <w:rsid w:val="7BE70968"/>
    <w:rsid w:val="7BE94C53"/>
    <w:rsid w:val="7BF85227"/>
    <w:rsid w:val="7BFB5256"/>
    <w:rsid w:val="7C065384"/>
    <w:rsid w:val="7C08354A"/>
    <w:rsid w:val="7C092164"/>
    <w:rsid w:val="7C09398C"/>
    <w:rsid w:val="7C0A2872"/>
    <w:rsid w:val="7C194DB1"/>
    <w:rsid w:val="7C1B696A"/>
    <w:rsid w:val="7C293038"/>
    <w:rsid w:val="7C2A6A09"/>
    <w:rsid w:val="7C3144E4"/>
    <w:rsid w:val="7C390C42"/>
    <w:rsid w:val="7C3B4A78"/>
    <w:rsid w:val="7C595AE4"/>
    <w:rsid w:val="7C5E4A8E"/>
    <w:rsid w:val="7C6A0990"/>
    <w:rsid w:val="7C731B4A"/>
    <w:rsid w:val="7C780127"/>
    <w:rsid w:val="7C831403"/>
    <w:rsid w:val="7C8B230F"/>
    <w:rsid w:val="7C947760"/>
    <w:rsid w:val="7C953736"/>
    <w:rsid w:val="7C9A738D"/>
    <w:rsid w:val="7C9B3CC2"/>
    <w:rsid w:val="7CA551DA"/>
    <w:rsid w:val="7CA96DAC"/>
    <w:rsid w:val="7CBA0F5E"/>
    <w:rsid w:val="7CBF5C56"/>
    <w:rsid w:val="7CCC6EE9"/>
    <w:rsid w:val="7CCD14DD"/>
    <w:rsid w:val="7CD26837"/>
    <w:rsid w:val="7CDB2EFF"/>
    <w:rsid w:val="7CDC3B91"/>
    <w:rsid w:val="7CF212BA"/>
    <w:rsid w:val="7CF62AC9"/>
    <w:rsid w:val="7CF7011A"/>
    <w:rsid w:val="7D083889"/>
    <w:rsid w:val="7D11530F"/>
    <w:rsid w:val="7D1203CD"/>
    <w:rsid w:val="7D201153"/>
    <w:rsid w:val="7D226E47"/>
    <w:rsid w:val="7D254DEB"/>
    <w:rsid w:val="7D2D51C1"/>
    <w:rsid w:val="7D397855"/>
    <w:rsid w:val="7D3B6731"/>
    <w:rsid w:val="7D3F707F"/>
    <w:rsid w:val="7D6B6A88"/>
    <w:rsid w:val="7D736C5B"/>
    <w:rsid w:val="7D777BF1"/>
    <w:rsid w:val="7D86346E"/>
    <w:rsid w:val="7D88199D"/>
    <w:rsid w:val="7D9544B2"/>
    <w:rsid w:val="7D9659CA"/>
    <w:rsid w:val="7D973727"/>
    <w:rsid w:val="7DAA03FF"/>
    <w:rsid w:val="7DBB3B16"/>
    <w:rsid w:val="7DBD3473"/>
    <w:rsid w:val="7DCA19D9"/>
    <w:rsid w:val="7DCD4B2C"/>
    <w:rsid w:val="7DD04359"/>
    <w:rsid w:val="7DF65D8E"/>
    <w:rsid w:val="7DF76AF2"/>
    <w:rsid w:val="7DFB1B6F"/>
    <w:rsid w:val="7DFD5A85"/>
    <w:rsid w:val="7E0A41DE"/>
    <w:rsid w:val="7E0F5882"/>
    <w:rsid w:val="7E1466AA"/>
    <w:rsid w:val="7E1B0368"/>
    <w:rsid w:val="7E2B4AF3"/>
    <w:rsid w:val="7E442708"/>
    <w:rsid w:val="7E4B4198"/>
    <w:rsid w:val="7E520CF8"/>
    <w:rsid w:val="7E535651"/>
    <w:rsid w:val="7E5A2A16"/>
    <w:rsid w:val="7E701383"/>
    <w:rsid w:val="7E7755E7"/>
    <w:rsid w:val="7E7E3296"/>
    <w:rsid w:val="7E963E86"/>
    <w:rsid w:val="7EBD5E2D"/>
    <w:rsid w:val="7EC01719"/>
    <w:rsid w:val="7EC83231"/>
    <w:rsid w:val="7EEB0822"/>
    <w:rsid w:val="7EF274DA"/>
    <w:rsid w:val="7EFF5615"/>
    <w:rsid w:val="7F053CB7"/>
    <w:rsid w:val="7F0602D4"/>
    <w:rsid w:val="7F0F47DF"/>
    <w:rsid w:val="7F1258C2"/>
    <w:rsid w:val="7F174CCB"/>
    <w:rsid w:val="7F18195F"/>
    <w:rsid w:val="7F183C9E"/>
    <w:rsid w:val="7F1A7BC9"/>
    <w:rsid w:val="7F200CDC"/>
    <w:rsid w:val="7F29368F"/>
    <w:rsid w:val="7F2E171C"/>
    <w:rsid w:val="7F2F6192"/>
    <w:rsid w:val="7F41586F"/>
    <w:rsid w:val="7F47658A"/>
    <w:rsid w:val="7F482D5C"/>
    <w:rsid w:val="7F534A42"/>
    <w:rsid w:val="7F5B2972"/>
    <w:rsid w:val="7F5D44AD"/>
    <w:rsid w:val="7F616F6C"/>
    <w:rsid w:val="7F6237CE"/>
    <w:rsid w:val="7F6718E7"/>
    <w:rsid w:val="7F721BB2"/>
    <w:rsid w:val="7F793E84"/>
    <w:rsid w:val="7F7C26AC"/>
    <w:rsid w:val="7F884A4E"/>
    <w:rsid w:val="7F9231E3"/>
    <w:rsid w:val="7F9B4203"/>
    <w:rsid w:val="7F9C28CE"/>
    <w:rsid w:val="7FB04335"/>
    <w:rsid w:val="7FB6068A"/>
    <w:rsid w:val="7FBA1AC5"/>
    <w:rsid w:val="7FC01B30"/>
    <w:rsid w:val="7FC672FF"/>
    <w:rsid w:val="7FC7029D"/>
    <w:rsid w:val="7FCA4AC0"/>
    <w:rsid w:val="7FE31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46;&#30021;&#24037;&#20316;&#25991;&#20214;&#22841;\&#33539;&#25991;&#27169;&#26495;&#32032;&#26448;\3e5542e3-7067-41ae-8fab-c2b6732bb7e2\&#26080;&#32463;&#39564;&#20250;&#35745;&#23454;&#20064;&#31616;&#21382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>
      <sectNamePr val="建议"/>
    </customSectPr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无经验会计实习简历.docx</Template>
  <Company>巴南区委办</Company>
  <Pages>3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2022-02-28T09:38:00Z</dcterms:created>
  <dc:creator>铭</dc:creator>
  <cp:lastModifiedBy>铭</cp:lastModifiedBy>
  <dcterms:modified xsi:type="dcterms:W3CDTF">2022-02-28T09:43:29Z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KSOTemplateUUID">
    <vt:lpwstr>v1.0_mb_GalkMY6XMMfK2xVlwy7XDg==</vt:lpwstr>
  </property>
  <property fmtid="{D5CDD505-2E9C-101B-9397-08002B2CF9AE}" pid="4" name="ICV">
    <vt:lpwstr>7ECA1891BE064B99A23E3076F9706030</vt:lpwstr>
  </property>
</Properties>
</file>