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员工个人年度述职报告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　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尊敬的同仁、领导：</w:t>
      </w: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大家下午好！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转眼之间、XXXX年即将过去。非常感谢领导给我这次发言机会。在公司各位领导正确领导下及各位同仁的大力支持下，我个人出色的完成了任务。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我的工作岗位是XXX,主要负责公司XXXX业务。下面我就过去一年的工作进行如下述职，请各位同仁、领导批评指正。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回顾过去和大家相处的这一年，现将我这一年来的工作情况总结如下：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一、精细、熟练业务知识技能。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我个人利用休息时间，多次参加与业务技能有关的培训会，了解同行业的业务发展局势。同时，与同行业前辈虚心切磋业务技能水平。在业务上不断进取，提高自己的水平，不断充实自己，做到一边工作、一边强化业务技能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二、保质保量、定点定时完成工作。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1、完成部门领导交办的工作内容。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2、积极配合领导完成部门内其它工作内容。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3、配合其它部门完成相关工作内容。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4、积极参与公司组织的各项工作内容。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5、完成公司企业文件建设。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三、和睦相处的同事情。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来到公司这及年，在这个微暖的大家庭里，让我感到了这个大家庭的人文情怀。无论是领导还是同事之间，无论是谁需要帮助，那个部门需要支援，大家都是一个想法，提心协力的帮助与支援，毫无怨言。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四、工作中的业绩。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1、参加业务技能提升大赛，荣获个人优秀奖。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2、荣获3次优秀员工。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3、结合本部门实际情况，制定相关规章制度。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4、圆满完成接待任务XX次。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5、定期参加部门组织的技能座谈会。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五、工作中存在不足之处。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对待工作比较认真、业务技能熟练，保质保量能够完成工作。但是，工作当中还是存在很多地方的不足之处。如有偶尔有迟到、早退现象。与同行业前辈业务技能还是存在一定的差距，业务技能还有待进一步提高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六、下年工作计划。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1、继续弥补自己不足之处，进一步提高自己业务技能水平。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2、遵守公司的各项规章制度，以身作则、遵纪守法、接受各位同仁、领导的监督。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3、勤奋、勤奋再勤奋，古人曰：</w:t>
      </w:r>
      <w:r>
        <w:rPr>
          <w:rFonts w:hint="default" w:ascii="宋体" w:hAnsi="宋体"/>
          <w:color w:val="000000"/>
          <w:position w:val="6"/>
          <w:sz w:val="28"/>
          <w:szCs w:val="28"/>
          <w:lang w:val="en-US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早起的鸟儿有虫吃</w:t>
      </w:r>
      <w:r>
        <w:rPr>
          <w:rFonts w:hint="default" w:ascii="宋体" w:hAnsi="宋体"/>
          <w:color w:val="000000"/>
          <w:position w:val="6"/>
          <w:sz w:val="28"/>
          <w:szCs w:val="28"/>
          <w:lang w:val="en-US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我愿做那只早起的鸟儿，为公司奉献自己的力量。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4、爱岗敬业敬业，做到干一行、爱一行。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5、做好与其它部门之间的密切配合默契，确保公司XXX年任务圆满完成。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en-US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en-US"/>
        </w:rPr>
        <w:t>　　以上是我的个人总结，在职业生涯的这个大舞台中，我喜欢我的这份工作，在接下来的日子里，我将不断完善自己、激发自己、坚持不懈、高质量、高标准的完成工作。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                                        汇报人：</w:t>
      </w:r>
    </w:p>
    <w:p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                                  XXXX年XX月XX日</w:t>
      </w:r>
    </w:p>
    <w:sectPr>
      <w:pgSz w:w="11906" w:h="16838"/>
      <w:pgMar w:top="1440" w:right="1236" w:bottom="1440" w:left="123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润圆-65简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84845"/>
    <w:rsid w:val="00496D10"/>
    <w:rsid w:val="005C7485"/>
    <w:rsid w:val="00D770E2"/>
    <w:rsid w:val="01AA7748"/>
    <w:rsid w:val="01DC4B3B"/>
    <w:rsid w:val="032E2D86"/>
    <w:rsid w:val="044A73B0"/>
    <w:rsid w:val="05F008FE"/>
    <w:rsid w:val="05F8409D"/>
    <w:rsid w:val="08500319"/>
    <w:rsid w:val="0A9041E2"/>
    <w:rsid w:val="0B3F4A34"/>
    <w:rsid w:val="0B9B051C"/>
    <w:rsid w:val="0C765409"/>
    <w:rsid w:val="0CAE4877"/>
    <w:rsid w:val="0D9C1829"/>
    <w:rsid w:val="0E0514BC"/>
    <w:rsid w:val="0E3B03A4"/>
    <w:rsid w:val="0EAD5A6D"/>
    <w:rsid w:val="1050022F"/>
    <w:rsid w:val="1066770C"/>
    <w:rsid w:val="10B601B5"/>
    <w:rsid w:val="118664E2"/>
    <w:rsid w:val="1221789C"/>
    <w:rsid w:val="12A90D00"/>
    <w:rsid w:val="13892101"/>
    <w:rsid w:val="14D14D92"/>
    <w:rsid w:val="155C6B22"/>
    <w:rsid w:val="16470DC2"/>
    <w:rsid w:val="16B14A38"/>
    <w:rsid w:val="18205602"/>
    <w:rsid w:val="18560D33"/>
    <w:rsid w:val="19407D2F"/>
    <w:rsid w:val="1967237E"/>
    <w:rsid w:val="1975120B"/>
    <w:rsid w:val="1AFC59C1"/>
    <w:rsid w:val="1BD230BD"/>
    <w:rsid w:val="1C296F83"/>
    <w:rsid w:val="1CAA6980"/>
    <w:rsid w:val="1E347750"/>
    <w:rsid w:val="1E3B511C"/>
    <w:rsid w:val="1FE56960"/>
    <w:rsid w:val="20AD5A8E"/>
    <w:rsid w:val="21A46446"/>
    <w:rsid w:val="22314BBE"/>
    <w:rsid w:val="260A37B3"/>
    <w:rsid w:val="261A6001"/>
    <w:rsid w:val="26D068D6"/>
    <w:rsid w:val="26EB3A7F"/>
    <w:rsid w:val="27851C53"/>
    <w:rsid w:val="2928191D"/>
    <w:rsid w:val="2AD44C4A"/>
    <w:rsid w:val="2BF4288E"/>
    <w:rsid w:val="2C7714DB"/>
    <w:rsid w:val="2E6E26A0"/>
    <w:rsid w:val="2FEB3223"/>
    <w:rsid w:val="30535EB2"/>
    <w:rsid w:val="3170458C"/>
    <w:rsid w:val="31983883"/>
    <w:rsid w:val="31AC5397"/>
    <w:rsid w:val="322D7C19"/>
    <w:rsid w:val="32540E2E"/>
    <w:rsid w:val="3285152A"/>
    <w:rsid w:val="33702CC1"/>
    <w:rsid w:val="345030B1"/>
    <w:rsid w:val="34820DB8"/>
    <w:rsid w:val="37303115"/>
    <w:rsid w:val="3794173A"/>
    <w:rsid w:val="37B837A8"/>
    <w:rsid w:val="380C3FE7"/>
    <w:rsid w:val="3822462C"/>
    <w:rsid w:val="3D88272E"/>
    <w:rsid w:val="3EED790C"/>
    <w:rsid w:val="3F2D67F4"/>
    <w:rsid w:val="3F410DBC"/>
    <w:rsid w:val="3F5D7B4E"/>
    <w:rsid w:val="3FEF479F"/>
    <w:rsid w:val="42396756"/>
    <w:rsid w:val="425050D3"/>
    <w:rsid w:val="43E55D00"/>
    <w:rsid w:val="45044FAC"/>
    <w:rsid w:val="46C856A7"/>
    <w:rsid w:val="4BAB28B4"/>
    <w:rsid w:val="4BC50953"/>
    <w:rsid w:val="4CCB2519"/>
    <w:rsid w:val="4E0728D3"/>
    <w:rsid w:val="4E7057B3"/>
    <w:rsid w:val="4E7673D7"/>
    <w:rsid w:val="4FEE2819"/>
    <w:rsid w:val="510E59CC"/>
    <w:rsid w:val="517E251E"/>
    <w:rsid w:val="51D11647"/>
    <w:rsid w:val="533A5C6C"/>
    <w:rsid w:val="5545007F"/>
    <w:rsid w:val="55625409"/>
    <w:rsid w:val="56A61FAB"/>
    <w:rsid w:val="59157F6E"/>
    <w:rsid w:val="5932795B"/>
    <w:rsid w:val="59D8639A"/>
    <w:rsid w:val="5A9C4E1E"/>
    <w:rsid w:val="5AEE29F4"/>
    <w:rsid w:val="5B946275"/>
    <w:rsid w:val="5BDF6E6A"/>
    <w:rsid w:val="5BE85FB8"/>
    <w:rsid w:val="5C9E2C99"/>
    <w:rsid w:val="5D5C5690"/>
    <w:rsid w:val="5EC63978"/>
    <w:rsid w:val="5F297E7E"/>
    <w:rsid w:val="5FA44864"/>
    <w:rsid w:val="60427F1D"/>
    <w:rsid w:val="609665CD"/>
    <w:rsid w:val="60F97498"/>
    <w:rsid w:val="62626C26"/>
    <w:rsid w:val="62675E25"/>
    <w:rsid w:val="626A052C"/>
    <w:rsid w:val="63077E00"/>
    <w:rsid w:val="63B56851"/>
    <w:rsid w:val="648B756D"/>
    <w:rsid w:val="65F44C9A"/>
    <w:rsid w:val="68C6679F"/>
    <w:rsid w:val="68D80C75"/>
    <w:rsid w:val="69E515F3"/>
    <w:rsid w:val="6A143703"/>
    <w:rsid w:val="6A1755A8"/>
    <w:rsid w:val="6ADA6DBD"/>
    <w:rsid w:val="6AF04B82"/>
    <w:rsid w:val="6B6E4409"/>
    <w:rsid w:val="6C2E12DF"/>
    <w:rsid w:val="6C604A37"/>
    <w:rsid w:val="6EFD5087"/>
    <w:rsid w:val="6F71163D"/>
    <w:rsid w:val="6F764CD9"/>
    <w:rsid w:val="7063455D"/>
    <w:rsid w:val="70DD3274"/>
    <w:rsid w:val="72CB46C9"/>
    <w:rsid w:val="72D4663A"/>
    <w:rsid w:val="73154520"/>
    <w:rsid w:val="73EB1756"/>
    <w:rsid w:val="74166AD4"/>
    <w:rsid w:val="74791013"/>
    <w:rsid w:val="75B95B9E"/>
    <w:rsid w:val="75DD062F"/>
    <w:rsid w:val="765964D8"/>
    <w:rsid w:val="769462BA"/>
    <w:rsid w:val="77A56AE4"/>
    <w:rsid w:val="77FF6615"/>
    <w:rsid w:val="780E18C2"/>
    <w:rsid w:val="7AAB7BCD"/>
    <w:rsid w:val="7C162D37"/>
    <w:rsid w:val="7EBF1417"/>
    <w:rsid w:val="7FDF490D"/>
    <w:rsid w:val="7FFF1C70"/>
    <w:rsid w:val="9EDF6DA2"/>
    <w:rsid w:val="FF7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rPr>
      <w:sz w:val="24"/>
    </w:rPr>
  </w:style>
  <w:style w:type="paragraph" w:customStyle="1" w:styleId="6">
    <w:name w:val="分类号"/>
    <w:basedOn w:val="1"/>
    <w:qFormat/>
    <w:uiPriority w:val="0"/>
    <w:rPr>
      <w:rFonts w:ascii="仿宋_GB2312" w:hAnsi="Times New Roman" w:eastAsia="仿宋_GB2312" w:cs="Times New Roman"/>
      <w:sz w:val="28"/>
      <w:szCs w:val="28"/>
    </w:rPr>
  </w:style>
  <w:style w:type="paragraph" w:customStyle="1" w:styleId="7">
    <w:name w:val="封面日期"/>
    <w:basedOn w:val="1"/>
    <w:qFormat/>
    <w:uiPriority w:val="0"/>
    <w:pPr>
      <w:jc w:val="center"/>
    </w:pPr>
    <w:rPr>
      <w:rFonts w:ascii="黑体" w:hAnsi="Times New Roman" w:eastAsia="黑体" w:cs="Times New Roman"/>
      <w:sz w:val="32"/>
      <w:szCs w:val="32"/>
    </w:rPr>
  </w:style>
  <w:style w:type="paragraph" w:customStyle="1" w:styleId="8">
    <w:name w:val="论文标题"/>
    <w:basedOn w:val="1"/>
    <w:qFormat/>
    <w:uiPriority w:val="0"/>
    <w:pPr>
      <w:jc w:val="center"/>
    </w:pPr>
    <w:rPr>
      <w:rFonts w:ascii="Times New Roman" w:hAnsi="Times New Roman" w:eastAsia="楷体_GB2312" w:cs="Times New Roman"/>
      <w:b/>
      <w:kern w:val="36"/>
      <w:sz w:val="52"/>
      <w:szCs w:val="52"/>
    </w:rPr>
  </w:style>
  <w:style w:type="paragraph" w:customStyle="1" w:styleId="9">
    <w:name w:val="硕士学位论文"/>
    <w:basedOn w:val="1"/>
    <w:qFormat/>
    <w:uiPriority w:val="0"/>
    <w:pPr>
      <w:spacing w:before="240"/>
      <w:jc w:val="center"/>
    </w:pPr>
    <w:rPr>
      <w:rFonts w:ascii="Times New Roman" w:hAnsi="Times New Roman" w:eastAsia="宋体" w:cs="Times New Roman"/>
      <w:sz w:val="44"/>
      <w:szCs w:val="44"/>
    </w:rPr>
  </w:style>
  <w:style w:type="paragraph" w:customStyle="1" w:styleId="10">
    <w:name w:val="研究生姓名"/>
    <w:basedOn w:val="1"/>
    <w:qFormat/>
    <w:uiPriority w:val="0"/>
    <w:pPr>
      <w:ind w:firstLine="700" w:firstLineChars="700"/>
    </w:pPr>
    <w:rPr>
      <w:rFonts w:ascii="Times New Roman" w:hAnsi="Times New Roman" w:eastAsia="宋体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员工个人年度述职报告.docx</Template>
  <Pages>5</Pages>
  <Words>894</Words>
  <Characters>911</Characters>
  <Lines>1</Lines>
  <Paragraphs>1</Paragraphs>
  <TotalTime>31</TotalTime>
  <ScaleCrop>false</ScaleCrop>
  <LinksUpToDate>false</LinksUpToDate>
  <CharactersWithSpaces>1085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2021-12-30T07:54:00Z</dcterms:created>
  <dc:creator>铭</dc:creator>
  <cp:lastModifiedBy>铭</cp:lastModifiedBy>
  <dcterms:modified xsi:type="dcterms:W3CDTF">2021-12-31T02:39:48Z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1AD6CB3ED7974898A816A365DDCD1058</vt:lpwstr>
  </property>
  <property fmtid="{D5CDD505-2E9C-101B-9397-08002B2CF9AE}" pid="4" name="KSOSaveFontToCloudKey">
    <vt:lpwstr>388882573_btnclosed</vt:lpwstr>
  </property>
  <property fmtid="{D5CDD505-2E9C-101B-9397-08002B2CF9AE}" pid="5" name="KSOTemplateUUID">
    <vt:lpwstr>v1.0_mb_Nc9pSw9Rn/wxA0wFcXxsqA==</vt:lpwstr>
  </property>
</Properties>
</file>